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59" w:rsidRPr="00693F96" w:rsidRDefault="00FE3359" w:rsidP="005F6DD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FE3359" w:rsidRDefault="00FE3359" w:rsidP="0029314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A55E3">
        <w:rPr>
          <w:rFonts w:ascii="Times New Roman" w:eastAsia="Times New Roman" w:hAnsi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aint.Picture" ShapeID="_x0000_i1025" DrawAspect="Content" ObjectID="_1738559699" r:id="rId8"/>
        </w:object>
      </w: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-67.15pt;margin-top:-47.7pt;width:2in;height:2in;z-index:251658240;visibility:visible;mso-wrap-style:none;mso-position-horizontal-relative:text;mso-position-vertical-relative:text" filled="f" stroked="f">
            <v:textbox style="mso-fit-shape-to-text:t">
              <w:txbxContent>
                <w:p w:rsidR="00FE3359" w:rsidRPr="004F03FA" w:rsidRDefault="00FE3359" w:rsidP="002931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E3359" w:rsidRDefault="00FE3359" w:rsidP="0029314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МІСЬКА РАДА</w:t>
      </w:r>
    </w:p>
    <w:tbl>
      <w:tblPr>
        <w:tblW w:w="9628" w:type="dxa"/>
        <w:tblInd w:w="-106" w:type="dxa"/>
        <w:tblBorders>
          <w:top w:val="single" w:sz="12" w:space="0" w:color="000000"/>
        </w:tblBorders>
        <w:tblLayout w:type="fixed"/>
        <w:tblLook w:val="0000"/>
      </w:tblPr>
      <w:tblGrid>
        <w:gridCol w:w="9628"/>
      </w:tblGrid>
      <w:tr w:rsidR="00FE3359" w:rsidRPr="00247B9A">
        <w:tc>
          <w:tcPr>
            <w:tcW w:w="9628" w:type="dxa"/>
            <w:tcBorders>
              <w:top w:val="single" w:sz="12" w:space="0" w:color="000000"/>
            </w:tcBorders>
          </w:tcPr>
          <w:p w:rsidR="00FE3359" w:rsidRDefault="00FE3359" w:rsidP="00454F0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ВИКОНАВЧИЙ КОМІТЕТ</w:t>
            </w:r>
          </w:p>
          <w:p w:rsidR="00FE3359" w:rsidRPr="00247B9A" w:rsidRDefault="00FE3359" w:rsidP="00454F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FE3359" w:rsidRDefault="00FE3359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FE3359" w:rsidRDefault="00FE3359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06" w:type="dxa"/>
        <w:tblLayout w:type="fixed"/>
        <w:tblLook w:val="0000"/>
      </w:tblPr>
      <w:tblGrid>
        <w:gridCol w:w="3166"/>
        <w:gridCol w:w="3166"/>
        <w:gridCol w:w="3166"/>
      </w:tblGrid>
      <w:tr w:rsidR="00FE3359" w:rsidRPr="00247B9A">
        <w:tc>
          <w:tcPr>
            <w:tcW w:w="3166" w:type="dxa"/>
          </w:tcPr>
          <w:p w:rsidR="00FE3359" w:rsidRPr="0049624B" w:rsidRDefault="00FE3359" w:rsidP="00454F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FE3359" w:rsidRDefault="00FE3359" w:rsidP="00454F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FE3359" w:rsidRPr="00AE25B1" w:rsidRDefault="00FE3359" w:rsidP="004962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67</w:t>
            </w:r>
          </w:p>
        </w:tc>
      </w:tr>
    </w:tbl>
    <w:p w:rsidR="00FE3359" w:rsidRPr="00FC2BE3" w:rsidRDefault="00FE3359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E3359" w:rsidRPr="00D05AB4" w:rsidRDefault="00FE3359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FE3359" w:rsidRPr="00D05AB4" w:rsidRDefault="00FE3359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FE3359" w:rsidRPr="00D05AB4" w:rsidRDefault="00FE3359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E3359" w:rsidRPr="008C6EA9" w:rsidRDefault="00FE3359" w:rsidP="008C6E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E3359" w:rsidRDefault="00FE3359" w:rsidP="0041287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FE3359" w:rsidRPr="008C6EA9" w:rsidRDefault="00FE3359" w:rsidP="002931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Pr="003400E7" w:rsidRDefault="00FE3359" w:rsidP="002931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00E7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ВИРІШИВ:</w:t>
      </w:r>
    </w:p>
    <w:p w:rsidR="00FE3359" w:rsidRPr="003400E7" w:rsidRDefault="00FE3359" w:rsidP="0029314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E3359" w:rsidRPr="0026673A" w:rsidRDefault="00FE3359" w:rsidP="00293145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17.01.2023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FE3359" w:rsidRPr="00394C84" w:rsidRDefault="00FE3359" w:rsidP="00293145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    Сергія Шепетька.</w:t>
      </w:r>
    </w:p>
    <w:p w:rsidR="00FE3359" w:rsidRDefault="00FE3359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9" w:rsidRDefault="00FE3359" w:rsidP="0029314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9" w:rsidRDefault="00FE3359" w:rsidP="0029314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9" w:rsidRDefault="00FE3359" w:rsidP="00293145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3359" w:rsidRPr="0058041D" w:rsidRDefault="00FE3359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FE3359" w:rsidRPr="0058041D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Міський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Анатолій ФЕДОР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</w:t>
      </w:r>
    </w:p>
    <w:p w:rsidR="00FE3359" w:rsidRDefault="00FE3359" w:rsidP="003529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Pr="002C54E7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______________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 ШЕПЕТЬКО</w:t>
      </w:r>
    </w:p>
    <w:p w:rsidR="00FE3359" w:rsidRDefault="00FE3359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FE3359" w:rsidRPr="00D33D18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Pr="00352913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______________         </w:t>
      </w:r>
      <w:r w:rsidRPr="00352913">
        <w:rPr>
          <w:rFonts w:ascii="Times New Roman" w:hAnsi="Times New Roman" w:cs="Times New Roman"/>
          <w:sz w:val="28"/>
          <w:szCs w:val="28"/>
          <w:lang w:val="uk-UA"/>
        </w:rPr>
        <w:t>Дмитро ГАПЧЕНКО</w:t>
      </w:r>
    </w:p>
    <w:p w:rsidR="00FE3359" w:rsidRPr="00352913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359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_________</w:t>
      </w:r>
    </w:p>
    <w:p w:rsidR="00FE3359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E3359" w:rsidRPr="00061EE4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______________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Світлана ЯКУБЕНКО</w:t>
      </w:r>
    </w:p>
    <w:p w:rsidR="00FE3359" w:rsidRPr="00061EE4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головного бухгалтера  </w:t>
      </w:r>
    </w:p>
    <w:p w:rsidR="00FE3359" w:rsidRDefault="00FE3359" w:rsidP="007412A8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FE3359" w:rsidRDefault="00FE3359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_____________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Людмила РИЖЕНКО</w:t>
      </w:r>
    </w:p>
    <w:p w:rsidR="00FE3359" w:rsidRPr="00061EE4" w:rsidRDefault="00FE3359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FE3359" w:rsidRDefault="00FE3359" w:rsidP="007412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ЗАСІДАННЯ КОМІСІЇ З ПРИЗНАЧЕННЯ </w:t>
      </w:r>
    </w:p>
    <w:p w:rsidR="00FE335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ОДНОРАЗОВОЇ МАТЕРІАЛЬНОЇ ДОПОМОГИ</w:t>
      </w:r>
    </w:p>
    <w:p w:rsidR="00FE335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ВИКОНАВЧОГО КОМІТЕТУ БУЧАНСЬКОЇ МІСЬКОЇ РАДИ</w:t>
      </w:r>
    </w:p>
    <w:p w:rsidR="00FE335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Pr="008C6EA9" w:rsidRDefault="00FE3359" w:rsidP="00B575E9">
      <w:pPr>
        <w:spacing w:after="200" w:line="240" w:lineRule="auto"/>
        <w:ind w:left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C6EA9">
        <w:rPr>
          <w:rFonts w:ascii="Times New Roman" w:hAnsi="Times New Roman" w:cs="Times New Roman"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FE3359" w:rsidRPr="008C6EA9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17.01</w:t>
      </w:r>
      <w:r w:rsidRPr="008C6EA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Pr="008C6E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3359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Голова комісії: </w:t>
      </w:r>
      <w:r w:rsidRPr="005255D9">
        <w:rPr>
          <w:rFonts w:ascii="Times New Roman" w:hAnsi="Times New Roman" w:cs="Times New Roman"/>
          <w:sz w:val="24"/>
          <w:szCs w:val="24"/>
          <w:lang w:val="uk-UA"/>
        </w:rPr>
        <w:t xml:space="preserve">Сергій </w:t>
      </w:r>
      <w:r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:rsidR="00FE3359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0AD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комісії: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Юлія Кожедуб</w:t>
      </w:r>
    </w:p>
    <w:p w:rsidR="00FE3359" w:rsidRPr="00E6005F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Члени комісії: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Йосип Краснодемський, Ірина Пасічна, Світлана Якубенко, Лариса Федорук, Лариса Матюшенко</w:t>
      </w:r>
    </w:p>
    <w:p w:rsidR="00FE3359" w:rsidRDefault="00FE3359" w:rsidP="00B575E9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Default="00FE3359" w:rsidP="00B575E9">
      <w:pPr>
        <w:spacing w:after="0" w:line="240" w:lineRule="auto"/>
        <w:ind w:left="1416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359" w:rsidRPr="008C6EA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8C6EA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 денний</w:t>
      </w:r>
    </w:p>
    <w:p w:rsidR="00FE3359" w:rsidRPr="008C6EA9" w:rsidRDefault="00FE3359" w:rsidP="00B575E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E3359" w:rsidRPr="008C6EA9" w:rsidRDefault="00FE3359" w:rsidP="00B575E9">
      <w:pPr>
        <w:pStyle w:val="ListParagraph"/>
        <w:numPr>
          <w:ilvl w:val="0"/>
          <w:numId w:val="34"/>
        </w:numPr>
        <w:spacing w:line="240" w:lineRule="auto"/>
        <w:ind w:left="142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матеріальної допомоги жителям Бучанської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міської</w:t>
      </w:r>
      <w:r w:rsidRPr="008C6E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територіальної громади:</w:t>
      </w:r>
    </w:p>
    <w:p w:rsidR="00FE3359" w:rsidRPr="008C6EA9" w:rsidRDefault="00FE3359" w:rsidP="00B575E9">
      <w:pPr>
        <w:pStyle w:val="ListParagraph"/>
        <w:spacing w:after="120" w:line="240" w:lineRule="auto"/>
        <w:ind w:left="142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Розгляну</w:t>
      </w:r>
      <w:r w:rsidRPr="008C6EA9">
        <w:rPr>
          <w:rFonts w:ascii="Times New Roman" w:hAnsi="Times New Roman" w:cs="Times New Roman"/>
          <w:b/>
          <w:bCs/>
          <w:sz w:val="28"/>
          <w:szCs w:val="28"/>
          <w:u w:val="single"/>
        </w:rPr>
        <w:t>ли заяви наступних громадян</w:t>
      </w:r>
      <w:r w:rsidRPr="008C6EA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: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Анісімова Галина Андріївна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Андрощук Алла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Анопрієнко Іван Леонідович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Басій Світлана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Боронило Володимир Володимирович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Булан Валентина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Баталіна Галина Петрівна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Білошицька Ніна Хабібівна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Борисюк Олеся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Бартків Олена Павлівна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Башинська Наталія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Воловенко Галина Дмитрівна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Воловенко Віктор Васильович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Голуб Ігор Юрійович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Голуб Яна Сергіївна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Гриценко Наталія Григорівна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Гладка Ірина Анатоліївна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Геровський Анатолій Йосипович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Геровська Тетяна Андріївна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Горніцька Надія Анатоліївна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Григурко Надія Прокопівна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Герасименко Сергій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Дорожкіна Галина Назарівна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Денисенко Наталія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Денисенко Лариса Володимирівна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Дон Галина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Дегтяр Станіслава Онисімівна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Залозний Сергій Степанович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Зайцева Валентина Рафаілівна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Забарило Михайло Павлович</w:t>
      </w:r>
    </w:p>
    <w:p w:rsidR="00FE3359" w:rsidRPr="003424EE" w:rsidRDefault="00FE3359" w:rsidP="003424EE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Забарило Ганна Петрівна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Кулініч Катерина Юріївна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Кирейко Тарас Віталійович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Ковбасенко Олександр Григорович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Ковтун Тетяна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Кошелєва Світлана Олексіївна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Кашперський Андрій Гигорович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Кайдаш Валентина Володимирівна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Корнієнко Любов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Коваленко Надія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Кордон Олег Олександрович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Камінська Олена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Конфорович Віктор Миколаєвич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Любінська Наталія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Лоскутова Марія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Ломачук Любов Олександрівна</w:t>
      </w:r>
    </w:p>
    <w:p w:rsidR="00FE3359" w:rsidRPr="000E2B37" w:rsidRDefault="00FE3359" w:rsidP="000E2B37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Лазаренко Тетяна Петрівна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Медвецький Василь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Мельник Надія Опанасівна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Моргулець Валентина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Музика Герман Миколайович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Макаренко Наталія Петрівна</w:t>
      </w:r>
    </w:p>
    <w:p w:rsidR="00FE3359" w:rsidRPr="000E2B37" w:rsidRDefault="00FE3359" w:rsidP="000E2B37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Мороз Алла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Опанасюк Антоніна Семенівна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Петрукович Алла Павлівна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Пасльон Олександр Володимирович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Півненко Анжела Анатоліївна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Павшок Надія Василівна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Плахотнюк Наталія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Павшок Валентина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Панькова Галина Олексіївна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Пашкова Анастасія Анатоліївна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Поліщук Тамара Миколаївна</w:t>
      </w:r>
    </w:p>
    <w:p w:rsidR="00FE3359" w:rsidRPr="000E2B37" w:rsidRDefault="00FE3359" w:rsidP="000E2B37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Ропало Маргарита Адріївна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Скиба Тетяна Савеліївна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Снєгірьов Юрій Васильович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Соловйова Лілія Павлівна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Сухенко Тетяна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Сулима Анастасія Тарасівна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Судак Наталія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Савицька Ніна Іванівна</w:t>
      </w:r>
    </w:p>
    <w:p w:rsidR="00FE3359" w:rsidRPr="004D522C" w:rsidRDefault="00FE3359" w:rsidP="004D522C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Сопілко Микола Михайлович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Трухан Сергій Гоергійович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Трубіна Лариса Володимирівна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Трубін Олексій Юрійович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Татарчук Сергій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Федоров Петро Борисович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Фурса Віктор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Хоменко Ольга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Хитрих Любов Степанівна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Чечко Марія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Черненко Уляна Петрівна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Юхименко Віктор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Яценко Наталія Дмитрівна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Яремено Аркадій Миколайович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Ярошенко Алла Петрівна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Андреєв Андрій Анатолійович </w:t>
      </w:r>
    </w:p>
    <w:p w:rsidR="00FE3359" w:rsidRPr="00346D37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Бакал Раїса Григорівна    </w:t>
      </w:r>
    </w:p>
    <w:p w:rsidR="00FE3359" w:rsidRPr="00437A8A" w:rsidRDefault="00FE3359" w:rsidP="00437A8A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Ничипоренко Богдан Миколайович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Пархоменко Валерій Валентинович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Шилова Світлана Валеріївна</w:t>
      </w:r>
    </w:p>
    <w:p w:rsidR="00FE3359" w:rsidRPr="003B5FD2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Бакал Олександр Олександрович </w:t>
      </w:r>
    </w:p>
    <w:p w:rsidR="00FE3359" w:rsidRPr="004D522C" w:rsidRDefault="00FE3359" w:rsidP="004D522C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Анжела Вікторівна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Адрощук Любов Миколаївна 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Базилюк Марія Олексадрівна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Буренко Любов Феодосіївна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Валяр Любов Пилипівна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Вольвах Галина Іванівна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Волинець Валентина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Віцина Юлія В’ячеславівна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Віцина Тетяна Анатоліївна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Ганенко Олександр Іванович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Гайда Олена Олексіївна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Євдокименко Вадим Олексійович</w:t>
      </w:r>
    </w:p>
    <w:p w:rsidR="00FE3359" w:rsidRPr="000B49A8" w:rsidRDefault="00FE3359" w:rsidP="000B49A8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Куцелап Ніна Валентинівна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Кошелєв Олександр Миколайович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Кунаєва Віра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Компаніченко Ольга Михайлівна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Маєвська Олена Миколаївна 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Михайленко Олександр Анатолійович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Мельниченко Валентина Радіонівна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Мельниченко Сергій Олексійович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Майко Надія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Мушта Галина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Постолюк Василь Миколайович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Рибаченко Порфирій Ромейович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Ступак Леся Борисівна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Скориков Борис Михайлович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Сидоренко Роман Володимирович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Туровська Альона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Барташова Вікторія Володимирівна 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Геращенко Вадим Олексійович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Григор’єва Віра Григорівна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Пилипенко Володимир Володимирович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Пархоменко Галина Миколаївна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Чайка Наталія Климівна</w:t>
      </w:r>
    </w:p>
    <w:p w:rsidR="00FE3359" w:rsidRPr="00826A6A" w:rsidRDefault="00FE3359" w:rsidP="00826A6A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Рогачова Вікторія Юріївна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Білоус Валентина Саввічна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Благодатна Юлія Миколаївна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Царенок Тамара Василівна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Зінченко Ольга Петрівна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Березова Анастасія Петрівна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Шатило Олег Володимирович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Грищенко Юрій Юрійович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Підколізна Лідія Іванівна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Крочак Тетяна Дмитрівна (відмова)</w:t>
      </w:r>
    </w:p>
    <w:p w:rsidR="00FE3359" w:rsidRDefault="00FE3359" w:rsidP="00B575E9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Шпакова Тетяна Анатоліївна (відмова)</w:t>
      </w:r>
    </w:p>
    <w:p w:rsidR="00FE3359" w:rsidRPr="00EA2D3C" w:rsidRDefault="00FE3359" w:rsidP="00EA2D3C">
      <w:pPr>
        <w:numPr>
          <w:ilvl w:val="0"/>
          <w:numId w:val="21"/>
        </w:num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Приймак Тетяна Іванівна (відмова)</w:t>
      </w:r>
    </w:p>
    <w:p w:rsidR="00FE3359" w:rsidRDefault="00FE3359" w:rsidP="00F26B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F26B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F26B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F26B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F26B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Pr="00C50699" w:rsidRDefault="00FE3359" w:rsidP="00B575E9">
      <w:pPr>
        <w:spacing w:after="12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50699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ВИРІШИЛИ:</w:t>
      </w:r>
    </w:p>
    <w:p w:rsidR="00FE3359" w:rsidRDefault="00FE3359" w:rsidP="00B575E9">
      <w:pPr>
        <w:pStyle w:val="ListParagraph"/>
        <w:numPr>
          <w:ilvl w:val="0"/>
          <w:numId w:val="8"/>
        </w:numPr>
        <w:spacing w:after="0" w:line="240" w:lineRule="auto"/>
        <w:ind w:left="11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матеріальну допомогу заявникам згідно додатку 1,2,3,4,5.</w:t>
      </w:r>
    </w:p>
    <w:p w:rsidR="00FE3359" w:rsidRDefault="00FE3359" w:rsidP="00B575E9">
      <w:pPr>
        <w:pStyle w:val="ListParagraph"/>
        <w:numPr>
          <w:ilvl w:val="0"/>
          <w:numId w:val="8"/>
        </w:numPr>
        <w:spacing w:after="0" w:line="240" w:lineRule="auto"/>
        <w:ind w:left="118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бухгалтерського обліку та звітності Управління соціальної політики Бучанської міської ради провести відповідні виплати.</w:t>
      </w:r>
    </w:p>
    <w:p w:rsidR="00FE3359" w:rsidRDefault="00FE3359" w:rsidP="00B575E9">
      <w:pPr>
        <w:pStyle w:val="ListParagraph"/>
        <w:numPr>
          <w:ilvl w:val="0"/>
          <w:numId w:val="8"/>
        </w:numPr>
        <w:spacing w:after="0" w:line="240" w:lineRule="auto"/>
        <w:ind w:left="118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Звільнити відповідно до п.1.1. ст.165 «Доходи, які не включаються до розрахунку загального місячного (річного) оподаткованого доходу» </w:t>
      </w:r>
      <w:r w:rsidRPr="00F55B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Податкового кодексу України від 02.12.2010 р. №2755 – V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55B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вищезазначених громадян від сплати прибуткового податку з наданої суми одноразової матеріальної допомоги.</w:t>
      </w:r>
    </w:p>
    <w:p w:rsidR="00FE3359" w:rsidRDefault="00FE3359" w:rsidP="00B575E9">
      <w:pPr>
        <w:pStyle w:val="ListParagraph"/>
        <w:numPr>
          <w:ilvl w:val="0"/>
          <w:numId w:val="8"/>
        </w:numPr>
        <w:spacing w:after="0" w:line="240" w:lineRule="auto"/>
        <w:ind w:left="118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Винести протокол № 1 </w:t>
      </w:r>
      <w:r w:rsidRPr="00E451B4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17.01.2023р. засідання комісії з питань призначення одноразової матеріальної допомоги на затвердження виконавчого комітету Бучанської міської ради.</w:t>
      </w:r>
    </w:p>
    <w:p w:rsidR="00FE3359" w:rsidRDefault="00FE3359" w:rsidP="005054B7">
      <w:pPr>
        <w:pStyle w:val="ListParagraph"/>
        <w:spacing w:after="0" w:line="240" w:lineRule="auto"/>
        <w:ind w:left="118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B575E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– 7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ПРОТИ – 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УТРИМАЛИСЬ – 0</w:t>
      </w:r>
    </w:p>
    <w:p w:rsidR="00FE3359" w:rsidRDefault="00FE3359" w:rsidP="00B575E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644" w:type="dxa"/>
        <w:tblInd w:w="-106" w:type="dxa"/>
        <w:tblLook w:val="00A0"/>
      </w:tblPr>
      <w:tblGrid>
        <w:gridCol w:w="3544"/>
        <w:gridCol w:w="1985"/>
        <w:gridCol w:w="1417"/>
        <w:gridCol w:w="3698"/>
      </w:tblGrid>
      <w:tr w:rsidR="00FE3359" w:rsidRPr="00247B9A">
        <w:trPr>
          <w:trHeight w:val="158"/>
        </w:trPr>
        <w:tc>
          <w:tcPr>
            <w:tcW w:w="3544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47B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E3359" w:rsidRPr="00247B9A" w:rsidRDefault="00FE3359" w:rsidP="00247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8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 ШЕПЕТЬКО</w:t>
            </w:r>
          </w:p>
        </w:tc>
      </w:tr>
      <w:tr w:rsidR="00FE3359" w:rsidRPr="00247B9A">
        <w:trPr>
          <w:trHeight w:val="450"/>
        </w:trPr>
        <w:tc>
          <w:tcPr>
            <w:tcW w:w="3544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Секретар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3359" w:rsidRPr="00247B9A" w:rsidRDefault="00FE3359" w:rsidP="00247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8" w:type="dxa"/>
            <w:vAlign w:val="bottom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Юлія  КОЖЕДУБ</w:t>
            </w:r>
          </w:p>
        </w:tc>
      </w:tr>
    </w:tbl>
    <w:p w:rsidR="00FE3359" w:rsidRDefault="00FE3359" w:rsidP="00B575E9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E3359" w:rsidRPr="00532BE3" w:rsidRDefault="00FE3359" w:rsidP="008A49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B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Члени комісії: </w:t>
      </w:r>
    </w:p>
    <w:tbl>
      <w:tblPr>
        <w:tblW w:w="10502" w:type="dxa"/>
        <w:tblInd w:w="-106" w:type="dxa"/>
        <w:tblLook w:val="00A0"/>
      </w:tblPr>
      <w:tblGrid>
        <w:gridCol w:w="3528"/>
        <w:gridCol w:w="1980"/>
        <w:gridCol w:w="1440"/>
        <w:gridCol w:w="3554"/>
      </w:tblGrid>
      <w:tr w:rsidR="00FE3359" w:rsidRPr="00247B9A">
        <w:trPr>
          <w:trHeight w:val="418"/>
        </w:trPr>
        <w:tc>
          <w:tcPr>
            <w:tcW w:w="3528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4" w:type="dxa"/>
          </w:tcPr>
          <w:p w:rsidR="00FE3359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Йосип КРАСНОДЕМСЬКИЙ</w:t>
            </w:r>
          </w:p>
        </w:tc>
      </w:tr>
      <w:tr w:rsidR="00FE3359" w:rsidRPr="00247B9A">
        <w:trPr>
          <w:trHeight w:val="402"/>
        </w:trPr>
        <w:tc>
          <w:tcPr>
            <w:tcW w:w="3528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4" w:type="dxa"/>
          </w:tcPr>
          <w:p w:rsidR="00FE3359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ПАСІЧНА</w:t>
            </w:r>
          </w:p>
        </w:tc>
      </w:tr>
      <w:tr w:rsidR="00FE3359" w:rsidRPr="00247B9A">
        <w:trPr>
          <w:trHeight w:val="397"/>
        </w:trPr>
        <w:tc>
          <w:tcPr>
            <w:tcW w:w="3528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4" w:type="dxa"/>
          </w:tcPr>
          <w:p w:rsidR="00FE3359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Лариса МАТЮШЕНКО</w:t>
            </w:r>
          </w:p>
        </w:tc>
      </w:tr>
      <w:tr w:rsidR="00FE3359" w:rsidRPr="00247B9A">
        <w:trPr>
          <w:trHeight w:val="397"/>
        </w:trPr>
        <w:tc>
          <w:tcPr>
            <w:tcW w:w="3528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4" w:type="dxa"/>
          </w:tcPr>
          <w:p w:rsidR="00FE3359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Лариса ФЕДОРУК</w:t>
            </w:r>
          </w:p>
        </w:tc>
      </w:tr>
      <w:tr w:rsidR="00FE3359" w:rsidRPr="00247B9A">
        <w:trPr>
          <w:trHeight w:val="397"/>
        </w:trPr>
        <w:tc>
          <w:tcPr>
            <w:tcW w:w="3528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4" w:type="dxa"/>
          </w:tcPr>
          <w:p w:rsidR="00FE3359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3359" w:rsidRPr="00247B9A" w:rsidRDefault="00FE3359" w:rsidP="0024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7B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Світлана ЯКУБЕНКО</w:t>
            </w:r>
          </w:p>
        </w:tc>
      </w:tr>
    </w:tbl>
    <w:p w:rsidR="00FE3359" w:rsidRDefault="00FE3359" w:rsidP="00B575E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E3359" w:rsidRDefault="00FE3359" w:rsidP="00FE1B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FE3359" w:rsidSect="00F51952">
          <w:pgSz w:w="11906" w:h="16838"/>
          <w:pgMar w:top="720" w:right="720" w:bottom="720" w:left="720" w:header="0" w:footer="709" w:gutter="0"/>
          <w:cols w:space="708"/>
          <w:docGrid w:linePitch="360"/>
        </w:sectPr>
      </w:pPr>
    </w:p>
    <w:p w:rsidR="00FE3359" w:rsidRPr="00F06432" w:rsidRDefault="00FE3359" w:rsidP="00F06432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</w:t>
      </w:r>
    </w:p>
    <w:sectPr w:rsidR="00FE3359" w:rsidRPr="00F06432" w:rsidSect="00F51952"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359" w:rsidRDefault="00FE3359" w:rsidP="00E874B4">
      <w:pPr>
        <w:spacing w:after="0" w:line="240" w:lineRule="auto"/>
      </w:pPr>
      <w:r>
        <w:separator/>
      </w:r>
    </w:p>
  </w:endnote>
  <w:endnote w:type="continuationSeparator" w:id="0">
    <w:p w:rsidR="00FE3359" w:rsidRDefault="00FE3359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359" w:rsidRDefault="00FE3359" w:rsidP="00E874B4">
      <w:pPr>
        <w:spacing w:after="0" w:line="240" w:lineRule="auto"/>
      </w:pPr>
      <w:r>
        <w:separator/>
      </w:r>
    </w:p>
  </w:footnote>
  <w:footnote w:type="continuationSeparator" w:id="0">
    <w:p w:rsidR="00FE3359" w:rsidRDefault="00FE3359" w:rsidP="00E8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359" w:rsidRPr="00EE0B03" w:rsidRDefault="00FE3359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565"/>
    <w:multiLevelType w:val="hybridMultilevel"/>
    <w:tmpl w:val="DA7094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A6A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50633BE"/>
    <w:multiLevelType w:val="hybridMultilevel"/>
    <w:tmpl w:val="969667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15524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610BB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76F99"/>
    <w:multiLevelType w:val="hybridMultilevel"/>
    <w:tmpl w:val="121E7F84"/>
    <w:lvl w:ilvl="0" w:tplc="1CE6E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8359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8704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C46BE"/>
    <w:multiLevelType w:val="hybridMultilevel"/>
    <w:tmpl w:val="CCEE3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0B22A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07221"/>
    <w:multiLevelType w:val="hybridMultilevel"/>
    <w:tmpl w:val="82DE0B1E"/>
    <w:lvl w:ilvl="0" w:tplc="F5CE9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74C3C63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529F9"/>
    <w:multiLevelType w:val="hybridMultilevel"/>
    <w:tmpl w:val="C0CE292C"/>
    <w:lvl w:ilvl="0" w:tplc="4D042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E40CDD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17476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A47C70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1303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74D97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E4EEA"/>
    <w:multiLevelType w:val="hybridMultilevel"/>
    <w:tmpl w:val="49466D14"/>
    <w:lvl w:ilvl="0" w:tplc="1B8ABBF2">
      <w:start w:val="1"/>
      <w:numFmt w:val="decimal"/>
      <w:lvlText w:val="%1."/>
      <w:lvlJc w:val="left"/>
      <w:pPr>
        <w:ind w:left="1495" w:hanging="360"/>
      </w:pPr>
      <w:rPr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4470E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2EA034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5538C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7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E810DA"/>
    <w:multiLevelType w:val="hybridMultilevel"/>
    <w:tmpl w:val="6400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544BE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B7707F"/>
    <w:multiLevelType w:val="hybridMultilevel"/>
    <w:tmpl w:val="43B03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C7F4E"/>
    <w:multiLevelType w:val="hybridMultilevel"/>
    <w:tmpl w:val="4B44FE8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num w:numId="1">
    <w:abstractNumId w:val="39"/>
  </w:num>
  <w:num w:numId="2">
    <w:abstractNumId w:val="16"/>
  </w:num>
  <w:num w:numId="3">
    <w:abstractNumId w:val="33"/>
  </w:num>
  <w:num w:numId="4">
    <w:abstractNumId w:val="35"/>
  </w:num>
  <w:num w:numId="5">
    <w:abstractNumId w:val="28"/>
  </w:num>
  <w:num w:numId="6">
    <w:abstractNumId w:val="30"/>
  </w:num>
  <w:num w:numId="7">
    <w:abstractNumId w:val="4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4"/>
  </w:num>
  <w:num w:numId="14">
    <w:abstractNumId w:val="37"/>
  </w:num>
  <w:num w:numId="15">
    <w:abstractNumId w:val="1"/>
  </w:num>
  <w:num w:numId="16">
    <w:abstractNumId w:val="17"/>
  </w:num>
  <w:num w:numId="17">
    <w:abstractNumId w:val="2"/>
  </w:num>
  <w:num w:numId="18">
    <w:abstractNumId w:val="26"/>
  </w:num>
  <w:num w:numId="19">
    <w:abstractNumId w:val="12"/>
  </w:num>
  <w:num w:numId="20">
    <w:abstractNumId w:val="38"/>
  </w:num>
  <w:num w:numId="21">
    <w:abstractNumId w:val="27"/>
  </w:num>
  <w:num w:numId="22">
    <w:abstractNumId w:val="42"/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9"/>
  </w:num>
  <w:num w:numId="26">
    <w:abstractNumId w:val="23"/>
  </w:num>
  <w:num w:numId="27">
    <w:abstractNumId w:val="10"/>
  </w:num>
  <w:num w:numId="28">
    <w:abstractNumId w:val="20"/>
  </w:num>
  <w:num w:numId="29">
    <w:abstractNumId w:val="22"/>
  </w:num>
  <w:num w:numId="30">
    <w:abstractNumId w:val="13"/>
  </w:num>
  <w:num w:numId="31">
    <w:abstractNumId w:val="3"/>
  </w:num>
  <w:num w:numId="32">
    <w:abstractNumId w:val="2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8"/>
  </w:num>
  <w:num w:numId="36">
    <w:abstractNumId w:val="11"/>
  </w:num>
  <w:num w:numId="37">
    <w:abstractNumId w:val="5"/>
  </w:num>
  <w:num w:numId="38">
    <w:abstractNumId w:val="9"/>
  </w:num>
  <w:num w:numId="39">
    <w:abstractNumId w:val="15"/>
  </w:num>
  <w:num w:numId="40">
    <w:abstractNumId w:val="34"/>
  </w:num>
  <w:num w:numId="41">
    <w:abstractNumId w:val="6"/>
  </w:num>
  <w:num w:numId="42">
    <w:abstractNumId w:val="31"/>
  </w:num>
  <w:num w:numId="43">
    <w:abstractNumId w:val="41"/>
  </w:num>
  <w:num w:numId="44">
    <w:abstractNumId w:val="19"/>
  </w:num>
  <w:num w:numId="45">
    <w:abstractNumId w:val="40"/>
  </w:num>
  <w:num w:numId="46">
    <w:abstractNumId w:val="43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CE4"/>
    <w:rsid w:val="00000B8F"/>
    <w:rsid w:val="00001873"/>
    <w:rsid w:val="00002F12"/>
    <w:rsid w:val="00003CB3"/>
    <w:rsid w:val="00003DE5"/>
    <w:rsid w:val="00004D3D"/>
    <w:rsid w:val="0000520F"/>
    <w:rsid w:val="000059C1"/>
    <w:rsid w:val="00006065"/>
    <w:rsid w:val="0000614B"/>
    <w:rsid w:val="00006A34"/>
    <w:rsid w:val="000105AD"/>
    <w:rsid w:val="00013138"/>
    <w:rsid w:val="00013505"/>
    <w:rsid w:val="00013F14"/>
    <w:rsid w:val="00014C3A"/>
    <w:rsid w:val="00014CBC"/>
    <w:rsid w:val="000156CF"/>
    <w:rsid w:val="000172CC"/>
    <w:rsid w:val="000178C0"/>
    <w:rsid w:val="00020866"/>
    <w:rsid w:val="00020997"/>
    <w:rsid w:val="00021423"/>
    <w:rsid w:val="000214F3"/>
    <w:rsid w:val="0002168D"/>
    <w:rsid w:val="00021CD0"/>
    <w:rsid w:val="00022355"/>
    <w:rsid w:val="00022E9B"/>
    <w:rsid w:val="0002410D"/>
    <w:rsid w:val="00024486"/>
    <w:rsid w:val="00024FAB"/>
    <w:rsid w:val="00025EDA"/>
    <w:rsid w:val="00026B19"/>
    <w:rsid w:val="00027B7F"/>
    <w:rsid w:val="00030D3D"/>
    <w:rsid w:val="0003132E"/>
    <w:rsid w:val="000319C8"/>
    <w:rsid w:val="00032F04"/>
    <w:rsid w:val="00033080"/>
    <w:rsid w:val="000338F5"/>
    <w:rsid w:val="00034123"/>
    <w:rsid w:val="00036420"/>
    <w:rsid w:val="000370CF"/>
    <w:rsid w:val="00041B5B"/>
    <w:rsid w:val="00042BB9"/>
    <w:rsid w:val="00042FF3"/>
    <w:rsid w:val="000432D6"/>
    <w:rsid w:val="00043302"/>
    <w:rsid w:val="00043D59"/>
    <w:rsid w:val="00044586"/>
    <w:rsid w:val="00045AE4"/>
    <w:rsid w:val="00046273"/>
    <w:rsid w:val="00047240"/>
    <w:rsid w:val="00047D1A"/>
    <w:rsid w:val="0005047E"/>
    <w:rsid w:val="000507CD"/>
    <w:rsid w:val="00050BCE"/>
    <w:rsid w:val="00050C30"/>
    <w:rsid w:val="00051041"/>
    <w:rsid w:val="000513A4"/>
    <w:rsid w:val="00052E37"/>
    <w:rsid w:val="000537CE"/>
    <w:rsid w:val="00053F0D"/>
    <w:rsid w:val="00054882"/>
    <w:rsid w:val="00055697"/>
    <w:rsid w:val="000558BA"/>
    <w:rsid w:val="00057084"/>
    <w:rsid w:val="000577E1"/>
    <w:rsid w:val="00057814"/>
    <w:rsid w:val="00060C64"/>
    <w:rsid w:val="00060F6F"/>
    <w:rsid w:val="00061DAC"/>
    <w:rsid w:val="00061EE4"/>
    <w:rsid w:val="0006316D"/>
    <w:rsid w:val="000640EE"/>
    <w:rsid w:val="0006477B"/>
    <w:rsid w:val="00064F2C"/>
    <w:rsid w:val="00065559"/>
    <w:rsid w:val="0006564B"/>
    <w:rsid w:val="000668F0"/>
    <w:rsid w:val="00066C05"/>
    <w:rsid w:val="0007158B"/>
    <w:rsid w:val="00071849"/>
    <w:rsid w:val="00072190"/>
    <w:rsid w:val="00072BE1"/>
    <w:rsid w:val="000737B6"/>
    <w:rsid w:val="00073C1E"/>
    <w:rsid w:val="00073D55"/>
    <w:rsid w:val="00073EFC"/>
    <w:rsid w:val="0007490D"/>
    <w:rsid w:val="000749BB"/>
    <w:rsid w:val="00075157"/>
    <w:rsid w:val="00075558"/>
    <w:rsid w:val="000763CB"/>
    <w:rsid w:val="00076938"/>
    <w:rsid w:val="00076BE6"/>
    <w:rsid w:val="000770C6"/>
    <w:rsid w:val="000777DD"/>
    <w:rsid w:val="000811BD"/>
    <w:rsid w:val="0008181B"/>
    <w:rsid w:val="00082089"/>
    <w:rsid w:val="0008466C"/>
    <w:rsid w:val="00084872"/>
    <w:rsid w:val="00084FB5"/>
    <w:rsid w:val="00085D0A"/>
    <w:rsid w:val="000864DF"/>
    <w:rsid w:val="0008668B"/>
    <w:rsid w:val="00086B11"/>
    <w:rsid w:val="000873E2"/>
    <w:rsid w:val="00087906"/>
    <w:rsid w:val="0009097E"/>
    <w:rsid w:val="000912E0"/>
    <w:rsid w:val="00091620"/>
    <w:rsid w:val="00091798"/>
    <w:rsid w:val="000920C5"/>
    <w:rsid w:val="00092B55"/>
    <w:rsid w:val="00092C79"/>
    <w:rsid w:val="00093BB2"/>
    <w:rsid w:val="000951A2"/>
    <w:rsid w:val="000955BA"/>
    <w:rsid w:val="00095ADE"/>
    <w:rsid w:val="00095FF5"/>
    <w:rsid w:val="00096A6D"/>
    <w:rsid w:val="00097C20"/>
    <w:rsid w:val="000A086F"/>
    <w:rsid w:val="000A0E19"/>
    <w:rsid w:val="000A16CF"/>
    <w:rsid w:val="000A4573"/>
    <w:rsid w:val="000A49CE"/>
    <w:rsid w:val="000A6AA8"/>
    <w:rsid w:val="000A7362"/>
    <w:rsid w:val="000A7817"/>
    <w:rsid w:val="000B10BB"/>
    <w:rsid w:val="000B1432"/>
    <w:rsid w:val="000B271E"/>
    <w:rsid w:val="000B47DF"/>
    <w:rsid w:val="000B49A8"/>
    <w:rsid w:val="000B6250"/>
    <w:rsid w:val="000B675E"/>
    <w:rsid w:val="000B708E"/>
    <w:rsid w:val="000B7E69"/>
    <w:rsid w:val="000C0850"/>
    <w:rsid w:val="000C0A87"/>
    <w:rsid w:val="000C1F9F"/>
    <w:rsid w:val="000C220A"/>
    <w:rsid w:val="000C3025"/>
    <w:rsid w:val="000C3A17"/>
    <w:rsid w:val="000C5076"/>
    <w:rsid w:val="000C5192"/>
    <w:rsid w:val="000C5271"/>
    <w:rsid w:val="000C5464"/>
    <w:rsid w:val="000C5F8C"/>
    <w:rsid w:val="000C60F4"/>
    <w:rsid w:val="000C7C66"/>
    <w:rsid w:val="000D0388"/>
    <w:rsid w:val="000D074B"/>
    <w:rsid w:val="000D0949"/>
    <w:rsid w:val="000D1010"/>
    <w:rsid w:val="000D149E"/>
    <w:rsid w:val="000D1586"/>
    <w:rsid w:val="000D15BC"/>
    <w:rsid w:val="000D1936"/>
    <w:rsid w:val="000D1CBD"/>
    <w:rsid w:val="000D1D40"/>
    <w:rsid w:val="000D2978"/>
    <w:rsid w:val="000D2A75"/>
    <w:rsid w:val="000D3D7B"/>
    <w:rsid w:val="000D40CC"/>
    <w:rsid w:val="000D4826"/>
    <w:rsid w:val="000D4D64"/>
    <w:rsid w:val="000D4DC4"/>
    <w:rsid w:val="000D755C"/>
    <w:rsid w:val="000E16E5"/>
    <w:rsid w:val="000E1B3B"/>
    <w:rsid w:val="000E2957"/>
    <w:rsid w:val="000E2B37"/>
    <w:rsid w:val="000E2C5A"/>
    <w:rsid w:val="000E76E4"/>
    <w:rsid w:val="000E7C97"/>
    <w:rsid w:val="000E7D66"/>
    <w:rsid w:val="000F0096"/>
    <w:rsid w:val="000F08C2"/>
    <w:rsid w:val="000F1D96"/>
    <w:rsid w:val="000F2827"/>
    <w:rsid w:val="000F2B5F"/>
    <w:rsid w:val="000F349C"/>
    <w:rsid w:val="000F3A2B"/>
    <w:rsid w:val="000F4BC4"/>
    <w:rsid w:val="000F54F7"/>
    <w:rsid w:val="000F5ED0"/>
    <w:rsid w:val="000F6EE2"/>
    <w:rsid w:val="000F7A64"/>
    <w:rsid w:val="000F7CE4"/>
    <w:rsid w:val="00104900"/>
    <w:rsid w:val="00104E4D"/>
    <w:rsid w:val="0010537E"/>
    <w:rsid w:val="00105914"/>
    <w:rsid w:val="00106451"/>
    <w:rsid w:val="0011027E"/>
    <w:rsid w:val="00110F59"/>
    <w:rsid w:val="001110E3"/>
    <w:rsid w:val="00111133"/>
    <w:rsid w:val="00111214"/>
    <w:rsid w:val="00112B70"/>
    <w:rsid w:val="00112C80"/>
    <w:rsid w:val="00113F37"/>
    <w:rsid w:val="0011462D"/>
    <w:rsid w:val="00114BD7"/>
    <w:rsid w:val="00115073"/>
    <w:rsid w:val="00115600"/>
    <w:rsid w:val="00115966"/>
    <w:rsid w:val="0011647B"/>
    <w:rsid w:val="00117CEE"/>
    <w:rsid w:val="00120E79"/>
    <w:rsid w:val="00121981"/>
    <w:rsid w:val="00121ECA"/>
    <w:rsid w:val="001221B5"/>
    <w:rsid w:val="0012239E"/>
    <w:rsid w:val="00122731"/>
    <w:rsid w:val="00123315"/>
    <w:rsid w:val="0012390A"/>
    <w:rsid w:val="00123F3D"/>
    <w:rsid w:val="00124743"/>
    <w:rsid w:val="00125D08"/>
    <w:rsid w:val="00126006"/>
    <w:rsid w:val="00126CBF"/>
    <w:rsid w:val="00126E5A"/>
    <w:rsid w:val="001270C0"/>
    <w:rsid w:val="0013032F"/>
    <w:rsid w:val="001307F1"/>
    <w:rsid w:val="0013226E"/>
    <w:rsid w:val="001329D0"/>
    <w:rsid w:val="00132B1E"/>
    <w:rsid w:val="00132F4B"/>
    <w:rsid w:val="0013349F"/>
    <w:rsid w:val="00133B18"/>
    <w:rsid w:val="00133BF5"/>
    <w:rsid w:val="00135B46"/>
    <w:rsid w:val="00136520"/>
    <w:rsid w:val="00136935"/>
    <w:rsid w:val="001400CF"/>
    <w:rsid w:val="00140220"/>
    <w:rsid w:val="001405A0"/>
    <w:rsid w:val="00141423"/>
    <w:rsid w:val="00141840"/>
    <w:rsid w:val="0014250D"/>
    <w:rsid w:val="00142B80"/>
    <w:rsid w:val="00142C45"/>
    <w:rsid w:val="00142CB5"/>
    <w:rsid w:val="00143647"/>
    <w:rsid w:val="00143E41"/>
    <w:rsid w:val="00144416"/>
    <w:rsid w:val="00144F14"/>
    <w:rsid w:val="00145429"/>
    <w:rsid w:val="00145D92"/>
    <w:rsid w:val="001463AF"/>
    <w:rsid w:val="001465C3"/>
    <w:rsid w:val="001467D1"/>
    <w:rsid w:val="00146B32"/>
    <w:rsid w:val="00146BBC"/>
    <w:rsid w:val="00146EAC"/>
    <w:rsid w:val="00147584"/>
    <w:rsid w:val="00147D63"/>
    <w:rsid w:val="00151BD1"/>
    <w:rsid w:val="00151E75"/>
    <w:rsid w:val="00152099"/>
    <w:rsid w:val="001520CB"/>
    <w:rsid w:val="00152123"/>
    <w:rsid w:val="001521E5"/>
    <w:rsid w:val="00152E3F"/>
    <w:rsid w:val="0015352E"/>
    <w:rsid w:val="00153A60"/>
    <w:rsid w:val="00153C53"/>
    <w:rsid w:val="00156E14"/>
    <w:rsid w:val="001579A7"/>
    <w:rsid w:val="0016039C"/>
    <w:rsid w:val="00160DE3"/>
    <w:rsid w:val="00160DEA"/>
    <w:rsid w:val="00161230"/>
    <w:rsid w:val="001616B4"/>
    <w:rsid w:val="0016387B"/>
    <w:rsid w:val="001646D0"/>
    <w:rsid w:val="00165444"/>
    <w:rsid w:val="00165448"/>
    <w:rsid w:val="0016547D"/>
    <w:rsid w:val="00165974"/>
    <w:rsid w:val="00166234"/>
    <w:rsid w:val="001662BC"/>
    <w:rsid w:val="001668E2"/>
    <w:rsid w:val="00166A88"/>
    <w:rsid w:val="00167519"/>
    <w:rsid w:val="0017080D"/>
    <w:rsid w:val="00170A29"/>
    <w:rsid w:val="00170E21"/>
    <w:rsid w:val="00170E8A"/>
    <w:rsid w:val="00172FF5"/>
    <w:rsid w:val="001731D2"/>
    <w:rsid w:val="001732FD"/>
    <w:rsid w:val="00173B6B"/>
    <w:rsid w:val="00174E7F"/>
    <w:rsid w:val="00176353"/>
    <w:rsid w:val="001768B6"/>
    <w:rsid w:val="00176A07"/>
    <w:rsid w:val="00176B92"/>
    <w:rsid w:val="00176D93"/>
    <w:rsid w:val="00176E8C"/>
    <w:rsid w:val="00177299"/>
    <w:rsid w:val="00180F8B"/>
    <w:rsid w:val="00181271"/>
    <w:rsid w:val="00181AD8"/>
    <w:rsid w:val="0018231E"/>
    <w:rsid w:val="00182368"/>
    <w:rsid w:val="00182D68"/>
    <w:rsid w:val="001831BE"/>
    <w:rsid w:val="001845AF"/>
    <w:rsid w:val="001849CE"/>
    <w:rsid w:val="00184FC0"/>
    <w:rsid w:val="00185109"/>
    <w:rsid w:val="00185F69"/>
    <w:rsid w:val="001860EA"/>
    <w:rsid w:val="00186430"/>
    <w:rsid w:val="00186CCF"/>
    <w:rsid w:val="00187B75"/>
    <w:rsid w:val="00187E32"/>
    <w:rsid w:val="00190611"/>
    <w:rsid w:val="00191952"/>
    <w:rsid w:val="0019362E"/>
    <w:rsid w:val="001938C3"/>
    <w:rsid w:val="001947F0"/>
    <w:rsid w:val="00196E7F"/>
    <w:rsid w:val="00197AB7"/>
    <w:rsid w:val="00197ABA"/>
    <w:rsid w:val="001A0020"/>
    <w:rsid w:val="001A05A0"/>
    <w:rsid w:val="001A0667"/>
    <w:rsid w:val="001A0929"/>
    <w:rsid w:val="001A1786"/>
    <w:rsid w:val="001A23AA"/>
    <w:rsid w:val="001A2B3F"/>
    <w:rsid w:val="001A2D4D"/>
    <w:rsid w:val="001A3D25"/>
    <w:rsid w:val="001A4C93"/>
    <w:rsid w:val="001A52B9"/>
    <w:rsid w:val="001A555F"/>
    <w:rsid w:val="001A55F0"/>
    <w:rsid w:val="001A752C"/>
    <w:rsid w:val="001B03BB"/>
    <w:rsid w:val="001B03C7"/>
    <w:rsid w:val="001B1EA0"/>
    <w:rsid w:val="001B3151"/>
    <w:rsid w:val="001B34CA"/>
    <w:rsid w:val="001B3B37"/>
    <w:rsid w:val="001B3EE5"/>
    <w:rsid w:val="001B4211"/>
    <w:rsid w:val="001B4258"/>
    <w:rsid w:val="001B479F"/>
    <w:rsid w:val="001B4C0B"/>
    <w:rsid w:val="001B5673"/>
    <w:rsid w:val="001B5A23"/>
    <w:rsid w:val="001B6DF2"/>
    <w:rsid w:val="001B7065"/>
    <w:rsid w:val="001B7743"/>
    <w:rsid w:val="001C14F5"/>
    <w:rsid w:val="001C2F11"/>
    <w:rsid w:val="001C34F8"/>
    <w:rsid w:val="001C412A"/>
    <w:rsid w:val="001C4278"/>
    <w:rsid w:val="001C429B"/>
    <w:rsid w:val="001C4888"/>
    <w:rsid w:val="001C4D75"/>
    <w:rsid w:val="001C68AC"/>
    <w:rsid w:val="001C74D5"/>
    <w:rsid w:val="001C77BD"/>
    <w:rsid w:val="001D1772"/>
    <w:rsid w:val="001D19B2"/>
    <w:rsid w:val="001D2171"/>
    <w:rsid w:val="001D2675"/>
    <w:rsid w:val="001D2C64"/>
    <w:rsid w:val="001D30B8"/>
    <w:rsid w:val="001D3D72"/>
    <w:rsid w:val="001D470B"/>
    <w:rsid w:val="001D4B5E"/>
    <w:rsid w:val="001D5D04"/>
    <w:rsid w:val="001D5DB8"/>
    <w:rsid w:val="001D5FBC"/>
    <w:rsid w:val="001D63DA"/>
    <w:rsid w:val="001D7A41"/>
    <w:rsid w:val="001D7B3F"/>
    <w:rsid w:val="001E0FEA"/>
    <w:rsid w:val="001E12A7"/>
    <w:rsid w:val="001E1347"/>
    <w:rsid w:val="001E2E6C"/>
    <w:rsid w:val="001E3890"/>
    <w:rsid w:val="001E4245"/>
    <w:rsid w:val="001E4820"/>
    <w:rsid w:val="001E4C1D"/>
    <w:rsid w:val="001E4FCF"/>
    <w:rsid w:val="001E5208"/>
    <w:rsid w:val="001E544A"/>
    <w:rsid w:val="001E5500"/>
    <w:rsid w:val="001E7612"/>
    <w:rsid w:val="001F00AE"/>
    <w:rsid w:val="001F141E"/>
    <w:rsid w:val="001F1A88"/>
    <w:rsid w:val="001F1DDC"/>
    <w:rsid w:val="001F217B"/>
    <w:rsid w:val="001F2488"/>
    <w:rsid w:val="001F4625"/>
    <w:rsid w:val="001F4ADF"/>
    <w:rsid w:val="001F51C0"/>
    <w:rsid w:val="001F6B24"/>
    <w:rsid w:val="001F6EF3"/>
    <w:rsid w:val="001F7C41"/>
    <w:rsid w:val="00200662"/>
    <w:rsid w:val="00200817"/>
    <w:rsid w:val="00200C98"/>
    <w:rsid w:val="002011C8"/>
    <w:rsid w:val="00201251"/>
    <w:rsid w:val="00201D88"/>
    <w:rsid w:val="00202810"/>
    <w:rsid w:val="00205FEA"/>
    <w:rsid w:val="00206512"/>
    <w:rsid w:val="00207A23"/>
    <w:rsid w:val="00210069"/>
    <w:rsid w:val="00212A29"/>
    <w:rsid w:val="00212D13"/>
    <w:rsid w:val="002141AC"/>
    <w:rsid w:val="002146BA"/>
    <w:rsid w:val="00217842"/>
    <w:rsid w:val="00220FCB"/>
    <w:rsid w:val="00220FD5"/>
    <w:rsid w:val="002212FF"/>
    <w:rsid w:val="00221E84"/>
    <w:rsid w:val="002222BD"/>
    <w:rsid w:val="00222B9B"/>
    <w:rsid w:val="00222BFC"/>
    <w:rsid w:val="00225F60"/>
    <w:rsid w:val="00226639"/>
    <w:rsid w:val="002267EB"/>
    <w:rsid w:val="00230309"/>
    <w:rsid w:val="002309EF"/>
    <w:rsid w:val="00230DD4"/>
    <w:rsid w:val="0023151B"/>
    <w:rsid w:val="00231CDD"/>
    <w:rsid w:val="00232555"/>
    <w:rsid w:val="00232645"/>
    <w:rsid w:val="0023358E"/>
    <w:rsid w:val="00233D19"/>
    <w:rsid w:val="00233DBB"/>
    <w:rsid w:val="0023404E"/>
    <w:rsid w:val="0023506B"/>
    <w:rsid w:val="0023721C"/>
    <w:rsid w:val="002401AA"/>
    <w:rsid w:val="002406FA"/>
    <w:rsid w:val="00240F2D"/>
    <w:rsid w:val="00241B81"/>
    <w:rsid w:val="00241CA9"/>
    <w:rsid w:val="0024243A"/>
    <w:rsid w:val="0024266F"/>
    <w:rsid w:val="00242D8F"/>
    <w:rsid w:val="002445C0"/>
    <w:rsid w:val="00244B44"/>
    <w:rsid w:val="00246CE5"/>
    <w:rsid w:val="00247B9A"/>
    <w:rsid w:val="0025036D"/>
    <w:rsid w:val="0025085C"/>
    <w:rsid w:val="002510BB"/>
    <w:rsid w:val="002512C3"/>
    <w:rsid w:val="002515AD"/>
    <w:rsid w:val="002517E4"/>
    <w:rsid w:val="002522FC"/>
    <w:rsid w:val="00253505"/>
    <w:rsid w:val="002538C1"/>
    <w:rsid w:val="00253B6B"/>
    <w:rsid w:val="00253B81"/>
    <w:rsid w:val="00254C1F"/>
    <w:rsid w:val="002550BA"/>
    <w:rsid w:val="00255E03"/>
    <w:rsid w:val="00257168"/>
    <w:rsid w:val="00257B64"/>
    <w:rsid w:val="0026189F"/>
    <w:rsid w:val="0026272C"/>
    <w:rsid w:val="00262CF2"/>
    <w:rsid w:val="00262E22"/>
    <w:rsid w:val="002631B3"/>
    <w:rsid w:val="0026389F"/>
    <w:rsid w:val="002641EF"/>
    <w:rsid w:val="00264673"/>
    <w:rsid w:val="002646A9"/>
    <w:rsid w:val="00264D88"/>
    <w:rsid w:val="00265539"/>
    <w:rsid w:val="0026624A"/>
    <w:rsid w:val="0026673A"/>
    <w:rsid w:val="00266746"/>
    <w:rsid w:val="00267972"/>
    <w:rsid w:val="00270A30"/>
    <w:rsid w:val="00270A4E"/>
    <w:rsid w:val="00270BFB"/>
    <w:rsid w:val="00271A78"/>
    <w:rsid w:val="00271AA5"/>
    <w:rsid w:val="00273E47"/>
    <w:rsid w:val="00274260"/>
    <w:rsid w:val="00274A1A"/>
    <w:rsid w:val="00275083"/>
    <w:rsid w:val="002754A0"/>
    <w:rsid w:val="00275869"/>
    <w:rsid w:val="00280501"/>
    <w:rsid w:val="00281658"/>
    <w:rsid w:val="00281B5A"/>
    <w:rsid w:val="00283CEE"/>
    <w:rsid w:val="00284DFE"/>
    <w:rsid w:val="002853B5"/>
    <w:rsid w:val="00286A9F"/>
    <w:rsid w:val="00286BE0"/>
    <w:rsid w:val="00287982"/>
    <w:rsid w:val="0029070A"/>
    <w:rsid w:val="00291FA4"/>
    <w:rsid w:val="002926FA"/>
    <w:rsid w:val="00292EDD"/>
    <w:rsid w:val="00293145"/>
    <w:rsid w:val="002946BA"/>
    <w:rsid w:val="00294F81"/>
    <w:rsid w:val="00295F31"/>
    <w:rsid w:val="0029658E"/>
    <w:rsid w:val="002968E6"/>
    <w:rsid w:val="002972B0"/>
    <w:rsid w:val="0029741E"/>
    <w:rsid w:val="00297AFF"/>
    <w:rsid w:val="002A05A0"/>
    <w:rsid w:val="002A1770"/>
    <w:rsid w:val="002A1D14"/>
    <w:rsid w:val="002A3DDA"/>
    <w:rsid w:val="002A4518"/>
    <w:rsid w:val="002A558C"/>
    <w:rsid w:val="002A5EAB"/>
    <w:rsid w:val="002A7DA9"/>
    <w:rsid w:val="002B080A"/>
    <w:rsid w:val="002B0DA1"/>
    <w:rsid w:val="002B1FA2"/>
    <w:rsid w:val="002B3EFB"/>
    <w:rsid w:val="002B43E5"/>
    <w:rsid w:val="002B49F6"/>
    <w:rsid w:val="002B56C6"/>
    <w:rsid w:val="002B63E2"/>
    <w:rsid w:val="002B7636"/>
    <w:rsid w:val="002B77B2"/>
    <w:rsid w:val="002B78B7"/>
    <w:rsid w:val="002B7CF2"/>
    <w:rsid w:val="002C08BA"/>
    <w:rsid w:val="002C08D8"/>
    <w:rsid w:val="002C1CD4"/>
    <w:rsid w:val="002C2067"/>
    <w:rsid w:val="002C24AF"/>
    <w:rsid w:val="002C3892"/>
    <w:rsid w:val="002C3904"/>
    <w:rsid w:val="002C458A"/>
    <w:rsid w:val="002C4F51"/>
    <w:rsid w:val="002C4F5E"/>
    <w:rsid w:val="002C52EC"/>
    <w:rsid w:val="002C54E7"/>
    <w:rsid w:val="002C60DC"/>
    <w:rsid w:val="002C62A3"/>
    <w:rsid w:val="002C6C37"/>
    <w:rsid w:val="002D11A5"/>
    <w:rsid w:val="002D1B2E"/>
    <w:rsid w:val="002D33B6"/>
    <w:rsid w:val="002D33D4"/>
    <w:rsid w:val="002D4B03"/>
    <w:rsid w:val="002D4F18"/>
    <w:rsid w:val="002D5445"/>
    <w:rsid w:val="002D614D"/>
    <w:rsid w:val="002D61D9"/>
    <w:rsid w:val="002D71FC"/>
    <w:rsid w:val="002D780C"/>
    <w:rsid w:val="002D79EA"/>
    <w:rsid w:val="002D7F0E"/>
    <w:rsid w:val="002D7F82"/>
    <w:rsid w:val="002E083A"/>
    <w:rsid w:val="002E2A51"/>
    <w:rsid w:val="002E5176"/>
    <w:rsid w:val="002F00B1"/>
    <w:rsid w:val="002F011E"/>
    <w:rsid w:val="002F04F2"/>
    <w:rsid w:val="002F0917"/>
    <w:rsid w:val="002F3B34"/>
    <w:rsid w:val="002F3C91"/>
    <w:rsid w:val="002F3E52"/>
    <w:rsid w:val="002F5DB7"/>
    <w:rsid w:val="00300FB8"/>
    <w:rsid w:val="00301346"/>
    <w:rsid w:val="0030194D"/>
    <w:rsid w:val="003036D1"/>
    <w:rsid w:val="00304554"/>
    <w:rsid w:val="00304624"/>
    <w:rsid w:val="00304C87"/>
    <w:rsid w:val="00304D05"/>
    <w:rsid w:val="00305456"/>
    <w:rsid w:val="00305D4E"/>
    <w:rsid w:val="003066E3"/>
    <w:rsid w:val="003067E9"/>
    <w:rsid w:val="003075D0"/>
    <w:rsid w:val="00307770"/>
    <w:rsid w:val="00307E63"/>
    <w:rsid w:val="00310B90"/>
    <w:rsid w:val="003134F5"/>
    <w:rsid w:val="0031398B"/>
    <w:rsid w:val="00313FA9"/>
    <w:rsid w:val="00314512"/>
    <w:rsid w:val="0031479C"/>
    <w:rsid w:val="0031686B"/>
    <w:rsid w:val="00316A1D"/>
    <w:rsid w:val="00316B84"/>
    <w:rsid w:val="00317129"/>
    <w:rsid w:val="003175AC"/>
    <w:rsid w:val="003176F2"/>
    <w:rsid w:val="00317BE8"/>
    <w:rsid w:val="00317D50"/>
    <w:rsid w:val="00317F0A"/>
    <w:rsid w:val="003202BD"/>
    <w:rsid w:val="0032241A"/>
    <w:rsid w:val="0032306E"/>
    <w:rsid w:val="0032338B"/>
    <w:rsid w:val="003251C7"/>
    <w:rsid w:val="0032635A"/>
    <w:rsid w:val="003268B6"/>
    <w:rsid w:val="00326A70"/>
    <w:rsid w:val="003272AC"/>
    <w:rsid w:val="00327EA0"/>
    <w:rsid w:val="0033169C"/>
    <w:rsid w:val="00332405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902"/>
    <w:rsid w:val="00337D2E"/>
    <w:rsid w:val="003400E7"/>
    <w:rsid w:val="003424EE"/>
    <w:rsid w:val="003428D9"/>
    <w:rsid w:val="00343D2B"/>
    <w:rsid w:val="003448FB"/>
    <w:rsid w:val="00344B60"/>
    <w:rsid w:val="00344D47"/>
    <w:rsid w:val="00345BE5"/>
    <w:rsid w:val="003465DE"/>
    <w:rsid w:val="00346C41"/>
    <w:rsid w:val="00346D37"/>
    <w:rsid w:val="00347411"/>
    <w:rsid w:val="00350296"/>
    <w:rsid w:val="00351DA2"/>
    <w:rsid w:val="00352913"/>
    <w:rsid w:val="00352CE1"/>
    <w:rsid w:val="00352E02"/>
    <w:rsid w:val="00352ED6"/>
    <w:rsid w:val="00353809"/>
    <w:rsid w:val="003540E5"/>
    <w:rsid w:val="0035427C"/>
    <w:rsid w:val="00354999"/>
    <w:rsid w:val="00355B3A"/>
    <w:rsid w:val="00356759"/>
    <w:rsid w:val="00357512"/>
    <w:rsid w:val="00361343"/>
    <w:rsid w:val="00361737"/>
    <w:rsid w:val="00361827"/>
    <w:rsid w:val="003627A0"/>
    <w:rsid w:val="003640AA"/>
    <w:rsid w:val="00364224"/>
    <w:rsid w:val="00364254"/>
    <w:rsid w:val="0036624B"/>
    <w:rsid w:val="00366FBE"/>
    <w:rsid w:val="00366FD0"/>
    <w:rsid w:val="0037000B"/>
    <w:rsid w:val="003722E5"/>
    <w:rsid w:val="00372912"/>
    <w:rsid w:val="0037545A"/>
    <w:rsid w:val="00376033"/>
    <w:rsid w:val="00376100"/>
    <w:rsid w:val="00376611"/>
    <w:rsid w:val="00380138"/>
    <w:rsid w:val="00380A9B"/>
    <w:rsid w:val="00381591"/>
    <w:rsid w:val="0038180C"/>
    <w:rsid w:val="0038199E"/>
    <w:rsid w:val="003821BA"/>
    <w:rsid w:val="0038255A"/>
    <w:rsid w:val="00382E03"/>
    <w:rsid w:val="003836CE"/>
    <w:rsid w:val="00384844"/>
    <w:rsid w:val="00384E79"/>
    <w:rsid w:val="0038518E"/>
    <w:rsid w:val="003853C8"/>
    <w:rsid w:val="003859E5"/>
    <w:rsid w:val="00386A14"/>
    <w:rsid w:val="00386C35"/>
    <w:rsid w:val="00387037"/>
    <w:rsid w:val="00387EC5"/>
    <w:rsid w:val="003901D0"/>
    <w:rsid w:val="00390E5E"/>
    <w:rsid w:val="00391915"/>
    <w:rsid w:val="00391DEC"/>
    <w:rsid w:val="00392B00"/>
    <w:rsid w:val="00393E87"/>
    <w:rsid w:val="00394C84"/>
    <w:rsid w:val="0039681B"/>
    <w:rsid w:val="003971C8"/>
    <w:rsid w:val="00397267"/>
    <w:rsid w:val="003978C0"/>
    <w:rsid w:val="003A00E6"/>
    <w:rsid w:val="003A1A3F"/>
    <w:rsid w:val="003A31BF"/>
    <w:rsid w:val="003A41F9"/>
    <w:rsid w:val="003A5812"/>
    <w:rsid w:val="003A6091"/>
    <w:rsid w:val="003A6C94"/>
    <w:rsid w:val="003A7A72"/>
    <w:rsid w:val="003B0F51"/>
    <w:rsid w:val="003B0F9E"/>
    <w:rsid w:val="003B13E1"/>
    <w:rsid w:val="003B2AD6"/>
    <w:rsid w:val="003B2D3D"/>
    <w:rsid w:val="003B351A"/>
    <w:rsid w:val="003B3689"/>
    <w:rsid w:val="003B380F"/>
    <w:rsid w:val="003B4B2B"/>
    <w:rsid w:val="003B58E2"/>
    <w:rsid w:val="003B5FD2"/>
    <w:rsid w:val="003B7245"/>
    <w:rsid w:val="003B777E"/>
    <w:rsid w:val="003B7B69"/>
    <w:rsid w:val="003B7D0C"/>
    <w:rsid w:val="003C10DF"/>
    <w:rsid w:val="003C2799"/>
    <w:rsid w:val="003C3B00"/>
    <w:rsid w:val="003C4A03"/>
    <w:rsid w:val="003C4E66"/>
    <w:rsid w:val="003C5DAF"/>
    <w:rsid w:val="003C6374"/>
    <w:rsid w:val="003C6431"/>
    <w:rsid w:val="003C650E"/>
    <w:rsid w:val="003C6C09"/>
    <w:rsid w:val="003C7B43"/>
    <w:rsid w:val="003D080B"/>
    <w:rsid w:val="003D0B28"/>
    <w:rsid w:val="003D210A"/>
    <w:rsid w:val="003D3B55"/>
    <w:rsid w:val="003D3C6A"/>
    <w:rsid w:val="003D44E0"/>
    <w:rsid w:val="003D4E25"/>
    <w:rsid w:val="003D6B4D"/>
    <w:rsid w:val="003D7FC6"/>
    <w:rsid w:val="003E050A"/>
    <w:rsid w:val="003E0687"/>
    <w:rsid w:val="003E1072"/>
    <w:rsid w:val="003E112F"/>
    <w:rsid w:val="003E211B"/>
    <w:rsid w:val="003E43C1"/>
    <w:rsid w:val="003E5444"/>
    <w:rsid w:val="003E5D6B"/>
    <w:rsid w:val="003E5DBC"/>
    <w:rsid w:val="003E6851"/>
    <w:rsid w:val="003E77E5"/>
    <w:rsid w:val="003E7E68"/>
    <w:rsid w:val="003F0BD5"/>
    <w:rsid w:val="003F1A0B"/>
    <w:rsid w:val="003F2BAD"/>
    <w:rsid w:val="003F3D37"/>
    <w:rsid w:val="003F40E1"/>
    <w:rsid w:val="003F440D"/>
    <w:rsid w:val="003F4EE2"/>
    <w:rsid w:val="003F7EFE"/>
    <w:rsid w:val="004018EA"/>
    <w:rsid w:val="004019BC"/>
    <w:rsid w:val="00402EA4"/>
    <w:rsid w:val="00403BA6"/>
    <w:rsid w:val="00403EDE"/>
    <w:rsid w:val="004041B7"/>
    <w:rsid w:val="00404FAB"/>
    <w:rsid w:val="00405F6F"/>
    <w:rsid w:val="00406728"/>
    <w:rsid w:val="0041168D"/>
    <w:rsid w:val="0041287A"/>
    <w:rsid w:val="00414EDA"/>
    <w:rsid w:val="00415249"/>
    <w:rsid w:val="00415BE3"/>
    <w:rsid w:val="0041744F"/>
    <w:rsid w:val="00420694"/>
    <w:rsid w:val="00420D05"/>
    <w:rsid w:val="004214EF"/>
    <w:rsid w:val="00421B78"/>
    <w:rsid w:val="00421BEE"/>
    <w:rsid w:val="00423163"/>
    <w:rsid w:val="0042320B"/>
    <w:rsid w:val="0042433D"/>
    <w:rsid w:val="00424EEF"/>
    <w:rsid w:val="00425576"/>
    <w:rsid w:val="0042602D"/>
    <w:rsid w:val="0043001C"/>
    <w:rsid w:val="00431085"/>
    <w:rsid w:val="0043267F"/>
    <w:rsid w:val="00434058"/>
    <w:rsid w:val="00434713"/>
    <w:rsid w:val="00434D8A"/>
    <w:rsid w:val="00435497"/>
    <w:rsid w:val="00435554"/>
    <w:rsid w:val="00435750"/>
    <w:rsid w:val="00435D70"/>
    <w:rsid w:val="004366C0"/>
    <w:rsid w:val="00437A8A"/>
    <w:rsid w:val="00437AD6"/>
    <w:rsid w:val="00437BD2"/>
    <w:rsid w:val="00437BFE"/>
    <w:rsid w:val="00437F09"/>
    <w:rsid w:val="004401B7"/>
    <w:rsid w:val="004402A5"/>
    <w:rsid w:val="00440C0F"/>
    <w:rsid w:val="0044147F"/>
    <w:rsid w:val="00441516"/>
    <w:rsid w:val="00441EE5"/>
    <w:rsid w:val="004421FE"/>
    <w:rsid w:val="00442777"/>
    <w:rsid w:val="00442F42"/>
    <w:rsid w:val="00443295"/>
    <w:rsid w:val="00444ABF"/>
    <w:rsid w:val="00446DAE"/>
    <w:rsid w:val="004501E7"/>
    <w:rsid w:val="00450642"/>
    <w:rsid w:val="004511FB"/>
    <w:rsid w:val="004514CC"/>
    <w:rsid w:val="00452659"/>
    <w:rsid w:val="00452CB9"/>
    <w:rsid w:val="00452CC0"/>
    <w:rsid w:val="00453337"/>
    <w:rsid w:val="004538F4"/>
    <w:rsid w:val="00453D80"/>
    <w:rsid w:val="0045478F"/>
    <w:rsid w:val="00454C46"/>
    <w:rsid w:val="00454F0A"/>
    <w:rsid w:val="0045512D"/>
    <w:rsid w:val="00456426"/>
    <w:rsid w:val="00456832"/>
    <w:rsid w:val="00456CEC"/>
    <w:rsid w:val="00457320"/>
    <w:rsid w:val="004618B3"/>
    <w:rsid w:val="004623EC"/>
    <w:rsid w:val="004634C3"/>
    <w:rsid w:val="0046375C"/>
    <w:rsid w:val="0046432B"/>
    <w:rsid w:val="004655F1"/>
    <w:rsid w:val="0046583A"/>
    <w:rsid w:val="004658F8"/>
    <w:rsid w:val="00466299"/>
    <w:rsid w:val="00466641"/>
    <w:rsid w:val="004667D0"/>
    <w:rsid w:val="0046683D"/>
    <w:rsid w:val="00467A71"/>
    <w:rsid w:val="00467C14"/>
    <w:rsid w:val="00470975"/>
    <w:rsid w:val="00470AD2"/>
    <w:rsid w:val="00472283"/>
    <w:rsid w:val="004729DD"/>
    <w:rsid w:val="00473DE1"/>
    <w:rsid w:val="0047468D"/>
    <w:rsid w:val="00475A15"/>
    <w:rsid w:val="0047653C"/>
    <w:rsid w:val="00476FD8"/>
    <w:rsid w:val="00477196"/>
    <w:rsid w:val="0047756E"/>
    <w:rsid w:val="00477920"/>
    <w:rsid w:val="00480224"/>
    <w:rsid w:val="004802BB"/>
    <w:rsid w:val="00480373"/>
    <w:rsid w:val="004809C7"/>
    <w:rsid w:val="00481C6E"/>
    <w:rsid w:val="00482760"/>
    <w:rsid w:val="00482AFF"/>
    <w:rsid w:val="00483371"/>
    <w:rsid w:val="00483C9B"/>
    <w:rsid w:val="00490323"/>
    <w:rsid w:val="0049062C"/>
    <w:rsid w:val="004907E0"/>
    <w:rsid w:val="00490DD3"/>
    <w:rsid w:val="00490EA4"/>
    <w:rsid w:val="00491A95"/>
    <w:rsid w:val="00491D59"/>
    <w:rsid w:val="0049238C"/>
    <w:rsid w:val="00494C9C"/>
    <w:rsid w:val="00495833"/>
    <w:rsid w:val="004958C1"/>
    <w:rsid w:val="0049624B"/>
    <w:rsid w:val="00496648"/>
    <w:rsid w:val="004968F5"/>
    <w:rsid w:val="00496C00"/>
    <w:rsid w:val="0049703F"/>
    <w:rsid w:val="004973BA"/>
    <w:rsid w:val="0049751D"/>
    <w:rsid w:val="004A08D3"/>
    <w:rsid w:val="004A09A6"/>
    <w:rsid w:val="004A242C"/>
    <w:rsid w:val="004A3287"/>
    <w:rsid w:val="004A3E96"/>
    <w:rsid w:val="004A419E"/>
    <w:rsid w:val="004A4780"/>
    <w:rsid w:val="004A4C38"/>
    <w:rsid w:val="004A4F7D"/>
    <w:rsid w:val="004A6570"/>
    <w:rsid w:val="004A6ADD"/>
    <w:rsid w:val="004A6BE8"/>
    <w:rsid w:val="004A7AE3"/>
    <w:rsid w:val="004B0963"/>
    <w:rsid w:val="004B314A"/>
    <w:rsid w:val="004B38CA"/>
    <w:rsid w:val="004B4754"/>
    <w:rsid w:val="004B489F"/>
    <w:rsid w:val="004B6972"/>
    <w:rsid w:val="004B75EB"/>
    <w:rsid w:val="004C0701"/>
    <w:rsid w:val="004C0D80"/>
    <w:rsid w:val="004C13DE"/>
    <w:rsid w:val="004C1967"/>
    <w:rsid w:val="004C1FB3"/>
    <w:rsid w:val="004C3001"/>
    <w:rsid w:val="004C3122"/>
    <w:rsid w:val="004C3126"/>
    <w:rsid w:val="004C3665"/>
    <w:rsid w:val="004C40C7"/>
    <w:rsid w:val="004C5011"/>
    <w:rsid w:val="004C51C3"/>
    <w:rsid w:val="004C5789"/>
    <w:rsid w:val="004C5A28"/>
    <w:rsid w:val="004C5EDA"/>
    <w:rsid w:val="004C6EEF"/>
    <w:rsid w:val="004C7CF3"/>
    <w:rsid w:val="004D0118"/>
    <w:rsid w:val="004D06FC"/>
    <w:rsid w:val="004D1620"/>
    <w:rsid w:val="004D169F"/>
    <w:rsid w:val="004D1F4C"/>
    <w:rsid w:val="004D318D"/>
    <w:rsid w:val="004D31A6"/>
    <w:rsid w:val="004D351F"/>
    <w:rsid w:val="004D355F"/>
    <w:rsid w:val="004D4AC9"/>
    <w:rsid w:val="004D4D81"/>
    <w:rsid w:val="004D4E27"/>
    <w:rsid w:val="004D522C"/>
    <w:rsid w:val="004D6B0C"/>
    <w:rsid w:val="004D703D"/>
    <w:rsid w:val="004E0C33"/>
    <w:rsid w:val="004E29F1"/>
    <w:rsid w:val="004E3AB1"/>
    <w:rsid w:val="004E4348"/>
    <w:rsid w:val="004E4B27"/>
    <w:rsid w:val="004E6996"/>
    <w:rsid w:val="004E7070"/>
    <w:rsid w:val="004E7DA9"/>
    <w:rsid w:val="004F03FA"/>
    <w:rsid w:val="004F0BF0"/>
    <w:rsid w:val="004F1E5C"/>
    <w:rsid w:val="004F1FA2"/>
    <w:rsid w:val="004F285F"/>
    <w:rsid w:val="004F41D5"/>
    <w:rsid w:val="004F4D87"/>
    <w:rsid w:val="004F506E"/>
    <w:rsid w:val="004F559F"/>
    <w:rsid w:val="004F764E"/>
    <w:rsid w:val="004F7767"/>
    <w:rsid w:val="00500647"/>
    <w:rsid w:val="005009F2"/>
    <w:rsid w:val="0050144E"/>
    <w:rsid w:val="00501458"/>
    <w:rsid w:val="00502B6D"/>
    <w:rsid w:val="005039D1"/>
    <w:rsid w:val="00503CAB"/>
    <w:rsid w:val="00504BE7"/>
    <w:rsid w:val="00505001"/>
    <w:rsid w:val="00505132"/>
    <w:rsid w:val="0050540B"/>
    <w:rsid w:val="005054B7"/>
    <w:rsid w:val="005107FF"/>
    <w:rsid w:val="00510D4B"/>
    <w:rsid w:val="0051100F"/>
    <w:rsid w:val="00511AAE"/>
    <w:rsid w:val="00511FA0"/>
    <w:rsid w:val="00512212"/>
    <w:rsid w:val="00512BCD"/>
    <w:rsid w:val="005145CC"/>
    <w:rsid w:val="0051479F"/>
    <w:rsid w:val="005157CE"/>
    <w:rsid w:val="00515B44"/>
    <w:rsid w:val="00520ACD"/>
    <w:rsid w:val="00520D23"/>
    <w:rsid w:val="005220BA"/>
    <w:rsid w:val="00522B5C"/>
    <w:rsid w:val="0052518F"/>
    <w:rsid w:val="005255D9"/>
    <w:rsid w:val="005256AC"/>
    <w:rsid w:val="00525C66"/>
    <w:rsid w:val="00526F52"/>
    <w:rsid w:val="00527A08"/>
    <w:rsid w:val="00530986"/>
    <w:rsid w:val="00530B16"/>
    <w:rsid w:val="00530EE3"/>
    <w:rsid w:val="005311C8"/>
    <w:rsid w:val="00531728"/>
    <w:rsid w:val="00532557"/>
    <w:rsid w:val="00532BE3"/>
    <w:rsid w:val="00533518"/>
    <w:rsid w:val="00534206"/>
    <w:rsid w:val="00534770"/>
    <w:rsid w:val="00534831"/>
    <w:rsid w:val="00534E0F"/>
    <w:rsid w:val="005356CE"/>
    <w:rsid w:val="00537BCB"/>
    <w:rsid w:val="005409D4"/>
    <w:rsid w:val="005414B0"/>
    <w:rsid w:val="00541B3B"/>
    <w:rsid w:val="00541D66"/>
    <w:rsid w:val="00542877"/>
    <w:rsid w:val="00542ABA"/>
    <w:rsid w:val="00543365"/>
    <w:rsid w:val="005433B0"/>
    <w:rsid w:val="00543BA1"/>
    <w:rsid w:val="00545007"/>
    <w:rsid w:val="005458EE"/>
    <w:rsid w:val="00545993"/>
    <w:rsid w:val="00547037"/>
    <w:rsid w:val="00547F09"/>
    <w:rsid w:val="00550826"/>
    <w:rsid w:val="00551115"/>
    <w:rsid w:val="00551145"/>
    <w:rsid w:val="00552522"/>
    <w:rsid w:val="00552DD2"/>
    <w:rsid w:val="00553CE8"/>
    <w:rsid w:val="00553D62"/>
    <w:rsid w:val="005546D1"/>
    <w:rsid w:val="0055489E"/>
    <w:rsid w:val="005551D3"/>
    <w:rsid w:val="00555CA5"/>
    <w:rsid w:val="0055733D"/>
    <w:rsid w:val="0055756C"/>
    <w:rsid w:val="0056039E"/>
    <w:rsid w:val="00560552"/>
    <w:rsid w:val="00560710"/>
    <w:rsid w:val="00560D26"/>
    <w:rsid w:val="0056263F"/>
    <w:rsid w:val="005641C0"/>
    <w:rsid w:val="00565D51"/>
    <w:rsid w:val="00565FBA"/>
    <w:rsid w:val="005668AA"/>
    <w:rsid w:val="00566BAC"/>
    <w:rsid w:val="00566C52"/>
    <w:rsid w:val="005678F4"/>
    <w:rsid w:val="005702B8"/>
    <w:rsid w:val="0057042E"/>
    <w:rsid w:val="00572B16"/>
    <w:rsid w:val="00573246"/>
    <w:rsid w:val="005736BB"/>
    <w:rsid w:val="005739BC"/>
    <w:rsid w:val="005739F4"/>
    <w:rsid w:val="00573A1E"/>
    <w:rsid w:val="00573D69"/>
    <w:rsid w:val="00573FE3"/>
    <w:rsid w:val="00574150"/>
    <w:rsid w:val="005741B8"/>
    <w:rsid w:val="005758E9"/>
    <w:rsid w:val="005760C9"/>
    <w:rsid w:val="005772E7"/>
    <w:rsid w:val="00580287"/>
    <w:rsid w:val="0058041D"/>
    <w:rsid w:val="00582315"/>
    <w:rsid w:val="0058289D"/>
    <w:rsid w:val="005833E1"/>
    <w:rsid w:val="00583A15"/>
    <w:rsid w:val="00583CE7"/>
    <w:rsid w:val="00583F80"/>
    <w:rsid w:val="00584F09"/>
    <w:rsid w:val="005852C7"/>
    <w:rsid w:val="00585AA5"/>
    <w:rsid w:val="005868E0"/>
    <w:rsid w:val="00586937"/>
    <w:rsid w:val="00587A5E"/>
    <w:rsid w:val="00587CBE"/>
    <w:rsid w:val="00590110"/>
    <w:rsid w:val="005913FB"/>
    <w:rsid w:val="005920DD"/>
    <w:rsid w:val="00592782"/>
    <w:rsid w:val="0059310E"/>
    <w:rsid w:val="00593EF6"/>
    <w:rsid w:val="005948F3"/>
    <w:rsid w:val="005953AF"/>
    <w:rsid w:val="005958E5"/>
    <w:rsid w:val="00596501"/>
    <w:rsid w:val="005A0CFA"/>
    <w:rsid w:val="005A1374"/>
    <w:rsid w:val="005A1788"/>
    <w:rsid w:val="005A2741"/>
    <w:rsid w:val="005A29C5"/>
    <w:rsid w:val="005A34D8"/>
    <w:rsid w:val="005A4186"/>
    <w:rsid w:val="005A4B6D"/>
    <w:rsid w:val="005A4FBC"/>
    <w:rsid w:val="005A58AA"/>
    <w:rsid w:val="005A5E64"/>
    <w:rsid w:val="005B01A4"/>
    <w:rsid w:val="005B0420"/>
    <w:rsid w:val="005B072D"/>
    <w:rsid w:val="005B093F"/>
    <w:rsid w:val="005B14DD"/>
    <w:rsid w:val="005B1AB4"/>
    <w:rsid w:val="005B28A1"/>
    <w:rsid w:val="005B30C5"/>
    <w:rsid w:val="005B3276"/>
    <w:rsid w:val="005B327F"/>
    <w:rsid w:val="005B386C"/>
    <w:rsid w:val="005B4312"/>
    <w:rsid w:val="005B4331"/>
    <w:rsid w:val="005B4423"/>
    <w:rsid w:val="005B4B88"/>
    <w:rsid w:val="005B52E5"/>
    <w:rsid w:val="005B6344"/>
    <w:rsid w:val="005B6535"/>
    <w:rsid w:val="005B6C1E"/>
    <w:rsid w:val="005C0D45"/>
    <w:rsid w:val="005C1A4E"/>
    <w:rsid w:val="005C2E1B"/>
    <w:rsid w:val="005C49E1"/>
    <w:rsid w:val="005C6120"/>
    <w:rsid w:val="005C736A"/>
    <w:rsid w:val="005C7D53"/>
    <w:rsid w:val="005D03EF"/>
    <w:rsid w:val="005D1FFF"/>
    <w:rsid w:val="005D3A98"/>
    <w:rsid w:val="005D4DA7"/>
    <w:rsid w:val="005D5272"/>
    <w:rsid w:val="005D5E24"/>
    <w:rsid w:val="005D5FF6"/>
    <w:rsid w:val="005D669E"/>
    <w:rsid w:val="005D6B75"/>
    <w:rsid w:val="005D7ED9"/>
    <w:rsid w:val="005E000C"/>
    <w:rsid w:val="005E0A2F"/>
    <w:rsid w:val="005E0FB0"/>
    <w:rsid w:val="005E19CB"/>
    <w:rsid w:val="005E1CB5"/>
    <w:rsid w:val="005E1CFA"/>
    <w:rsid w:val="005E34BA"/>
    <w:rsid w:val="005E41CB"/>
    <w:rsid w:val="005E4C57"/>
    <w:rsid w:val="005E5313"/>
    <w:rsid w:val="005E6773"/>
    <w:rsid w:val="005E6FEB"/>
    <w:rsid w:val="005E7681"/>
    <w:rsid w:val="005F0CAB"/>
    <w:rsid w:val="005F52F3"/>
    <w:rsid w:val="005F555D"/>
    <w:rsid w:val="005F5E6F"/>
    <w:rsid w:val="005F5F3E"/>
    <w:rsid w:val="005F6B28"/>
    <w:rsid w:val="005F6DD0"/>
    <w:rsid w:val="005F7B6D"/>
    <w:rsid w:val="00602D2D"/>
    <w:rsid w:val="00603B2C"/>
    <w:rsid w:val="00603E94"/>
    <w:rsid w:val="006044D7"/>
    <w:rsid w:val="00604965"/>
    <w:rsid w:val="00605C21"/>
    <w:rsid w:val="00606F75"/>
    <w:rsid w:val="006078A2"/>
    <w:rsid w:val="00607E9B"/>
    <w:rsid w:val="00607F05"/>
    <w:rsid w:val="00610CE9"/>
    <w:rsid w:val="00610EC8"/>
    <w:rsid w:val="006118EA"/>
    <w:rsid w:val="00611F17"/>
    <w:rsid w:val="006132BE"/>
    <w:rsid w:val="006137DC"/>
    <w:rsid w:val="00613E1B"/>
    <w:rsid w:val="0061430B"/>
    <w:rsid w:val="00614BB2"/>
    <w:rsid w:val="00615143"/>
    <w:rsid w:val="00615D86"/>
    <w:rsid w:val="0062066D"/>
    <w:rsid w:val="00620B3E"/>
    <w:rsid w:val="0062215E"/>
    <w:rsid w:val="006235B3"/>
    <w:rsid w:val="00624092"/>
    <w:rsid w:val="00624951"/>
    <w:rsid w:val="006256FD"/>
    <w:rsid w:val="00625715"/>
    <w:rsid w:val="00626835"/>
    <w:rsid w:val="006279F2"/>
    <w:rsid w:val="006321D7"/>
    <w:rsid w:val="00633257"/>
    <w:rsid w:val="006335A6"/>
    <w:rsid w:val="0063382F"/>
    <w:rsid w:val="00634159"/>
    <w:rsid w:val="0063512B"/>
    <w:rsid w:val="00635EE8"/>
    <w:rsid w:val="006369FE"/>
    <w:rsid w:val="00637E98"/>
    <w:rsid w:val="006410E2"/>
    <w:rsid w:val="006416D2"/>
    <w:rsid w:val="0064171D"/>
    <w:rsid w:val="0064191C"/>
    <w:rsid w:val="00641C0C"/>
    <w:rsid w:val="006425F5"/>
    <w:rsid w:val="006426E7"/>
    <w:rsid w:val="006427EE"/>
    <w:rsid w:val="00642C51"/>
    <w:rsid w:val="00643533"/>
    <w:rsid w:val="00643947"/>
    <w:rsid w:val="00645142"/>
    <w:rsid w:val="0064563E"/>
    <w:rsid w:val="006462CF"/>
    <w:rsid w:val="0064657A"/>
    <w:rsid w:val="00647448"/>
    <w:rsid w:val="00650EB1"/>
    <w:rsid w:val="00651466"/>
    <w:rsid w:val="00651505"/>
    <w:rsid w:val="00652CCC"/>
    <w:rsid w:val="00653144"/>
    <w:rsid w:val="00654080"/>
    <w:rsid w:val="00654314"/>
    <w:rsid w:val="00656983"/>
    <w:rsid w:val="00656F69"/>
    <w:rsid w:val="00657C1F"/>
    <w:rsid w:val="006619BD"/>
    <w:rsid w:val="00661FDA"/>
    <w:rsid w:val="006621C8"/>
    <w:rsid w:val="0066286A"/>
    <w:rsid w:val="006637C6"/>
    <w:rsid w:val="006637D5"/>
    <w:rsid w:val="00663D77"/>
    <w:rsid w:val="006658B3"/>
    <w:rsid w:val="00665AD7"/>
    <w:rsid w:val="00665D9D"/>
    <w:rsid w:val="00665E1C"/>
    <w:rsid w:val="006668E7"/>
    <w:rsid w:val="00666ABD"/>
    <w:rsid w:val="0066719D"/>
    <w:rsid w:val="00667D27"/>
    <w:rsid w:val="006702EE"/>
    <w:rsid w:val="00670D71"/>
    <w:rsid w:val="0067114F"/>
    <w:rsid w:val="0067143A"/>
    <w:rsid w:val="00671F79"/>
    <w:rsid w:val="006723FD"/>
    <w:rsid w:val="00672500"/>
    <w:rsid w:val="00672B3A"/>
    <w:rsid w:val="00672EE8"/>
    <w:rsid w:val="00672F96"/>
    <w:rsid w:val="00673298"/>
    <w:rsid w:val="00673544"/>
    <w:rsid w:val="006737CC"/>
    <w:rsid w:val="00673F45"/>
    <w:rsid w:val="00674C27"/>
    <w:rsid w:val="00675D19"/>
    <w:rsid w:val="0067693F"/>
    <w:rsid w:val="00677009"/>
    <w:rsid w:val="0067721B"/>
    <w:rsid w:val="00677F0A"/>
    <w:rsid w:val="00677F23"/>
    <w:rsid w:val="00680670"/>
    <w:rsid w:val="006806EA"/>
    <w:rsid w:val="00680F7F"/>
    <w:rsid w:val="006817BE"/>
    <w:rsid w:val="00681A19"/>
    <w:rsid w:val="00681E7E"/>
    <w:rsid w:val="00683208"/>
    <w:rsid w:val="006832B7"/>
    <w:rsid w:val="0068395E"/>
    <w:rsid w:val="00684536"/>
    <w:rsid w:val="0068476E"/>
    <w:rsid w:val="00685391"/>
    <w:rsid w:val="006856FC"/>
    <w:rsid w:val="00685A64"/>
    <w:rsid w:val="00685C6D"/>
    <w:rsid w:val="00685E6A"/>
    <w:rsid w:val="0068649D"/>
    <w:rsid w:val="006867E3"/>
    <w:rsid w:val="006871A9"/>
    <w:rsid w:val="00687D71"/>
    <w:rsid w:val="0069088D"/>
    <w:rsid w:val="00691DC2"/>
    <w:rsid w:val="00693F96"/>
    <w:rsid w:val="00694D87"/>
    <w:rsid w:val="00695071"/>
    <w:rsid w:val="00695E92"/>
    <w:rsid w:val="00696142"/>
    <w:rsid w:val="00697CDF"/>
    <w:rsid w:val="006A0B0D"/>
    <w:rsid w:val="006A0DC8"/>
    <w:rsid w:val="006A0FD4"/>
    <w:rsid w:val="006A17FC"/>
    <w:rsid w:val="006A20EB"/>
    <w:rsid w:val="006A2B18"/>
    <w:rsid w:val="006A333A"/>
    <w:rsid w:val="006A43A2"/>
    <w:rsid w:val="006A5713"/>
    <w:rsid w:val="006A6FCC"/>
    <w:rsid w:val="006B0EA2"/>
    <w:rsid w:val="006B2327"/>
    <w:rsid w:val="006B25C4"/>
    <w:rsid w:val="006B2EE1"/>
    <w:rsid w:val="006B40FF"/>
    <w:rsid w:val="006B470A"/>
    <w:rsid w:val="006B6179"/>
    <w:rsid w:val="006B7723"/>
    <w:rsid w:val="006C02D4"/>
    <w:rsid w:val="006C181E"/>
    <w:rsid w:val="006C2037"/>
    <w:rsid w:val="006C4BC9"/>
    <w:rsid w:val="006C6162"/>
    <w:rsid w:val="006C6208"/>
    <w:rsid w:val="006C70C0"/>
    <w:rsid w:val="006D022B"/>
    <w:rsid w:val="006D08D3"/>
    <w:rsid w:val="006D1194"/>
    <w:rsid w:val="006D1B4F"/>
    <w:rsid w:val="006D2631"/>
    <w:rsid w:val="006D33B2"/>
    <w:rsid w:val="006D4214"/>
    <w:rsid w:val="006D5EB1"/>
    <w:rsid w:val="006D5FB8"/>
    <w:rsid w:val="006D61DF"/>
    <w:rsid w:val="006D7420"/>
    <w:rsid w:val="006D79CF"/>
    <w:rsid w:val="006E029A"/>
    <w:rsid w:val="006E0DD5"/>
    <w:rsid w:val="006E1595"/>
    <w:rsid w:val="006E1A3B"/>
    <w:rsid w:val="006E1C1B"/>
    <w:rsid w:val="006E2036"/>
    <w:rsid w:val="006E27CB"/>
    <w:rsid w:val="006E3C92"/>
    <w:rsid w:val="006E4112"/>
    <w:rsid w:val="006E42AB"/>
    <w:rsid w:val="006E4E4C"/>
    <w:rsid w:val="006E5651"/>
    <w:rsid w:val="006E57A0"/>
    <w:rsid w:val="006E6F11"/>
    <w:rsid w:val="006F2E24"/>
    <w:rsid w:val="006F2F3F"/>
    <w:rsid w:val="006F3C11"/>
    <w:rsid w:val="006F432E"/>
    <w:rsid w:val="006F6D6B"/>
    <w:rsid w:val="006F6E65"/>
    <w:rsid w:val="006F71F3"/>
    <w:rsid w:val="006F765F"/>
    <w:rsid w:val="00700024"/>
    <w:rsid w:val="007004A4"/>
    <w:rsid w:val="00701F07"/>
    <w:rsid w:val="0070313C"/>
    <w:rsid w:val="00703806"/>
    <w:rsid w:val="007047E3"/>
    <w:rsid w:val="00705407"/>
    <w:rsid w:val="00705C93"/>
    <w:rsid w:val="00706307"/>
    <w:rsid w:val="007070E4"/>
    <w:rsid w:val="0071077C"/>
    <w:rsid w:val="00710E23"/>
    <w:rsid w:val="00711B92"/>
    <w:rsid w:val="00711E29"/>
    <w:rsid w:val="007120D9"/>
    <w:rsid w:val="00712E53"/>
    <w:rsid w:val="007134D9"/>
    <w:rsid w:val="00713C90"/>
    <w:rsid w:val="00713F7A"/>
    <w:rsid w:val="00714E57"/>
    <w:rsid w:val="00715D04"/>
    <w:rsid w:val="007166F6"/>
    <w:rsid w:val="00716E92"/>
    <w:rsid w:val="00716F7F"/>
    <w:rsid w:val="00720B44"/>
    <w:rsid w:val="007214C0"/>
    <w:rsid w:val="00721940"/>
    <w:rsid w:val="00721A0D"/>
    <w:rsid w:val="00721A37"/>
    <w:rsid w:val="00724D4D"/>
    <w:rsid w:val="00726B03"/>
    <w:rsid w:val="00727150"/>
    <w:rsid w:val="007272F8"/>
    <w:rsid w:val="0073005F"/>
    <w:rsid w:val="00730164"/>
    <w:rsid w:val="00730905"/>
    <w:rsid w:val="00730A11"/>
    <w:rsid w:val="007322FC"/>
    <w:rsid w:val="00732F1B"/>
    <w:rsid w:val="0073302E"/>
    <w:rsid w:val="00733208"/>
    <w:rsid w:val="007345F0"/>
    <w:rsid w:val="00735DC3"/>
    <w:rsid w:val="0073678D"/>
    <w:rsid w:val="007367D1"/>
    <w:rsid w:val="007402DE"/>
    <w:rsid w:val="00740320"/>
    <w:rsid w:val="00740F2B"/>
    <w:rsid w:val="00740F94"/>
    <w:rsid w:val="00741194"/>
    <w:rsid w:val="007412A8"/>
    <w:rsid w:val="00741FFC"/>
    <w:rsid w:val="0074327A"/>
    <w:rsid w:val="00743DAF"/>
    <w:rsid w:val="00744698"/>
    <w:rsid w:val="00744E24"/>
    <w:rsid w:val="00745220"/>
    <w:rsid w:val="00746119"/>
    <w:rsid w:val="007465BF"/>
    <w:rsid w:val="00746725"/>
    <w:rsid w:val="007467A9"/>
    <w:rsid w:val="007467C4"/>
    <w:rsid w:val="00746CB9"/>
    <w:rsid w:val="0074795F"/>
    <w:rsid w:val="00752780"/>
    <w:rsid w:val="00754028"/>
    <w:rsid w:val="00754043"/>
    <w:rsid w:val="0075437D"/>
    <w:rsid w:val="007544D6"/>
    <w:rsid w:val="00754710"/>
    <w:rsid w:val="007549F6"/>
    <w:rsid w:val="007552F5"/>
    <w:rsid w:val="0075571E"/>
    <w:rsid w:val="00756A5F"/>
    <w:rsid w:val="00756D6C"/>
    <w:rsid w:val="007578EC"/>
    <w:rsid w:val="00757ECE"/>
    <w:rsid w:val="00761764"/>
    <w:rsid w:val="0076238D"/>
    <w:rsid w:val="00762B4D"/>
    <w:rsid w:val="00762DFD"/>
    <w:rsid w:val="00763525"/>
    <w:rsid w:val="00763B91"/>
    <w:rsid w:val="00763C1D"/>
    <w:rsid w:val="0076404E"/>
    <w:rsid w:val="00764063"/>
    <w:rsid w:val="00764248"/>
    <w:rsid w:val="00764ACA"/>
    <w:rsid w:val="00765857"/>
    <w:rsid w:val="00765CBF"/>
    <w:rsid w:val="00766870"/>
    <w:rsid w:val="00766F57"/>
    <w:rsid w:val="0076706A"/>
    <w:rsid w:val="00767752"/>
    <w:rsid w:val="00770197"/>
    <w:rsid w:val="00770411"/>
    <w:rsid w:val="007705BE"/>
    <w:rsid w:val="00770C0E"/>
    <w:rsid w:val="00770EC3"/>
    <w:rsid w:val="0077180F"/>
    <w:rsid w:val="00771E5B"/>
    <w:rsid w:val="007724FB"/>
    <w:rsid w:val="007725D7"/>
    <w:rsid w:val="007726E8"/>
    <w:rsid w:val="007729A3"/>
    <w:rsid w:val="00772AB6"/>
    <w:rsid w:val="00773D27"/>
    <w:rsid w:val="00775315"/>
    <w:rsid w:val="007754D9"/>
    <w:rsid w:val="007765C7"/>
    <w:rsid w:val="00777283"/>
    <w:rsid w:val="007808AB"/>
    <w:rsid w:val="007808BE"/>
    <w:rsid w:val="00781160"/>
    <w:rsid w:val="00781FD8"/>
    <w:rsid w:val="0078308C"/>
    <w:rsid w:val="00783649"/>
    <w:rsid w:val="007860D1"/>
    <w:rsid w:val="0078688C"/>
    <w:rsid w:val="00786902"/>
    <w:rsid w:val="00786A7F"/>
    <w:rsid w:val="00786C9D"/>
    <w:rsid w:val="00786F65"/>
    <w:rsid w:val="007870FC"/>
    <w:rsid w:val="00787C56"/>
    <w:rsid w:val="00787D06"/>
    <w:rsid w:val="0079116F"/>
    <w:rsid w:val="007929BB"/>
    <w:rsid w:val="00792C6C"/>
    <w:rsid w:val="0079609D"/>
    <w:rsid w:val="00796E1F"/>
    <w:rsid w:val="00796FF9"/>
    <w:rsid w:val="007A04E2"/>
    <w:rsid w:val="007A1328"/>
    <w:rsid w:val="007A2EC7"/>
    <w:rsid w:val="007A42EB"/>
    <w:rsid w:val="007A4A9E"/>
    <w:rsid w:val="007A4D9E"/>
    <w:rsid w:val="007A5A50"/>
    <w:rsid w:val="007A7DD6"/>
    <w:rsid w:val="007B0CE3"/>
    <w:rsid w:val="007B0F9F"/>
    <w:rsid w:val="007B1577"/>
    <w:rsid w:val="007B1AA3"/>
    <w:rsid w:val="007B233B"/>
    <w:rsid w:val="007B2AA5"/>
    <w:rsid w:val="007B2BB0"/>
    <w:rsid w:val="007B2DD1"/>
    <w:rsid w:val="007B39BD"/>
    <w:rsid w:val="007B4188"/>
    <w:rsid w:val="007B427B"/>
    <w:rsid w:val="007B42D6"/>
    <w:rsid w:val="007B4F45"/>
    <w:rsid w:val="007B4F4A"/>
    <w:rsid w:val="007B57FF"/>
    <w:rsid w:val="007B6513"/>
    <w:rsid w:val="007B658E"/>
    <w:rsid w:val="007B680B"/>
    <w:rsid w:val="007B6D6A"/>
    <w:rsid w:val="007B7CD2"/>
    <w:rsid w:val="007C1265"/>
    <w:rsid w:val="007C1EA1"/>
    <w:rsid w:val="007C2382"/>
    <w:rsid w:val="007C507A"/>
    <w:rsid w:val="007C594B"/>
    <w:rsid w:val="007C664F"/>
    <w:rsid w:val="007C672A"/>
    <w:rsid w:val="007C7F7E"/>
    <w:rsid w:val="007D30BA"/>
    <w:rsid w:val="007D462D"/>
    <w:rsid w:val="007D46EA"/>
    <w:rsid w:val="007D5118"/>
    <w:rsid w:val="007D5185"/>
    <w:rsid w:val="007D5601"/>
    <w:rsid w:val="007D58CB"/>
    <w:rsid w:val="007D5CAE"/>
    <w:rsid w:val="007D7FB4"/>
    <w:rsid w:val="007E000B"/>
    <w:rsid w:val="007E14CC"/>
    <w:rsid w:val="007E1CB1"/>
    <w:rsid w:val="007E26B9"/>
    <w:rsid w:val="007E3582"/>
    <w:rsid w:val="007E3E3E"/>
    <w:rsid w:val="007E515B"/>
    <w:rsid w:val="007E52AC"/>
    <w:rsid w:val="007E5786"/>
    <w:rsid w:val="007E58E7"/>
    <w:rsid w:val="007E5E92"/>
    <w:rsid w:val="007E78FB"/>
    <w:rsid w:val="007E7A93"/>
    <w:rsid w:val="007E7C5E"/>
    <w:rsid w:val="007E7D0C"/>
    <w:rsid w:val="007F0E4C"/>
    <w:rsid w:val="007F26D7"/>
    <w:rsid w:val="007F26E0"/>
    <w:rsid w:val="007F2911"/>
    <w:rsid w:val="007F3640"/>
    <w:rsid w:val="007F3B48"/>
    <w:rsid w:val="007F5A12"/>
    <w:rsid w:val="007F7535"/>
    <w:rsid w:val="00801876"/>
    <w:rsid w:val="00802355"/>
    <w:rsid w:val="00802C3B"/>
    <w:rsid w:val="0080323B"/>
    <w:rsid w:val="0080342A"/>
    <w:rsid w:val="0080357E"/>
    <w:rsid w:val="008049AF"/>
    <w:rsid w:val="00804B47"/>
    <w:rsid w:val="008070C8"/>
    <w:rsid w:val="00807115"/>
    <w:rsid w:val="0081053A"/>
    <w:rsid w:val="0081053B"/>
    <w:rsid w:val="00810D8C"/>
    <w:rsid w:val="00810DAD"/>
    <w:rsid w:val="008115E6"/>
    <w:rsid w:val="00811AE1"/>
    <w:rsid w:val="00812643"/>
    <w:rsid w:val="00812912"/>
    <w:rsid w:val="00812D34"/>
    <w:rsid w:val="00812E44"/>
    <w:rsid w:val="00813784"/>
    <w:rsid w:val="00813DC9"/>
    <w:rsid w:val="00814137"/>
    <w:rsid w:val="00815533"/>
    <w:rsid w:val="0081723A"/>
    <w:rsid w:val="00817961"/>
    <w:rsid w:val="008200EE"/>
    <w:rsid w:val="008203E1"/>
    <w:rsid w:val="00821180"/>
    <w:rsid w:val="00821452"/>
    <w:rsid w:val="008218DF"/>
    <w:rsid w:val="008238F2"/>
    <w:rsid w:val="0082425B"/>
    <w:rsid w:val="0082470B"/>
    <w:rsid w:val="00825E25"/>
    <w:rsid w:val="00825ECA"/>
    <w:rsid w:val="00825FE4"/>
    <w:rsid w:val="00826A6A"/>
    <w:rsid w:val="00831B4C"/>
    <w:rsid w:val="00832FE5"/>
    <w:rsid w:val="00834E45"/>
    <w:rsid w:val="0083671B"/>
    <w:rsid w:val="00837D5D"/>
    <w:rsid w:val="00840088"/>
    <w:rsid w:val="008402F7"/>
    <w:rsid w:val="00840498"/>
    <w:rsid w:val="00840A7E"/>
    <w:rsid w:val="00840C34"/>
    <w:rsid w:val="008410B9"/>
    <w:rsid w:val="0084180F"/>
    <w:rsid w:val="00841D46"/>
    <w:rsid w:val="008428D4"/>
    <w:rsid w:val="008432D7"/>
    <w:rsid w:val="008434B9"/>
    <w:rsid w:val="00844503"/>
    <w:rsid w:val="008451BC"/>
    <w:rsid w:val="008466D0"/>
    <w:rsid w:val="00846959"/>
    <w:rsid w:val="00847C32"/>
    <w:rsid w:val="00850053"/>
    <w:rsid w:val="008500BC"/>
    <w:rsid w:val="008503C3"/>
    <w:rsid w:val="00851227"/>
    <w:rsid w:val="00851410"/>
    <w:rsid w:val="008522B9"/>
    <w:rsid w:val="00852981"/>
    <w:rsid w:val="00852D8C"/>
    <w:rsid w:val="008535D3"/>
    <w:rsid w:val="00853C16"/>
    <w:rsid w:val="00853C7C"/>
    <w:rsid w:val="008540D2"/>
    <w:rsid w:val="00854612"/>
    <w:rsid w:val="00854F91"/>
    <w:rsid w:val="00855004"/>
    <w:rsid w:val="0085586C"/>
    <w:rsid w:val="00855B5F"/>
    <w:rsid w:val="00856177"/>
    <w:rsid w:val="0085667C"/>
    <w:rsid w:val="00856CA3"/>
    <w:rsid w:val="0085704A"/>
    <w:rsid w:val="00862881"/>
    <w:rsid w:val="00862B97"/>
    <w:rsid w:val="00862BEB"/>
    <w:rsid w:val="00862C71"/>
    <w:rsid w:val="0086472B"/>
    <w:rsid w:val="00864934"/>
    <w:rsid w:val="008656D5"/>
    <w:rsid w:val="00866CE4"/>
    <w:rsid w:val="00866FC2"/>
    <w:rsid w:val="00871557"/>
    <w:rsid w:val="008717E9"/>
    <w:rsid w:val="00872397"/>
    <w:rsid w:val="00872CF5"/>
    <w:rsid w:val="00873920"/>
    <w:rsid w:val="00876544"/>
    <w:rsid w:val="0087749E"/>
    <w:rsid w:val="008800D2"/>
    <w:rsid w:val="008800FC"/>
    <w:rsid w:val="00881D8C"/>
    <w:rsid w:val="00881E67"/>
    <w:rsid w:val="00883AAF"/>
    <w:rsid w:val="00885D7D"/>
    <w:rsid w:val="00885F74"/>
    <w:rsid w:val="008860A2"/>
    <w:rsid w:val="00886BD5"/>
    <w:rsid w:val="00887116"/>
    <w:rsid w:val="00891FD1"/>
    <w:rsid w:val="008924DC"/>
    <w:rsid w:val="00892F2F"/>
    <w:rsid w:val="008934A2"/>
    <w:rsid w:val="008940DB"/>
    <w:rsid w:val="008943C2"/>
    <w:rsid w:val="008967E6"/>
    <w:rsid w:val="008968D9"/>
    <w:rsid w:val="0089698B"/>
    <w:rsid w:val="00897EB8"/>
    <w:rsid w:val="008A0763"/>
    <w:rsid w:val="008A09F0"/>
    <w:rsid w:val="008A0E38"/>
    <w:rsid w:val="008A0E7B"/>
    <w:rsid w:val="008A0FF9"/>
    <w:rsid w:val="008A335A"/>
    <w:rsid w:val="008A343F"/>
    <w:rsid w:val="008A36C9"/>
    <w:rsid w:val="008A3E2E"/>
    <w:rsid w:val="008A433F"/>
    <w:rsid w:val="008A49DE"/>
    <w:rsid w:val="008A52F9"/>
    <w:rsid w:val="008A5861"/>
    <w:rsid w:val="008A5D64"/>
    <w:rsid w:val="008A6E71"/>
    <w:rsid w:val="008A6FDF"/>
    <w:rsid w:val="008A78D1"/>
    <w:rsid w:val="008B2E1C"/>
    <w:rsid w:val="008B6638"/>
    <w:rsid w:val="008B7CAE"/>
    <w:rsid w:val="008C006E"/>
    <w:rsid w:val="008C3011"/>
    <w:rsid w:val="008C6EA9"/>
    <w:rsid w:val="008C6ECD"/>
    <w:rsid w:val="008C7C7D"/>
    <w:rsid w:val="008C7FBB"/>
    <w:rsid w:val="008C7FFE"/>
    <w:rsid w:val="008D0495"/>
    <w:rsid w:val="008D1450"/>
    <w:rsid w:val="008D3DC9"/>
    <w:rsid w:val="008D3FA2"/>
    <w:rsid w:val="008D437B"/>
    <w:rsid w:val="008D43AF"/>
    <w:rsid w:val="008D4B91"/>
    <w:rsid w:val="008D5C18"/>
    <w:rsid w:val="008D5D09"/>
    <w:rsid w:val="008D730E"/>
    <w:rsid w:val="008D7628"/>
    <w:rsid w:val="008D7D00"/>
    <w:rsid w:val="008E003F"/>
    <w:rsid w:val="008E08E7"/>
    <w:rsid w:val="008E15F7"/>
    <w:rsid w:val="008E173E"/>
    <w:rsid w:val="008E1EA9"/>
    <w:rsid w:val="008E23D6"/>
    <w:rsid w:val="008E4669"/>
    <w:rsid w:val="008E4771"/>
    <w:rsid w:val="008E4CBF"/>
    <w:rsid w:val="008E51F8"/>
    <w:rsid w:val="008E5991"/>
    <w:rsid w:val="008E6538"/>
    <w:rsid w:val="008E7BE8"/>
    <w:rsid w:val="008F0692"/>
    <w:rsid w:val="008F08F0"/>
    <w:rsid w:val="008F0D78"/>
    <w:rsid w:val="008F1BCD"/>
    <w:rsid w:val="008F1FEB"/>
    <w:rsid w:val="008F2950"/>
    <w:rsid w:val="008F2F8B"/>
    <w:rsid w:val="008F30AB"/>
    <w:rsid w:val="008F3637"/>
    <w:rsid w:val="008F4316"/>
    <w:rsid w:val="008F44ED"/>
    <w:rsid w:val="008F486E"/>
    <w:rsid w:val="008F5EFA"/>
    <w:rsid w:val="008F62D2"/>
    <w:rsid w:val="008F687D"/>
    <w:rsid w:val="008F6A00"/>
    <w:rsid w:val="008F6FD8"/>
    <w:rsid w:val="0090119D"/>
    <w:rsid w:val="0090317D"/>
    <w:rsid w:val="00903302"/>
    <w:rsid w:val="009039F7"/>
    <w:rsid w:val="00903B4D"/>
    <w:rsid w:val="009043FD"/>
    <w:rsid w:val="0090488B"/>
    <w:rsid w:val="00904AD8"/>
    <w:rsid w:val="00904C42"/>
    <w:rsid w:val="0090568E"/>
    <w:rsid w:val="009058FB"/>
    <w:rsid w:val="00905B6F"/>
    <w:rsid w:val="00905F2C"/>
    <w:rsid w:val="009060B0"/>
    <w:rsid w:val="00906F36"/>
    <w:rsid w:val="009076E3"/>
    <w:rsid w:val="00910161"/>
    <w:rsid w:val="00912F4C"/>
    <w:rsid w:val="00914ECB"/>
    <w:rsid w:val="009167E9"/>
    <w:rsid w:val="00916D38"/>
    <w:rsid w:val="00917BAE"/>
    <w:rsid w:val="009208D6"/>
    <w:rsid w:val="009212D6"/>
    <w:rsid w:val="009234BC"/>
    <w:rsid w:val="00923C40"/>
    <w:rsid w:val="00924ADD"/>
    <w:rsid w:val="00924DF3"/>
    <w:rsid w:val="009254EF"/>
    <w:rsid w:val="00925627"/>
    <w:rsid w:val="00926E9F"/>
    <w:rsid w:val="00927220"/>
    <w:rsid w:val="009279A1"/>
    <w:rsid w:val="0093002B"/>
    <w:rsid w:val="009301C8"/>
    <w:rsid w:val="009319EC"/>
    <w:rsid w:val="00932197"/>
    <w:rsid w:val="009322AA"/>
    <w:rsid w:val="00933740"/>
    <w:rsid w:val="00934181"/>
    <w:rsid w:val="009345BC"/>
    <w:rsid w:val="0093489A"/>
    <w:rsid w:val="00934B6B"/>
    <w:rsid w:val="00934CFD"/>
    <w:rsid w:val="00934E7C"/>
    <w:rsid w:val="00934FAA"/>
    <w:rsid w:val="009367E6"/>
    <w:rsid w:val="009372B3"/>
    <w:rsid w:val="00937550"/>
    <w:rsid w:val="0094163E"/>
    <w:rsid w:val="00941EC8"/>
    <w:rsid w:val="00942843"/>
    <w:rsid w:val="00942A78"/>
    <w:rsid w:val="00942FEF"/>
    <w:rsid w:val="00944F59"/>
    <w:rsid w:val="00947447"/>
    <w:rsid w:val="00947AC3"/>
    <w:rsid w:val="00950E61"/>
    <w:rsid w:val="0095105B"/>
    <w:rsid w:val="00952821"/>
    <w:rsid w:val="00953FA3"/>
    <w:rsid w:val="00954490"/>
    <w:rsid w:val="00954F3E"/>
    <w:rsid w:val="00955EDC"/>
    <w:rsid w:val="0095618A"/>
    <w:rsid w:val="009563EF"/>
    <w:rsid w:val="00956CED"/>
    <w:rsid w:val="00957632"/>
    <w:rsid w:val="009577EE"/>
    <w:rsid w:val="00961043"/>
    <w:rsid w:val="00961468"/>
    <w:rsid w:val="009622F3"/>
    <w:rsid w:val="00962A89"/>
    <w:rsid w:val="00962AF1"/>
    <w:rsid w:val="00962EF1"/>
    <w:rsid w:val="00963247"/>
    <w:rsid w:val="00963502"/>
    <w:rsid w:val="00963B53"/>
    <w:rsid w:val="00964B52"/>
    <w:rsid w:val="00965D72"/>
    <w:rsid w:val="009667EB"/>
    <w:rsid w:val="00970C40"/>
    <w:rsid w:val="009712BD"/>
    <w:rsid w:val="00971B49"/>
    <w:rsid w:val="0097203D"/>
    <w:rsid w:val="0097319E"/>
    <w:rsid w:val="009738D9"/>
    <w:rsid w:val="009749DB"/>
    <w:rsid w:val="00974B1A"/>
    <w:rsid w:val="009767CC"/>
    <w:rsid w:val="009773E0"/>
    <w:rsid w:val="0098015B"/>
    <w:rsid w:val="00980CE9"/>
    <w:rsid w:val="00980D03"/>
    <w:rsid w:val="00980E93"/>
    <w:rsid w:val="009819DD"/>
    <w:rsid w:val="00983CBC"/>
    <w:rsid w:val="009840DA"/>
    <w:rsid w:val="0098525B"/>
    <w:rsid w:val="009877A9"/>
    <w:rsid w:val="009879D2"/>
    <w:rsid w:val="00987D6F"/>
    <w:rsid w:val="00987E8E"/>
    <w:rsid w:val="00991289"/>
    <w:rsid w:val="00991CBF"/>
    <w:rsid w:val="00991E5B"/>
    <w:rsid w:val="00992F45"/>
    <w:rsid w:val="00993E99"/>
    <w:rsid w:val="00993FA9"/>
    <w:rsid w:val="00995069"/>
    <w:rsid w:val="00995589"/>
    <w:rsid w:val="00996BDE"/>
    <w:rsid w:val="00997536"/>
    <w:rsid w:val="0099776D"/>
    <w:rsid w:val="00997DBE"/>
    <w:rsid w:val="009A01EE"/>
    <w:rsid w:val="009A08EF"/>
    <w:rsid w:val="009A1668"/>
    <w:rsid w:val="009A1C98"/>
    <w:rsid w:val="009A1CF1"/>
    <w:rsid w:val="009A2929"/>
    <w:rsid w:val="009A2CD7"/>
    <w:rsid w:val="009A5380"/>
    <w:rsid w:val="009A5945"/>
    <w:rsid w:val="009A59DD"/>
    <w:rsid w:val="009A5BA4"/>
    <w:rsid w:val="009A727E"/>
    <w:rsid w:val="009A7FC5"/>
    <w:rsid w:val="009B02F3"/>
    <w:rsid w:val="009B03C2"/>
    <w:rsid w:val="009B0AC5"/>
    <w:rsid w:val="009B1DFD"/>
    <w:rsid w:val="009B2620"/>
    <w:rsid w:val="009B2860"/>
    <w:rsid w:val="009B2D3B"/>
    <w:rsid w:val="009B408D"/>
    <w:rsid w:val="009B4F4F"/>
    <w:rsid w:val="009B5DC1"/>
    <w:rsid w:val="009B6C6F"/>
    <w:rsid w:val="009B7D64"/>
    <w:rsid w:val="009C0B5A"/>
    <w:rsid w:val="009C35DF"/>
    <w:rsid w:val="009C4F7F"/>
    <w:rsid w:val="009C5D41"/>
    <w:rsid w:val="009C6452"/>
    <w:rsid w:val="009C6656"/>
    <w:rsid w:val="009C728D"/>
    <w:rsid w:val="009D0323"/>
    <w:rsid w:val="009D2258"/>
    <w:rsid w:val="009D37CB"/>
    <w:rsid w:val="009D3C5D"/>
    <w:rsid w:val="009D427D"/>
    <w:rsid w:val="009D4E70"/>
    <w:rsid w:val="009D522F"/>
    <w:rsid w:val="009D54F0"/>
    <w:rsid w:val="009D65D7"/>
    <w:rsid w:val="009D6DC0"/>
    <w:rsid w:val="009D6EE4"/>
    <w:rsid w:val="009D7038"/>
    <w:rsid w:val="009D7C7B"/>
    <w:rsid w:val="009E00DD"/>
    <w:rsid w:val="009E06D3"/>
    <w:rsid w:val="009E0769"/>
    <w:rsid w:val="009E07C2"/>
    <w:rsid w:val="009E0F8C"/>
    <w:rsid w:val="009E14D8"/>
    <w:rsid w:val="009E19F1"/>
    <w:rsid w:val="009E1A6A"/>
    <w:rsid w:val="009E2400"/>
    <w:rsid w:val="009E2EBA"/>
    <w:rsid w:val="009E3E17"/>
    <w:rsid w:val="009E4383"/>
    <w:rsid w:val="009E539B"/>
    <w:rsid w:val="009E657F"/>
    <w:rsid w:val="009E7056"/>
    <w:rsid w:val="009E715B"/>
    <w:rsid w:val="009F025F"/>
    <w:rsid w:val="009F02F3"/>
    <w:rsid w:val="009F10FB"/>
    <w:rsid w:val="009F13CB"/>
    <w:rsid w:val="009F13F9"/>
    <w:rsid w:val="009F1495"/>
    <w:rsid w:val="009F15D1"/>
    <w:rsid w:val="009F1D16"/>
    <w:rsid w:val="009F2781"/>
    <w:rsid w:val="009F3F2D"/>
    <w:rsid w:val="009F4186"/>
    <w:rsid w:val="009F4995"/>
    <w:rsid w:val="009F4ADE"/>
    <w:rsid w:val="009F68FC"/>
    <w:rsid w:val="009F6F51"/>
    <w:rsid w:val="009F713F"/>
    <w:rsid w:val="009F76E7"/>
    <w:rsid w:val="009F76ED"/>
    <w:rsid w:val="00A02457"/>
    <w:rsid w:val="00A02934"/>
    <w:rsid w:val="00A04B35"/>
    <w:rsid w:val="00A05005"/>
    <w:rsid w:val="00A06A14"/>
    <w:rsid w:val="00A07567"/>
    <w:rsid w:val="00A07826"/>
    <w:rsid w:val="00A10A60"/>
    <w:rsid w:val="00A10D29"/>
    <w:rsid w:val="00A121F1"/>
    <w:rsid w:val="00A125E7"/>
    <w:rsid w:val="00A127B5"/>
    <w:rsid w:val="00A12828"/>
    <w:rsid w:val="00A134EF"/>
    <w:rsid w:val="00A138A1"/>
    <w:rsid w:val="00A1460A"/>
    <w:rsid w:val="00A172BB"/>
    <w:rsid w:val="00A173FF"/>
    <w:rsid w:val="00A1759E"/>
    <w:rsid w:val="00A17E10"/>
    <w:rsid w:val="00A202D3"/>
    <w:rsid w:val="00A2031F"/>
    <w:rsid w:val="00A21442"/>
    <w:rsid w:val="00A21A73"/>
    <w:rsid w:val="00A221BB"/>
    <w:rsid w:val="00A23403"/>
    <w:rsid w:val="00A23839"/>
    <w:rsid w:val="00A2424A"/>
    <w:rsid w:val="00A24A88"/>
    <w:rsid w:val="00A25CAE"/>
    <w:rsid w:val="00A25E0E"/>
    <w:rsid w:val="00A262A1"/>
    <w:rsid w:val="00A26F4B"/>
    <w:rsid w:val="00A30081"/>
    <w:rsid w:val="00A3019F"/>
    <w:rsid w:val="00A31099"/>
    <w:rsid w:val="00A315A8"/>
    <w:rsid w:val="00A32673"/>
    <w:rsid w:val="00A327A6"/>
    <w:rsid w:val="00A33122"/>
    <w:rsid w:val="00A33C75"/>
    <w:rsid w:val="00A344BD"/>
    <w:rsid w:val="00A34935"/>
    <w:rsid w:val="00A34EFB"/>
    <w:rsid w:val="00A35F2E"/>
    <w:rsid w:val="00A36109"/>
    <w:rsid w:val="00A36635"/>
    <w:rsid w:val="00A3707D"/>
    <w:rsid w:val="00A406F0"/>
    <w:rsid w:val="00A40E64"/>
    <w:rsid w:val="00A42B84"/>
    <w:rsid w:val="00A437C7"/>
    <w:rsid w:val="00A4493D"/>
    <w:rsid w:val="00A44A9B"/>
    <w:rsid w:val="00A44F0D"/>
    <w:rsid w:val="00A45401"/>
    <w:rsid w:val="00A459C1"/>
    <w:rsid w:val="00A46D4E"/>
    <w:rsid w:val="00A477C3"/>
    <w:rsid w:val="00A50DF9"/>
    <w:rsid w:val="00A5140E"/>
    <w:rsid w:val="00A53DDB"/>
    <w:rsid w:val="00A549BF"/>
    <w:rsid w:val="00A54FAC"/>
    <w:rsid w:val="00A55237"/>
    <w:rsid w:val="00A5570A"/>
    <w:rsid w:val="00A56308"/>
    <w:rsid w:val="00A56C20"/>
    <w:rsid w:val="00A56C3C"/>
    <w:rsid w:val="00A57574"/>
    <w:rsid w:val="00A57B1B"/>
    <w:rsid w:val="00A57CD3"/>
    <w:rsid w:val="00A61B07"/>
    <w:rsid w:val="00A620B6"/>
    <w:rsid w:val="00A62183"/>
    <w:rsid w:val="00A624D1"/>
    <w:rsid w:val="00A65B7C"/>
    <w:rsid w:val="00A669DE"/>
    <w:rsid w:val="00A70148"/>
    <w:rsid w:val="00A702FA"/>
    <w:rsid w:val="00A703F3"/>
    <w:rsid w:val="00A70599"/>
    <w:rsid w:val="00A72883"/>
    <w:rsid w:val="00A72975"/>
    <w:rsid w:val="00A72A27"/>
    <w:rsid w:val="00A72C94"/>
    <w:rsid w:val="00A73078"/>
    <w:rsid w:val="00A73F4E"/>
    <w:rsid w:val="00A75915"/>
    <w:rsid w:val="00A76373"/>
    <w:rsid w:val="00A76570"/>
    <w:rsid w:val="00A7716B"/>
    <w:rsid w:val="00A844CB"/>
    <w:rsid w:val="00A90BFD"/>
    <w:rsid w:val="00A946E6"/>
    <w:rsid w:val="00A94881"/>
    <w:rsid w:val="00A94FC7"/>
    <w:rsid w:val="00A959C0"/>
    <w:rsid w:val="00A97451"/>
    <w:rsid w:val="00AA05F4"/>
    <w:rsid w:val="00AA0977"/>
    <w:rsid w:val="00AA119F"/>
    <w:rsid w:val="00AA1273"/>
    <w:rsid w:val="00AA143F"/>
    <w:rsid w:val="00AA37E1"/>
    <w:rsid w:val="00AA38D6"/>
    <w:rsid w:val="00AA3BD6"/>
    <w:rsid w:val="00AA58D3"/>
    <w:rsid w:val="00AA7BBC"/>
    <w:rsid w:val="00AB0B8C"/>
    <w:rsid w:val="00AB108C"/>
    <w:rsid w:val="00AB236F"/>
    <w:rsid w:val="00AB31EC"/>
    <w:rsid w:val="00AB3C77"/>
    <w:rsid w:val="00AB3D59"/>
    <w:rsid w:val="00AB5C83"/>
    <w:rsid w:val="00AB68FF"/>
    <w:rsid w:val="00AB6A05"/>
    <w:rsid w:val="00AB7EB0"/>
    <w:rsid w:val="00AC02DA"/>
    <w:rsid w:val="00AC06D4"/>
    <w:rsid w:val="00AC104E"/>
    <w:rsid w:val="00AC1273"/>
    <w:rsid w:val="00AC2148"/>
    <w:rsid w:val="00AC2484"/>
    <w:rsid w:val="00AC2992"/>
    <w:rsid w:val="00AC3D44"/>
    <w:rsid w:val="00AC3ECC"/>
    <w:rsid w:val="00AC4558"/>
    <w:rsid w:val="00AC50E4"/>
    <w:rsid w:val="00AC5234"/>
    <w:rsid w:val="00AC59CE"/>
    <w:rsid w:val="00AC5D34"/>
    <w:rsid w:val="00AC65E4"/>
    <w:rsid w:val="00AC6AF5"/>
    <w:rsid w:val="00AC7563"/>
    <w:rsid w:val="00AC7D46"/>
    <w:rsid w:val="00AC7FF8"/>
    <w:rsid w:val="00AD0D22"/>
    <w:rsid w:val="00AD0F84"/>
    <w:rsid w:val="00AD1D09"/>
    <w:rsid w:val="00AD200C"/>
    <w:rsid w:val="00AD23D0"/>
    <w:rsid w:val="00AD2524"/>
    <w:rsid w:val="00AD44EB"/>
    <w:rsid w:val="00AD4CB1"/>
    <w:rsid w:val="00AD5217"/>
    <w:rsid w:val="00AD5350"/>
    <w:rsid w:val="00AD6FE3"/>
    <w:rsid w:val="00AE1EDF"/>
    <w:rsid w:val="00AE25B1"/>
    <w:rsid w:val="00AE2E84"/>
    <w:rsid w:val="00AE3A9A"/>
    <w:rsid w:val="00AE3C20"/>
    <w:rsid w:val="00AE43B6"/>
    <w:rsid w:val="00AE43D6"/>
    <w:rsid w:val="00AE4632"/>
    <w:rsid w:val="00AE510C"/>
    <w:rsid w:val="00AE5A72"/>
    <w:rsid w:val="00AE5EF9"/>
    <w:rsid w:val="00AE6C17"/>
    <w:rsid w:val="00AE7249"/>
    <w:rsid w:val="00AE7CAC"/>
    <w:rsid w:val="00AF08ED"/>
    <w:rsid w:val="00AF18DE"/>
    <w:rsid w:val="00AF4C26"/>
    <w:rsid w:val="00AF5DF0"/>
    <w:rsid w:val="00AF642C"/>
    <w:rsid w:val="00AF7807"/>
    <w:rsid w:val="00B023F7"/>
    <w:rsid w:val="00B03A76"/>
    <w:rsid w:val="00B04CDD"/>
    <w:rsid w:val="00B05444"/>
    <w:rsid w:val="00B0573E"/>
    <w:rsid w:val="00B05C97"/>
    <w:rsid w:val="00B05E12"/>
    <w:rsid w:val="00B06E3E"/>
    <w:rsid w:val="00B0728F"/>
    <w:rsid w:val="00B07C0E"/>
    <w:rsid w:val="00B07CE4"/>
    <w:rsid w:val="00B07FDE"/>
    <w:rsid w:val="00B101FA"/>
    <w:rsid w:val="00B10CFE"/>
    <w:rsid w:val="00B11309"/>
    <w:rsid w:val="00B11A5C"/>
    <w:rsid w:val="00B11CD4"/>
    <w:rsid w:val="00B12550"/>
    <w:rsid w:val="00B130BA"/>
    <w:rsid w:val="00B14A73"/>
    <w:rsid w:val="00B15783"/>
    <w:rsid w:val="00B17CBF"/>
    <w:rsid w:val="00B2001C"/>
    <w:rsid w:val="00B21354"/>
    <w:rsid w:val="00B215D4"/>
    <w:rsid w:val="00B22CB4"/>
    <w:rsid w:val="00B23526"/>
    <w:rsid w:val="00B235B4"/>
    <w:rsid w:val="00B239A9"/>
    <w:rsid w:val="00B24219"/>
    <w:rsid w:val="00B245B7"/>
    <w:rsid w:val="00B245C8"/>
    <w:rsid w:val="00B245DC"/>
    <w:rsid w:val="00B25021"/>
    <w:rsid w:val="00B26228"/>
    <w:rsid w:val="00B264ED"/>
    <w:rsid w:val="00B30642"/>
    <w:rsid w:val="00B31529"/>
    <w:rsid w:val="00B31B7D"/>
    <w:rsid w:val="00B33AC0"/>
    <w:rsid w:val="00B346E8"/>
    <w:rsid w:val="00B34DC7"/>
    <w:rsid w:val="00B350CF"/>
    <w:rsid w:val="00B36A57"/>
    <w:rsid w:val="00B36B3F"/>
    <w:rsid w:val="00B36DD6"/>
    <w:rsid w:val="00B37BC0"/>
    <w:rsid w:val="00B37D46"/>
    <w:rsid w:val="00B37F77"/>
    <w:rsid w:val="00B4095B"/>
    <w:rsid w:val="00B40DE3"/>
    <w:rsid w:val="00B42436"/>
    <w:rsid w:val="00B42663"/>
    <w:rsid w:val="00B4417E"/>
    <w:rsid w:val="00B44C8B"/>
    <w:rsid w:val="00B44FB1"/>
    <w:rsid w:val="00B46490"/>
    <w:rsid w:val="00B46534"/>
    <w:rsid w:val="00B46838"/>
    <w:rsid w:val="00B4712D"/>
    <w:rsid w:val="00B47D00"/>
    <w:rsid w:val="00B504F9"/>
    <w:rsid w:val="00B52910"/>
    <w:rsid w:val="00B53118"/>
    <w:rsid w:val="00B53C63"/>
    <w:rsid w:val="00B543DA"/>
    <w:rsid w:val="00B54C7D"/>
    <w:rsid w:val="00B54E0C"/>
    <w:rsid w:val="00B55C64"/>
    <w:rsid w:val="00B5609B"/>
    <w:rsid w:val="00B5684E"/>
    <w:rsid w:val="00B575E9"/>
    <w:rsid w:val="00B577C3"/>
    <w:rsid w:val="00B57AE3"/>
    <w:rsid w:val="00B611A5"/>
    <w:rsid w:val="00B613C5"/>
    <w:rsid w:val="00B61CD0"/>
    <w:rsid w:val="00B62E8B"/>
    <w:rsid w:val="00B63743"/>
    <w:rsid w:val="00B6403A"/>
    <w:rsid w:val="00B640A8"/>
    <w:rsid w:val="00B65836"/>
    <w:rsid w:val="00B65957"/>
    <w:rsid w:val="00B65A01"/>
    <w:rsid w:val="00B65B51"/>
    <w:rsid w:val="00B6627A"/>
    <w:rsid w:val="00B718BA"/>
    <w:rsid w:val="00B72B48"/>
    <w:rsid w:val="00B73847"/>
    <w:rsid w:val="00B75D31"/>
    <w:rsid w:val="00B76590"/>
    <w:rsid w:val="00B7681C"/>
    <w:rsid w:val="00B773DF"/>
    <w:rsid w:val="00B77577"/>
    <w:rsid w:val="00B7769F"/>
    <w:rsid w:val="00B8023B"/>
    <w:rsid w:val="00B80B42"/>
    <w:rsid w:val="00B84B72"/>
    <w:rsid w:val="00B85372"/>
    <w:rsid w:val="00B8553E"/>
    <w:rsid w:val="00B86644"/>
    <w:rsid w:val="00B86AD5"/>
    <w:rsid w:val="00B871C7"/>
    <w:rsid w:val="00B9082C"/>
    <w:rsid w:val="00B90E7A"/>
    <w:rsid w:val="00B9177D"/>
    <w:rsid w:val="00B922D1"/>
    <w:rsid w:val="00B927E1"/>
    <w:rsid w:val="00B93477"/>
    <w:rsid w:val="00B93636"/>
    <w:rsid w:val="00B94072"/>
    <w:rsid w:val="00B94CBC"/>
    <w:rsid w:val="00B95C79"/>
    <w:rsid w:val="00B97EBB"/>
    <w:rsid w:val="00BA0A66"/>
    <w:rsid w:val="00BA155D"/>
    <w:rsid w:val="00BA22CD"/>
    <w:rsid w:val="00BA24AF"/>
    <w:rsid w:val="00BA3DB6"/>
    <w:rsid w:val="00BA485F"/>
    <w:rsid w:val="00BA50AD"/>
    <w:rsid w:val="00BA5775"/>
    <w:rsid w:val="00BA5DBB"/>
    <w:rsid w:val="00BA69D3"/>
    <w:rsid w:val="00BA6E1A"/>
    <w:rsid w:val="00BA711E"/>
    <w:rsid w:val="00BB1B31"/>
    <w:rsid w:val="00BB330D"/>
    <w:rsid w:val="00BB4886"/>
    <w:rsid w:val="00BB50D8"/>
    <w:rsid w:val="00BB5894"/>
    <w:rsid w:val="00BC064B"/>
    <w:rsid w:val="00BC0B81"/>
    <w:rsid w:val="00BC183A"/>
    <w:rsid w:val="00BC3711"/>
    <w:rsid w:val="00BC39DC"/>
    <w:rsid w:val="00BC3CE1"/>
    <w:rsid w:val="00BC4A49"/>
    <w:rsid w:val="00BC5CB4"/>
    <w:rsid w:val="00BC6A28"/>
    <w:rsid w:val="00BC7030"/>
    <w:rsid w:val="00BC736F"/>
    <w:rsid w:val="00BD05A4"/>
    <w:rsid w:val="00BD0676"/>
    <w:rsid w:val="00BD0ABB"/>
    <w:rsid w:val="00BD0B84"/>
    <w:rsid w:val="00BD1B6B"/>
    <w:rsid w:val="00BD1F62"/>
    <w:rsid w:val="00BD253B"/>
    <w:rsid w:val="00BD2B41"/>
    <w:rsid w:val="00BD2C1F"/>
    <w:rsid w:val="00BD3538"/>
    <w:rsid w:val="00BD44ED"/>
    <w:rsid w:val="00BD520D"/>
    <w:rsid w:val="00BD5F57"/>
    <w:rsid w:val="00BE2A97"/>
    <w:rsid w:val="00BE2B97"/>
    <w:rsid w:val="00BE3049"/>
    <w:rsid w:val="00BE336D"/>
    <w:rsid w:val="00BE4191"/>
    <w:rsid w:val="00BE41C3"/>
    <w:rsid w:val="00BE4C71"/>
    <w:rsid w:val="00BE4E0A"/>
    <w:rsid w:val="00BE50BA"/>
    <w:rsid w:val="00BE69A2"/>
    <w:rsid w:val="00BE719A"/>
    <w:rsid w:val="00BF02F5"/>
    <w:rsid w:val="00BF0588"/>
    <w:rsid w:val="00BF1981"/>
    <w:rsid w:val="00BF1A42"/>
    <w:rsid w:val="00BF1AA7"/>
    <w:rsid w:val="00BF200F"/>
    <w:rsid w:val="00BF2501"/>
    <w:rsid w:val="00BF2575"/>
    <w:rsid w:val="00BF25B7"/>
    <w:rsid w:val="00BF377A"/>
    <w:rsid w:val="00BF437A"/>
    <w:rsid w:val="00BF45A3"/>
    <w:rsid w:val="00BF47DE"/>
    <w:rsid w:val="00BF4941"/>
    <w:rsid w:val="00BF5042"/>
    <w:rsid w:val="00BF5830"/>
    <w:rsid w:val="00BF762D"/>
    <w:rsid w:val="00C00566"/>
    <w:rsid w:val="00C00A90"/>
    <w:rsid w:val="00C020C6"/>
    <w:rsid w:val="00C04D7E"/>
    <w:rsid w:val="00C062F6"/>
    <w:rsid w:val="00C064CE"/>
    <w:rsid w:val="00C07BA6"/>
    <w:rsid w:val="00C07BD4"/>
    <w:rsid w:val="00C07D94"/>
    <w:rsid w:val="00C10035"/>
    <w:rsid w:val="00C11934"/>
    <w:rsid w:val="00C11DD6"/>
    <w:rsid w:val="00C129D8"/>
    <w:rsid w:val="00C150B9"/>
    <w:rsid w:val="00C158E5"/>
    <w:rsid w:val="00C16B2F"/>
    <w:rsid w:val="00C2062B"/>
    <w:rsid w:val="00C21F09"/>
    <w:rsid w:val="00C21F17"/>
    <w:rsid w:val="00C2208F"/>
    <w:rsid w:val="00C226B5"/>
    <w:rsid w:val="00C24533"/>
    <w:rsid w:val="00C249CE"/>
    <w:rsid w:val="00C2624A"/>
    <w:rsid w:val="00C2727E"/>
    <w:rsid w:val="00C275CA"/>
    <w:rsid w:val="00C3069B"/>
    <w:rsid w:val="00C308AC"/>
    <w:rsid w:val="00C30D4E"/>
    <w:rsid w:val="00C31653"/>
    <w:rsid w:val="00C31AE1"/>
    <w:rsid w:val="00C3270C"/>
    <w:rsid w:val="00C32929"/>
    <w:rsid w:val="00C32DAA"/>
    <w:rsid w:val="00C33C39"/>
    <w:rsid w:val="00C34E3A"/>
    <w:rsid w:val="00C358E9"/>
    <w:rsid w:val="00C36141"/>
    <w:rsid w:val="00C366A6"/>
    <w:rsid w:val="00C371E9"/>
    <w:rsid w:val="00C374A1"/>
    <w:rsid w:val="00C405DF"/>
    <w:rsid w:val="00C4069A"/>
    <w:rsid w:val="00C4183F"/>
    <w:rsid w:val="00C42897"/>
    <w:rsid w:val="00C47A37"/>
    <w:rsid w:val="00C50699"/>
    <w:rsid w:val="00C50A85"/>
    <w:rsid w:val="00C51FF6"/>
    <w:rsid w:val="00C5219A"/>
    <w:rsid w:val="00C52856"/>
    <w:rsid w:val="00C53A04"/>
    <w:rsid w:val="00C54A69"/>
    <w:rsid w:val="00C56A9D"/>
    <w:rsid w:val="00C57123"/>
    <w:rsid w:val="00C57CE7"/>
    <w:rsid w:val="00C57D8F"/>
    <w:rsid w:val="00C6016A"/>
    <w:rsid w:val="00C60B30"/>
    <w:rsid w:val="00C60DD1"/>
    <w:rsid w:val="00C61360"/>
    <w:rsid w:val="00C61D8E"/>
    <w:rsid w:val="00C62E42"/>
    <w:rsid w:val="00C6475C"/>
    <w:rsid w:val="00C65DC9"/>
    <w:rsid w:val="00C67540"/>
    <w:rsid w:val="00C67C40"/>
    <w:rsid w:val="00C67DB1"/>
    <w:rsid w:val="00C704BD"/>
    <w:rsid w:val="00C7183D"/>
    <w:rsid w:val="00C71867"/>
    <w:rsid w:val="00C73059"/>
    <w:rsid w:val="00C733FC"/>
    <w:rsid w:val="00C73426"/>
    <w:rsid w:val="00C7455F"/>
    <w:rsid w:val="00C7468F"/>
    <w:rsid w:val="00C74FDA"/>
    <w:rsid w:val="00C755A7"/>
    <w:rsid w:val="00C768D7"/>
    <w:rsid w:val="00C76B73"/>
    <w:rsid w:val="00C775BD"/>
    <w:rsid w:val="00C80AD4"/>
    <w:rsid w:val="00C80E62"/>
    <w:rsid w:val="00C81AFA"/>
    <w:rsid w:val="00C81FD2"/>
    <w:rsid w:val="00C82573"/>
    <w:rsid w:val="00C82DA6"/>
    <w:rsid w:val="00C82FF3"/>
    <w:rsid w:val="00C832CE"/>
    <w:rsid w:val="00C83F69"/>
    <w:rsid w:val="00C84007"/>
    <w:rsid w:val="00C858CF"/>
    <w:rsid w:val="00C85A4B"/>
    <w:rsid w:val="00C87C8C"/>
    <w:rsid w:val="00C87DF1"/>
    <w:rsid w:val="00C91778"/>
    <w:rsid w:val="00C9281C"/>
    <w:rsid w:val="00C93B9C"/>
    <w:rsid w:val="00C93E8D"/>
    <w:rsid w:val="00C94676"/>
    <w:rsid w:val="00C950E4"/>
    <w:rsid w:val="00C952C1"/>
    <w:rsid w:val="00C95961"/>
    <w:rsid w:val="00C96418"/>
    <w:rsid w:val="00C96F66"/>
    <w:rsid w:val="00C9743E"/>
    <w:rsid w:val="00C97717"/>
    <w:rsid w:val="00CA0105"/>
    <w:rsid w:val="00CA13DE"/>
    <w:rsid w:val="00CA1E61"/>
    <w:rsid w:val="00CA232C"/>
    <w:rsid w:val="00CA3C64"/>
    <w:rsid w:val="00CA44D9"/>
    <w:rsid w:val="00CA49F3"/>
    <w:rsid w:val="00CA4DA1"/>
    <w:rsid w:val="00CA4F27"/>
    <w:rsid w:val="00CA4FE3"/>
    <w:rsid w:val="00CA50B2"/>
    <w:rsid w:val="00CA5DC6"/>
    <w:rsid w:val="00CA7352"/>
    <w:rsid w:val="00CA7847"/>
    <w:rsid w:val="00CA7B5C"/>
    <w:rsid w:val="00CB065A"/>
    <w:rsid w:val="00CB1AF9"/>
    <w:rsid w:val="00CB1FE0"/>
    <w:rsid w:val="00CB21B7"/>
    <w:rsid w:val="00CB23CA"/>
    <w:rsid w:val="00CB2AE1"/>
    <w:rsid w:val="00CB3303"/>
    <w:rsid w:val="00CB62E7"/>
    <w:rsid w:val="00CB6D39"/>
    <w:rsid w:val="00CB70CD"/>
    <w:rsid w:val="00CB71C7"/>
    <w:rsid w:val="00CB7849"/>
    <w:rsid w:val="00CB7A15"/>
    <w:rsid w:val="00CB7E82"/>
    <w:rsid w:val="00CC0466"/>
    <w:rsid w:val="00CC0C44"/>
    <w:rsid w:val="00CC17D8"/>
    <w:rsid w:val="00CC1C83"/>
    <w:rsid w:val="00CC26BB"/>
    <w:rsid w:val="00CC3E7A"/>
    <w:rsid w:val="00CC50A2"/>
    <w:rsid w:val="00CC603B"/>
    <w:rsid w:val="00CC6466"/>
    <w:rsid w:val="00CC69E6"/>
    <w:rsid w:val="00CC7127"/>
    <w:rsid w:val="00CC7D4C"/>
    <w:rsid w:val="00CD035B"/>
    <w:rsid w:val="00CD0379"/>
    <w:rsid w:val="00CD3A0B"/>
    <w:rsid w:val="00CD435D"/>
    <w:rsid w:val="00CD56C6"/>
    <w:rsid w:val="00CD6BD1"/>
    <w:rsid w:val="00CD71FA"/>
    <w:rsid w:val="00CD78E7"/>
    <w:rsid w:val="00CD7B4C"/>
    <w:rsid w:val="00CE09AF"/>
    <w:rsid w:val="00CE12DB"/>
    <w:rsid w:val="00CE14B5"/>
    <w:rsid w:val="00CE1BE2"/>
    <w:rsid w:val="00CE1E08"/>
    <w:rsid w:val="00CE2395"/>
    <w:rsid w:val="00CE3588"/>
    <w:rsid w:val="00CE37CD"/>
    <w:rsid w:val="00CE3AEA"/>
    <w:rsid w:val="00CE4BD9"/>
    <w:rsid w:val="00CE5048"/>
    <w:rsid w:val="00CE53A0"/>
    <w:rsid w:val="00CE5D4F"/>
    <w:rsid w:val="00CE5DD4"/>
    <w:rsid w:val="00CE7CED"/>
    <w:rsid w:val="00CE7F62"/>
    <w:rsid w:val="00CF0244"/>
    <w:rsid w:val="00CF034E"/>
    <w:rsid w:val="00CF0F54"/>
    <w:rsid w:val="00CF1D85"/>
    <w:rsid w:val="00CF2AC5"/>
    <w:rsid w:val="00CF32EE"/>
    <w:rsid w:val="00CF38B6"/>
    <w:rsid w:val="00CF421F"/>
    <w:rsid w:val="00CF5A8A"/>
    <w:rsid w:val="00CF5E3B"/>
    <w:rsid w:val="00CF6434"/>
    <w:rsid w:val="00CF7C1A"/>
    <w:rsid w:val="00D01B02"/>
    <w:rsid w:val="00D03E91"/>
    <w:rsid w:val="00D04617"/>
    <w:rsid w:val="00D05AB4"/>
    <w:rsid w:val="00D05FCF"/>
    <w:rsid w:val="00D11499"/>
    <w:rsid w:val="00D11E03"/>
    <w:rsid w:val="00D125DF"/>
    <w:rsid w:val="00D12784"/>
    <w:rsid w:val="00D12C3B"/>
    <w:rsid w:val="00D15268"/>
    <w:rsid w:val="00D15275"/>
    <w:rsid w:val="00D164F1"/>
    <w:rsid w:val="00D16857"/>
    <w:rsid w:val="00D17C83"/>
    <w:rsid w:val="00D17CE3"/>
    <w:rsid w:val="00D17EA9"/>
    <w:rsid w:val="00D20E30"/>
    <w:rsid w:val="00D220D4"/>
    <w:rsid w:val="00D238E6"/>
    <w:rsid w:val="00D23DDA"/>
    <w:rsid w:val="00D23FDF"/>
    <w:rsid w:val="00D24238"/>
    <w:rsid w:val="00D24F5F"/>
    <w:rsid w:val="00D24FB9"/>
    <w:rsid w:val="00D258A0"/>
    <w:rsid w:val="00D26329"/>
    <w:rsid w:val="00D2632E"/>
    <w:rsid w:val="00D275EB"/>
    <w:rsid w:val="00D318A5"/>
    <w:rsid w:val="00D324FB"/>
    <w:rsid w:val="00D333F5"/>
    <w:rsid w:val="00D33D18"/>
    <w:rsid w:val="00D34DA1"/>
    <w:rsid w:val="00D350F2"/>
    <w:rsid w:val="00D35635"/>
    <w:rsid w:val="00D36130"/>
    <w:rsid w:val="00D367DA"/>
    <w:rsid w:val="00D37A16"/>
    <w:rsid w:val="00D37F75"/>
    <w:rsid w:val="00D40695"/>
    <w:rsid w:val="00D41417"/>
    <w:rsid w:val="00D42DCD"/>
    <w:rsid w:val="00D44A0B"/>
    <w:rsid w:val="00D44A75"/>
    <w:rsid w:val="00D45325"/>
    <w:rsid w:val="00D45B9B"/>
    <w:rsid w:val="00D45DED"/>
    <w:rsid w:val="00D464FC"/>
    <w:rsid w:val="00D46F1B"/>
    <w:rsid w:val="00D479A6"/>
    <w:rsid w:val="00D47B4E"/>
    <w:rsid w:val="00D50BAD"/>
    <w:rsid w:val="00D512C4"/>
    <w:rsid w:val="00D51550"/>
    <w:rsid w:val="00D51AB3"/>
    <w:rsid w:val="00D52A1F"/>
    <w:rsid w:val="00D54E4F"/>
    <w:rsid w:val="00D551FE"/>
    <w:rsid w:val="00D55287"/>
    <w:rsid w:val="00D56E03"/>
    <w:rsid w:val="00D600D1"/>
    <w:rsid w:val="00D631C0"/>
    <w:rsid w:val="00D63309"/>
    <w:rsid w:val="00D637ED"/>
    <w:rsid w:val="00D64C1E"/>
    <w:rsid w:val="00D6567B"/>
    <w:rsid w:val="00D65A5C"/>
    <w:rsid w:val="00D722A0"/>
    <w:rsid w:val="00D740AD"/>
    <w:rsid w:val="00D74ABC"/>
    <w:rsid w:val="00D75295"/>
    <w:rsid w:val="00D76643"/>
    <w:rsid w:val="00D772E9"/>
    <w:rsid w:val="00D80C1E"/>
    <w:rsid w:val="00D81EBA"/>
    <w:rsid w:val="00D82644"/>
    <w:rsid w:val="00D83735"/>
    <w:rsid w:val="00D838F8"/>
    <w:rsid w:val="00D83E41"/>
    <w:rsid w:val="00D84240"/>
    <w:rsid w:val="00D850D5"/>
    <w:rsid w:val="00D8745E"/>
    <w:rsid w:val="00D9014C"/>
    <w:rsid w:val="00D90A89"/>
    <w:rsid w:val="00D917C0"/>
    <w:rsid w:val="00D917CC"/>
    <w:rsid w:val="00D91D86"/>
    <w:rsid w:val="00D91E8B"/>
    <w:rsid w:val="00D91FB2"/>
    <w:rsid w:val="00D94FC0"/>
    <w:rsid w:val="00D95050"/>
    <w:rsid w:val="00D96145"/>
    <w:rsid w:val="00D9697D"/>
    <w:rsid w:val="00D974D5"/>
    <w:rsid w:val="00DA155D"/>
    <w:rsid w:val="00DA26B2"/>
    <w:rsid w:val="00DA274A"/>
    <w:rsid w:val="00DA2AD8"/>
    <w:rsid w:val="00DA3F88"/>
    <w:rsid w:val="00DA5C95"/>
    <w:rsid w:val="00DA61B4"/>
    <w:rsid w:val="00DA62C8"/>
    <w:rsid w:val="00DA69C2"/>
    <w:rsid w:val="00DA6AD7"/>
    <w:rsid w:val="00DB02E4"/>
    <w:rsid w:val="00DB1C62"/>
    <w:rsid w:val="00DB1D7D"/>
    <w:rsid w:val="00DB497E"/>
    <w:rsid w:val="00DB54DB"/>
    <w:rsid w:val="00DB692E"/>
    <w:rsid w:val="00DB6E16"/>
    <w:rsid w:val="00DB7298"/>
    <w:rsid w:val="00DB747E"/>
    <w:rsid w:val="00DB78DB"/>
    <w:rsid w:val="00DC0C5C"/>
    <w:rsid w:val="00DC0DE5"/>
    <w:rsid w:val="00DC1131"/>
    <w:rsid w:val="00DC2C94"/>
    <w:rsid w:val="00DC2D0A"/>
    <w:rsid w:val="00DC4568"/>
    <w:rsid w:val="00DC457F"/>
    <w:rsid w:val="00DC51DC"/>
    <w:rsid w:val="00DC617B"/>
    <w:rsid w:val="00DC6607"/>
    <w:rsid w:val="00DC6DDA"/>
    <w:rsid w:val="00DC6F08"/>
    <w:rsid w:val="00DC726C"/>
    <w:rsid w:val="00DD062E"/>
    <w:rsid w:val="00DD1249"/>
    <w:rsid w:val="00DD1965"/>
    <w:rsid w:val="00DD2C77"/>
    <w:rsid w:val="00DD332B"/>
    <w:rsid w:val="00DD33C8"/>
    <w:rsid w:val="00DD3693"/>
    <w:rsid w:val="00DD3A26"/>
    <w:rsid w:val="00DD4AB9"/>
    <w:rsid w:val="00DD534A"/>
    <w:rsid w:val="00DD5A66"/>
    <w:rsid w:val="00DD5EDE"/>
    <w:rsid w:val="00DD6534"/>
    <w:rsid w:val="00DD7197"/>
    <w:rsid w:val="00DD7413"/>
    <w:rsid w:val="00DD74B1"/>
    <w:rsid w:val="00DD78CE"/>
    <w:rsid w:val="00DE07BB"/>
    <w:rsid w:val="00DE118D"/>
    <w:rsid w:val="00DE21CE"/>
    <w:rsid w:val="00DE24F2"/>
    <w:rsid w:val="00DE2C7E"/>
    <w:rsid w:val="00DE2C7F"/>
    <w:rsid w:val="00DE2EA7"/>
    <w:rsid w:val="00DE369A"/>
    <w:rsid w:val="00DE3E4A"/>
    <w:rsid w:val="00DE409E"/>
    <w:rsid w:val="00DE4298"/>
    <w:rsid w:val="00DE44CE"/>
    <w:rsid w:val="00DE4B41"/>
    <w:rsid w:val="00DE5445"/>
    <w:rsid w:val="00DE6210"/>
    <w:rsid w:val="00DE6F21"/>
    <w:rsid w:val="00DE7987"/>
    <w:rsid w:val="00DE7A14"/>
    <w:rsid w:val="00DF01B2"/>
    <w:rsid w:val="00DF07A7"/>
    <w:rsid w:val="00DF1234"/>
    <w:rsid w:val="00DF13F4"/>
    <w:rsid w:val="00DF2460"/>
    <w:rsid w:val="00DF31F7"/>
    <w:rsid w:val="00DF330D"/>
    <w:rsid w:val="00DF38CD"/>
    <w:rsid w:val="00DF3964"/>
    <w:rsid w:val="00DF4875"/>
    <w:rsid w:val="00DF4AAF"/>
    <w:rsid w:val="00DF4ABE"/>
    <w:rsid w:val="00DF5AD5"/>
    <w:rsid w:val="00DF74A5"/>
    <w:rsid w:val="00E01A55"/>
    <w:rsid w:val="00E01F06"/>
    <w:rsid w:val="00E022A6"/>
    <w:rsid w:val="00E026C9"/>
    <w:rsid w:val="00E02E8D"/>
    <w:rsid w:val="00E03D71"/>
    <w:rsid w:val="00E0437A"/>
    <w:rsid w:val="00E047DA"/>
    <w:rsid w:val="00E05103"/>
    <w:rsid w:val="00E05313"/>
    <w:rsid w:val="00E05A38"/>
    <w:rsid w:val="00E05E04"/>
    <w:rsid w:val="00E06551"/>
    <w:rsid w:val="00E066DC"/>
    <w:rsid w:val="00E072F4"/>
    <w:rsid w:val="00E07F7A"/>
    <w:rsid w:val="00E12F52"/>
    <w:rsid w:val="00E13A29"/>
    <w:rsid w:val="00E2323E"/>
    <w:rsid w:val="00E2494B"/>
    <w:rsid w:val="00E24C2B"/>
    <w:rsid w:val="00E25C3C"/>
    <w:rsid w:val="00E25C8E"/>
    <w:rsid w:val="00E26607"/>
    <w:rsid w:val="00E267AA"/>
    <w:rsid w:val="00E26C19"/>
    <w:rsid w:val="00E26F50"/>
    <w:rsid w:val="00E304AC"/>
    <w:rsid w:val="00E30A4B"/>
    <w:rsid w:val="00E31C0B"/>
    <w:rsid w:val="00E32BB8"/>
    <w:rsid w:val="00E32D99"/>
    <w:rsid w:val="00E33243"/>
    <w:rsid w:val="00E33926"/>
    <w:rsid w:val="00E33FA6"/>
    <w:rsid w:val="00E346F2"/>
    <w:rsid w:val="00E34991"/>
    <w:rsid w:val="00E3616C"/>
    <w:rsid w:val="00E374BD"/>
    <w:rsid w:val="00E37CEA"/>
    <w:rsid w:val="00E40406"/>
    <w:rsid w:val="00E4040B"/>
    <w:rsid w:val="00E405E8"/>
    <w:rsid w:val="00E40FBB"/>
    <w:rsid w:val="00E411E0"/>
    <w:rsid w:val="00E416ED"/>
    <w:rsid w:val="00E4266C"/>
    <w:rsid w:val="00E44510"/>
    <w:rsid w:val="00E44BED"/>
    <w:rsid w:val="00E451B4"/>
    <w:rsid w:val="00E4649A"/>
    <w:rsid w:val="00E46E8D"/>
    <w:rsid w:val="00E47EE7"/>
    <w:rsid w:val="00E47F72"/>
    <w:rsid w:val="00E5018D"/>
    <w:rsid w:val="00E525C7"/>
    <w:rsid w:val="00E5385C"/>
    <w:rsid w:val="00E53933"/>
    <w:rsid w:val="00E54D81"/>
    <w:rsid w:val="00E552C5"/>
    <w:rsid w:val="00E5647D"/>
    <w:rsid w:val="00E6005F"/>
    <w:rsid w:val="00E601EB"/>
    <w:rsid w:val="00E60379"/>
    <w:rsid w:val="00E60746"/>
    <w:rsid w:val="00E607FC"/>
    <w:rsid w:val="00E60C40"/>
    <w:rsid w:val="00E617D6"/>
    <w:rsid w:val="00E62019"/>
    <w:rsid w:val="00E625BF"/>
    <w:rsid w:val="00E63042"/>
    <w:rsid w:val="00E64448"/>
    <w:rsid w:val="00E657D5"/>
    <w:rsid w:val="00E66564"/>
    <w:rsid w:val="00E67F5E"/>
    <w:rsid w:val="00E70815"/>
    <w:rsid w:val="00E70953"/>
    <w:rsid w:val="00E70AB0"/>
    <w:rsid w:val="00E70E7E"/>
    <w:rsid w:val="00E72383"/>
    <w:rsid w:val="00E72FF9"/>
    <w:rsid w:val="00E7310E"/>
    <w:rsid w:val="00E734A2"/>
    <w:rsid w:val="00E736FD"/>
    <w:rsid w:val="00E73785"/>
    <w:rsid w:val="00E749FF"/>
    <w:rsid w:val="00E77BB4"/>
    <w:rsid w:val="00E77C57"/>
    <w:rsid w:val="00E810F7"/>
    <w:rsid w:val="00E8164C"/>
    <w:rsid w:val="00E82BD7"/>
    <w:rsid w:val="00E82F4D"/>
    <w:rsid w:val="00E835FF"/>
    <w:rsid w:val="00E83A10"/>
    <w:rsid w:val="00E83F8A"/>
    <w:rsid w:val="00E84601"/>
    <w:rsid w:val="00E84B1D"/>
    <w:rsid w:val="00E84DAF"/>
    <w:rsid w:val="00E85201"/>
    <w:rsid w:val="00E862B2"/>
    <w:rsid w:val="00E86565"/>
    <w:rsid w:val="00E8743E"/>
    <w:rsid w:val="00E874B4"/>
    <w:rsid w:val="00E87F7F"/>
    <w:rsid w:val="00E90E83"/>
    <w:rsid w:val="00E90FFE"/>
    <w:rsid w:val="00E91F3E"/>
    <w:rsid w:val="00E929DD"/>
    <w:rsid w:val="00E946FB"/>
    <w:rsid w:val="00E96030"/>
    <w:rsid w:val="00E960C3"/>
    <w:rsid w:val="00E961BC"/>
    <w:rsid w:val="00EA14DF"/>
    <w:rsid w:val="00EA1651"/>
    <w:rsid w:val="00EA1A1C"/>
    <w:rsid w:val="00EA1C1A"/>
    <w:rsid w:val="00EA2D3C"/>
    <w:rsid w:val="00EA534B"/>
    <w:rsid w:val="00EA567E"/>
    <w:rsid w:val="00EA7B45"/>
    <w:rsid w:val="00EA7C96"/>
    <w:rsid w:val="00EA7EBF"/>
    <w:rsid w:val="00EB168B"/>
    <w:rsid w:val="00EB1875"/>
    <w:rsid w:val="00EB1B4A"/>
    <w:rsid w:val="00EB1BCF"/>
    <w:rsid w:val="00EB1DD9"/>
    <w:rsid w:val="00EB314F"/>
    <w:rsid w:val="00EB5188"/>
    <w:rsid w:val="00EB57E0"/>
    <w:rsid w:val="00EB5E3D"/>
    <w:rsid w:val="00EB670A"/>
    <w:rsid w:val="00EB74F6"/>
    <w:rsid w:val="00EB7BFC"/>
    <w:rsid w:val="00EC0E0E"/>
    <w:rsid w:val="00EC1278"/>
    <w:rsid w:val="00EC1F86"/>
    <w:rsid w:val="00EC22FE"/>
    <w:rsid w:val="00EC2E7B"/>
    <w:rsid w:val="00EC3C2F"/>
    <w:rsid w:val="00EC6160"/>
    <w:rsid w:val="00EC7E37"/>
    <w:rsid w:val="00ED051A"/>
    <w:rsid w:val="00ED0B03"/>
    <w:rsid w:val="00ED134E"/>
    <w:rsid w:val="00ED1C76"/>
    <w:rsid w:val="00ED2181"/>
    <w:rsid w:val="00ED5172"/>
    <w:rsid w:val="00ED6125"/>
    <w:rsid w:val="00EE07F6"/>
    <w:rsid w:val="00EE0938"/>
    <w:rsid w:val="00EE0B03"/>
    <w:rsid w:val="00EE0DAD"/>
    <w:rsid w:val="00EE20D2"/>
    <w:rsid w:val="00EE2EEE"/>
    <w:rsid w:val="00EE3EA2"/>
    <w:rsid w:val="00EE41F7"/>
    <w:rsid w:val="00EE48FF"/>
    <w:rsid w:val="00EE5008"/>
    <w:rsid w:val="00EE65CB"/>
    <w:rsid w:val="00EE7393"/>
    <w:rsid w:val="00EE759E"/>
    <w:rsid w:val="00EE7643"/>
    <w:rsid w:val="00EE7A21"/>
    <w:rsid w:val="00EF0576"/>
    <w:rsid w:val="00EF05BD"/>
    <w:rsid w:val="00EF18C7"/>
    <w:rsid w:val="00EF2B8F"/>
    <w:rsid w:val="00EF34EB"/>
    <w:rsid w:val="00EF35D3"/>
    <w:rsid w:val="00EF3F80"/>
    <w:rsid w:val="00EF43CB"/>
    <w:rsid w:val="00EF46C5"/>
    <w:rsid w:val="00EF4778"/>
    <w:rsid w:val="00EF593B"/>
    <w:rsid w:val="00EF63E9"/>
    <w:rsid w:val="00EF643E"/>
    <w:rsid w:val="00EF646C"/>
    <w:rsid w:val="00EF6566"/>
    <w:rsid w:val="00EF667E"/>
    <w:rsid w:val="00EF6AC5"/>
    <w:rsid w:val="00EF7329"/>
    <w:rsid w:val="00EF737C"/>
    <w:rsid w:val="00EF7AE3"/>
    <w:rsid w:val="00F03DFA"/>
    <w:rsid w:val="00F05107"/>
    <w:rsid w:val="00F05654"/>
    <w:rsid w:val="00F056E3"/>
    <w:rsid w:val="00F05E2F"/>
    <w:rsid w:val="00F06432"/>
    <w:rsid w:val="00F071E0"/>
    <w:rsid w:val="00F075F6"/>
    <w:rsid w:val="00F0766B"/>
    <w:rsid w:val="00F07776"/>
    <w:rsid w:val="00F077F5"/>
    <w:rsid w:val="00F07AE5"/>
    <w:rsid w:val="00F101E0"/>
    <w:rsid w:val="00F10318"/>
    <w:rsid w:val="00F108A6"/>
    <w:rsid w:val="00F110C8"/>
    <w:rsid w:val="00F11F28"/>
    <w:rsid w:val="00F11F66"/>
    <w:rsid w:val="00F12078"/>
    <w:rsid w:val="00F124A0"/>
    <w:rsid w:val="00F1259C"/>
    <w:rsid w:val="00F1346E"/>
    <w:rsid w:val="00F13E19"/>
    <w:rsid w:val="00F14161"/>
    <w:rsid w:val="00F1427D"/>
    <w:rsid w:val="00F14821"/>
    <w:rsid w:val="00F1540F"/>
    <w:rsid w:val="00F15DF4"/>
    <w:rsid w:val="00F1611C"/>
    <w:rsid w:val="00F16A17"/>
    <w:rsid w:val="00F17676"/>
    <w:rsid w:val="00F176C2"/>
    <w:rsid w:val="00F17B7D"/>
    <w:rsid w:val="00F17FC2"/>
    <w:rsid w:val="00F2073C"/>
    <w:rsid w:val="00F20F6F"/>
    <w:rsid w:val="00F21116"/>
    <w:rsid w:val="00F21762"/>
    <w:rsid w:val="00F22221"/>
    <w:rsid w:val="00F23CAD"/>
    <w:rsid w:val="00F24597"/>
    <w:rsid w:val="00F248CB"/>
    <w:rsid w:val="00F24E4F"/>
    <w:rsid w:val="00F26B4B"/>
    <w:rsid w:val="00F26B9F"/>
    <w:rsid w:val="00F272A1"/>
    <w:rsid w:val="00F27A74"/>
    <w:rsid w:val="00F300A5"/>
    <w:rsid w:val="00F301CF"/>
    <w:rsid w:val="00F302E1"/>
    <w:rsid w:val="00F307FF"/>
    <w:rsid w:val="00F30D4C"/>
    <w:rsid w:val="00F31BBF"/>
    <w:rsid w:val="00F324B5"/>
    <w:rsid w:val="00F32982"/>
    <w:rsid w:val="00F3307F"/>
    <w:rsid w:val="00F333F8"/>
    <w:rsid w:val="00F349AB"/>
    <w:rsid w:val="00F35843"/>
    <w:rsid w:val="00F35F91"/>
    <w:rsid w:val="00F36D32"/>
    <w:rsid w:val="00F40080"/>
    <w:rsid w:val="00F429AD"/>
    <w:rsid w:val="00F42B6A"/>
    <w:rsid w:val="00F4371D"/>
    <w:rsid w:val="00F442C2"/>
    <w:rsid w:val="00F45C41"/>
    <w:rsid w:val="00F46430"/>
    <w:rsid w:val="00F4687E"/>
    <w:rsid w:val="00F46A9A"/>
    <w:rsid w:val="00F47BD4"/>
    <w:rsid w:val="00F47BE5"/>
    <w:rsid w:val="00F51952"/>
    <w:rsid w:val="00F52A93"/>
    <w:rsid w:val="00F533D4"/>
    <w:rsid w:val="00F53B6D"/>
    <w:rsid w:val="00F53BB4"/>
    <w:rsid w:val="00F53D55"/>
    <w:rsid w:val="00F541E3"/>
    <w:rsid w:val="00F5499D"/>
    <w:rsid w:val="00F5556A"/>
    <w:rsid w:val="00F55B64"/>
    <w:rsid w:val="00F56899"/>
    <w:rsid w:val="00F56AA7"/>
    <w:rsid w:val="00F56B8E"/>
    <w:rsid w:val="00F56CA2"/>
    <w:rsid w:val="00F57604"/>
    <w:rsid w:val="00F579A2"/>
    <w:rsid w:val="00F57AEB"/>
    <w:rsid w:val="00F604C5"/>
    <w:rsid w:val="00F61BA1"/>
    <w:rsid w:val="00F62931"/>
    <w:rsid w:val="00F62D56"/>
    <w:rsid w:val="00F631A2"/>
    <w:rsid w:val="00F63340"/>
    <w:rsid w:val="00F6359F"/>
    <w:rsid w:val="00F65F91"/>
    <w:rsid w:val="00F72A59"/>
    <w:rsid w:val="00F72B3E"/>
    <w:rsid w:val="00F75540"/>
    <w:rsid w:val="00F7658A"/>
    <w:rsid w:val="00F773F3"/>
    <w:rsid w:val="00F8177F"/>
    <w:rsid w:val="00F823E7"/>
    <w:rsid w:val="00F8246E"/>
    <w:rsid w:val="00F8393D"/>
    <w:rsid w:val="00F84687"/>
    <w:rsid w:val="00F85401"/>
    <w:rsid w:val="00F85B63"/>
    <w:rsid w:val="00F86086"/>
    <w:rsid w:val="00F860D7"/>
    <w:rsid w:val="00F8666F"/>
    <w:rsid w:val="00F86DC3"/>
    <w:rsid w:val="00F87C67"/>
    <w:rsid w:val="00F90641"/>
    <w:rsid w:val="00F90CCD"/>
    <w:rsid w:val="00F91554"/>
    <w:rsid w:val="00F91946"/>
    <w:rsid w:val="00F9311E"/>
    <w:rsid w:val="00F934CB"/>
    <w:rsid w:val="00F94F40"/>
    <w:rsid w:val="00F9554D"/>
    <w:rsid w:val="00F964E1"/>
    <w:rsid w:val="00F9711A"/>
    <w:rsid w:val="00F9749F"/>
    <w:rsid w:val="00F97B93"/>
    <w:rsid w:val="00FA0348"/>
    <w:rsid w:val="00FA03F9"/>
    <w:rsid w:val="00FA24AE"/>
    <w:rsid w:val="00FA27EA"/>
    <w:rsid w:val="00FA4587"/>
    <w:rsid w:val="00FA4C48"/>
    <w:rsid w:val="00FA4DD0"/>
    <w:rsid w:val="00FA55E3"/>
    <w:rsid w:val="00FA65AC"/>
    <w:rsid w:val="00FA6C25"/>
    <w:rsid w:val="00FA7C48"/>
    <w:rsid w:val="00FB05BB"/>
    <w:rsid w:val="00FB1E6E"/>
    <w:rsid w:val="00FB1EC6"/>
    <w:rsid w:val="00FB1FB4"/>
    <w:rsid w:val="00FB22D4"/>
    <w:rsid w:val="00FB2366"/>
    <w:rsid w:val="00FB308B"/>
    <w:rsid w:val="00FB4B20"/>
    <w:rsid w:val="00FB6949"/>
    <w:rsid w:val="00FB7082"/>
    <w:rsid w:val="00FB72E7"/>
    <w:rsid w:val="00FB7E5C"/>
    <w:rsid w:val="00FC19C9"/>
    <w:rsid w:val="00FC2BE3"/>
    <w:rsid w:val="00FC311D"/>
    <w:rsid w:val="00FC3F82"/>
    <w:rsid w:val="00FC6937"/>
    <w:rsid w:val="00FC756B"/>
    <w:rsid w:val="00FC7897"/>
    <w:rsid w:val="00FD0095"/>
    <w:rsid w:val="00FD16E5"/>
    <w:rsid w:val="00FD1A49"/>
    <w:rsid w:val="00FD24A4"/>
    <w:rsid w:val="00FD2AB4"/>
    <w:rsid w:val="00FD2BCC"/>
    <w:rsid w:val="00FD48A5"/>
    <w:rsid w:val="00FD4D94"/>
    <w:rsid w:val="00FD5425"/>
    <w:rsid w:val="00FD5497"/>
    <w:rsid w:val="00FD55FC"/>
    <w:rsid w:val="00FD5632"/>
    <w:rsid w:val="00FD5C75"/>
    <w:rsid w:val="00FD66C0"/>
    <w:rsid w:val="00FE0E79"/>
    <w:rsid w:val="00FE1BA8"/>
    <w:rsid w:val="00FE1F3E"/>
    <w:rsid w:val="00FE24FA"/>
    <w:rsid w:val="00FE30F6"/>
    <w:rsid w:val="00FE3359"/>
    <w:rsid w:val="00FE4426"/>
    <w:rsid w:val="00FE519B"/>
    <w:rsid w:val="00FE5F0C"/>
    <w:rsid w:val="00FE6764"/>
    <w:rsid w:val="00FE6BA2"/>
    <w:rsid w:val="00FE73D4"/>
    <w:rsid w:val="00FE7715"/>
    <w:rsid w:val="00FE7C8F"/>
    <w:rsid w:val="00FE7E50"/>
    <w:rsid w:val="00FF0567"/>
    <w:rsid w:val="00FF16FD"/>
    <w:rsid w:val="00FF1986"/>
    <w:rsid w:val="00FF240A"/>
    <w:rsid w:val="00FF27B6"/>
    <w:rsid w:val="00FF4B4B"/>
    <w:rsid w:val="00FF4E61"/>
    <w:rsid w:val="00FF4FF2"/>
    <w:rsid w:val="00FF66AD"/>
    <w:rsid w:val="00FF6CCF"/>
    <w:rsid w:val="00FF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763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0763"/>
    <w:pPr>
      <w:spacing w:after="200" w:line="276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8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874B4"/>
  </w:style>
  <w:style w:type="paragraph" w:styleId="Footer">
    <w:name w:val="footer"/>
    <w:basedOn w:val="Normal"/>
    <w:link w:val="FooterChar"/>
    <w:uiPriority w:val="99"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74B4"/>
  </w:style>
  <w:style w:type="paragraph" w:customStyle="1" w:styleId="1">
    <w:name w:val="Абзац списка1"/>
    <w:basedOn w:val="Normal"/>
    <w:uiPriority w:val="99"/>
    <w:rsid w:val="00F32982"/>
    <w:pPr>
      <w:spacing w:after="200" w:line="276" w:lineRule="auto"/>
      <w:ind w:left="720"/>
    </w:pPr>
    <w:rPr>
      <w:rFonts w:eastAsia="Times New Roman"/>
    </w:rPr>
  </w:style>
  <w:style w:type="table" w:styleId="TableGrid">
    <w:name w:val="Table Grid"/>
    <w:basedOn w:val="TableNormal"/>
    <w:uiPriority w:val="99"/>
    <w:rsid w:val="00F064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6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7</Pages>
  <Words>4808</Words>
  <Characters>2742</Characters>
  <Application>Microsoft Office Outlook</Application>
  <DocSecurity>0</DocSecurity>
  <Lines>0</Lines>
  <Paragraphs>0</Paragraphs>
  <ScaleCrop>false</ScaleCrop>
  <Company>УПСЗН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</dc:title>
  <dc:subject/>
  <dc:creator>Operator</dc:creator>
  <cp:keywords/>
  <dc:description/>
  <cp:lastModifiedBy>Кухар</cp:lastModifiedBy>
  <cp:revision>10</cp:revision>
  <cp:lastPrinted>2023-02-20T11:33:00Z</cp:lastPrinted>
  <dcterms:created xsi:type="dcterms:W3CDTF">2023-02-17T06:23:00Z</dcterms:created>
  <dcterms:modified xsi:type="dcterms:W3CDTF">2023-02-22T06:29:00Z</dcterms:modified>
</cp:coreProperties>
</file>