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92" w:rsidRPr="006B096E" w:rsidRDefault="00252892" w:rsidP="006B096E">
      <w:pPr>
        <w:tabs>
          <w:tab w:val="left" w:pos="0"/>
        </w:tabs>
        <w:jc w:val="center"/>
        <w:rPr>
          <w:i/>
          <w:sz w:val="28"/>
          <w:szCs w:val="28"/>
          <w:lang w:eastAsia="en-US"/>
        </w:rPr>
      </w:pPr>
      <w:r w:rsidRPr="006B096E">
        <w:rPr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699426586" r:id="rId6"/>
        </w:object>
      </w:r>
    </w:p>
    <w:p w:rsidR="00252892" w:rsidRPr="006B096E" w:rsidRDefault="00252892" w:rsidP="006B096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eastAsia="en-US"/>
        </w:rPr>
      </w:pPr>
      <w:r w:rsidRPr="006B096E">
        <w:rPr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/>
      </w:tblPr>
      <w:tblGrid>
        <w:gridCol w:w="9628"/>
      </w:tblGrid>
      <w:tr w:rsidR="00252892" w:rsidRPr="006B096E" w:rsidTr="00282931">
        <w:tc>
          <w:tcPr>
            <w:tcW w:w="9628" w:type="dxa"/>
            <w:tcBorders>
              <w:top w:val="thinThickMediumGap" w:sz="12" w:space="0" w:color="auto"/>
            </w:tcBorders>
          </w:tcPr>
          <w:p w:rsidR="00252892" w:rsidRPr="00282931" w:rsidRDefault="00252892" w:rsidP="00282931">
            <w:pPr>
              <w:jc w:val="center"/>
              <w:rPr>
                <w:lang w:eastAsia="en-US"/>
              </w:rPr>
            </w:pPr>
            <w:r w:rsidRPr="00282931">
              <w:rPr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</w:tc>
      </w:tr>
    </w:tbl>
    <w:p w:rsidR="00252892" w:rsidRPr="00DB6870" w:rsidRDefault="00252892" w:rsidP="006B096E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</w:p>
    <w:p w:rsidR="00252892" w:rsidRDefault="00252892" w:rsidP="00047232"/>
    <w:p w:rsidR="00252892" w:rsidRPr="006B096E" w:rsidRDefault="00252892" w:rsidP="00047232">
      <w:pPr>
        <w:rPr>
          <w:bCs/>
        </w:rPr>
      </w:pPr>
      <w:r w:rsidRPr="006B096E">
        <w:rPr>
          <w:bCs/>
          <w:u w:val="single"/>
        </w:rPr>
        <w:t>«16» листопада 2021 року</w:t>
      </w:r>
      <w:r w:rsidRPr="006B096E">
        <w:rPr>
          <w:bCs/>
        </w:rPr>
        <w:t xml:space="preserve">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6B096E">
        <w:rPr>
          <w:bCs/>
        </w:rPr>
        <w:t>№</w:t>
      </w:r>
      <w:r>
        <w:rPr>
          <w:bCs/>
          <w:u w:val="single"/>
        </w:rPr>
        <w:t xml:space="preserve"> 909</w:t>
      </w:r>
    </w:p>
    <w:p w:rsidR="00252892" w:rsidRDefault="00252892" w:rsidP="00047232">
      <w:pPr>
        <w:pStyle w:val="Title"/>
        <w:jc w:val="left"/>
        <w:rPr>
          <w:b/>
          <w:bCs/>
          <w:sz w:val="24"/>
          <w:szCs w:val="24"/>
        </w:rPr>
      </w:pPr>
    </w:p>
    <w:p w:rsidR="00252892" w:rsidRDefault="00252892" w:rsidP="00DA6A6A">
      <w:pPr>
        <w:pStyle w:val="Title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>
        <w:rPr>
          <w:b/>
          <w:bCs/>
          <w:sz w:val="24"/>
          <w:szCs w:val="24"/>
        </w:rPr>
        <w:t>надання дозволу гр. ************</w:t>
      </w:r>
    </w:p>
    <w:p w:rsidR="00252892" w:rsidRDefault="00252892" w:rsidP="00DA6A6A">
      <w:pPr>
        <w:pStyle w:val="Title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перепоховання останків померлого </w:t>
      </w:r>
    </w:p>
    <w:p w:rsidR="00252892" w:rsidRDefault="00252892" w:rsidP="00DA6A6A">
      <w:pPr>
        <w:pStyle w:val="Title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гр. ***************</w:t>
      </w:r>
    </w:p>
    <w:p w:rsidR="00252892" w:rsidRDefault="00252892" w:rsidP="00DA6A6A">
      <w:pPr>
        <w:pStyle w:val="Title"/>
        <w:jc w:val="left"/>
        <w:rPr>
          <w:b/>
          <w:bCs/>
          <w:sz w:val="24"/>
          <w:szCs w:val="24"/>
        </w:rPr>
      </w:pPr>
    </w:p>
    <w:p w:rsidR="00252892" w:rsidRDefault="00252892" w:rsidP="00D41478">
      <w:pPr>
        <w:pStyle w:val="Heading1"/>
        <w:ind w:firstLine="709"/>
        <w:jc w:val="both"/>
      </w:pPr>
      <w:r>
        <w:t xml:space="preserve">Розглянувши заяву гр. *************** вх. № К-4393, що діє на підставі довіреності від ***************** (довіреність від 11.12.2020 року посвідчена приватним нотаріусом Краматорського міського нотаріального округу Донецької області Житарь С.О., зареєстрованої в реєстрі за № 228) щодо надання дозволу на перепоховання останків померлого *****************, який помер 06.10.2020 року (свідоцтво про смерть від 02.12.2020 року серія ********, актовий запис № 753) з Ворзельського кладовища на кладовище с. Красногірка, м. Краматорськ Донецької області, враховуючи довідку Бучанського районного відділу ДУ «Київський ОЦКПХ МОЗ» від 25.06.2021 року № 817 про надання дозволу на перепоховання останків померлого гр. ****************, довідку спеціалізованого комунального підприємства «РИТУАЛЬНА СЛУЖБА» Краматорської міської ради від 11.12.2020 року № 01/7-315 щодо наявності місця для поховання </w:t>
      </w:r>
    </w:p>
    <w:p w:rsidR="00252892" w:rsidRDefault="00252892" w:rsidP="002E308C">
      <w:pPr>
        <w:pStyle w:val="Heading1"/>
        <w:jc w:val="both"/>
      </w:pPr>
      <w:r>
        <w:t>гр. ************************** на кладовищі с. Красногірка м. Краматорськ Донецької області, відповідно до ст. 21 Закону України «Про поховання та похоронну справу»,</w:t>
      </w:r>
      <w:r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252892" w:rsidRPr="006B096E" w:rsidRDefault="00252892" w:rsidP="006B096E"/>
    <w:p w:rsidR="00252892" w:rsidRDefault="00252892" w:rsidP="007A40E7">
      <w:pPr>
        <w:pStyle w:val="Title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252892" w:rsidRDefault="00252892" w:rsidP="007A40E7">
      <w:pPr>
        <w:pStyle w:val="Title"/>
        <w:jc w:val="left"/>
        <w:rPr>
          <w:b/>
          <w:bCs/>
          <w:sz w:val="24"/>
          <w:szCs w:val="24"/>
        </w:rPr>
      </w:pPr>
    </w:p>
    <w:p w:rsidR="00252892" w:rsidRPr="00B3604F" w:rsidRDefault="00252892" w:rsidP="00B3604F">
      <w:pPr>
        <w:jc w:val="both"/>
      </w:pPr>
      <w:r>
        <w:t>1.Надати дозвіл гр. ********************** на здійснення перепоховання останків померлого гр. *****************************, брата громадянки, який помер 02.12.2020 року (свідоцтво про смерть від 02.12.2020 року серія****** № ******, актовий запис № 753) з кладовища по вул. Семеніївська, селища Ворзель Бучанського району Київської області на кладовище с. Красногірка м. Краматорськ Донецької області.</w:t>
      </w:r>
    </w:p>
    <w:p w:rsidR="00252892" w:rsidRDefault="00252892" w:rsidP="00B3604F">
      <w:pPr>
        <w:jc w:val="both"/>
        <w:rPr>
          <w:bCs/>
        </w:rPr>
      </w:pPr>
      <w:r>
        <w:t>2.Роботи по виконанню перепоховання останків померлого гр. ********************** здійснити за рахунок коштів гр. ********************</w:t>
      </w:r>
      <w:r>
        <w:rPr>
          <w:bCs/>
        </w:rPr>
        <w:t>.</w:t>
      </w:r>
    </w:p>
    <w:p w:rsidR="00252892" w:rsidRPr="00B3604F" w:rsidRDefault="00252892" w:rsidP="00B3604F">
      <w:pPr>
        <w:jc w:val="both"/>
      </w:pPr>
      <w:r>
        <w:rPr>
          <w:bCs/>
        </w:rPr>
        <w:t>3. 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«Бучасервіс» Бучанської міської ради.</w:t>
      </w:r>
    </w:p>
    <w:p w:rsidR="00252892" w:rsidRPr="007E1A92" w:rsidRDefault="00252892" w:rsidP="00071F0F">
      <w:pPr>
        <w:pStyle w:val="Title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>.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 заступника міського голови Шепетька С.А..</w:t>
      </w:r>
    </w:p>
    <w:p w:rsidR="00252892" w:rsidRDefault="00252892" w:rsidP="007A40E7">
      <w:pPr>
        <w:ind w:firstLine="708"/>
        <w:rPr>
          <w:sz w:val="16"/>
          <w:szCs w:val="16"/>
        </w:rPr>
      </w:pPr>
    </w:p>
    <w:p w:rsidR="00252892" w:rsidRDefault="00252892" w:rsidP="007A40E7">
      <w:pPr>
        <w:ind w:firstLine="708"/>
        <w:rPr>
          <w:sz w:val="16"/>
          <w:szCs w:val="16"/>
        </w:rPr>
      </w:pPr>
    </w:p>
    <w:p w:rsidR="00252892" w:rsidRPr="00B9232E" w:rsidRDefault="00252892" w:rsidP="007A40E7">
      <w:pPr>
        <w:ind w:firstLine="708"/>
        <w:rPr>
          <w:sz w:val="16"/>
          <w:szCs w:val="16"/>
        </w:rPr>
      </w:pPr>
    </w:p>
    <w:p w:rsidR="00252892" w:rsidRDefault="00252892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  <w:r>
        <w:rPr>
          <w:b/>
          <w:bCs/>
        </w:rPr>
        <w:t xml:space="preserve">Заступник міського голови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Сергій ШЕПЕТЬКО</w:t>
      </w: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  <w:r>
        <w:rPr>
          <w:b/>
          <w:bCs/>
        </w:rPr>
        <w:t>_________________________</w:t>
      </w:r>
    </w:p>
    <w:p w:rsidR="00252892" w:rsidRDefault="00252892" w:rsidP="007A40E7">
      <w:pPr>
        <w:rPr>
          <w:b/>
          <w:bCs/>
        </w:rPr>
      </w:pPr>
      <w:r>
        <w:rPr>
          <w:b/>
          <w:bCs/>
        </w:rPr>
        <w:t>_____________________2021</w:t>
      </w:r>
    </w:p>
    <w:p w:rsidR="00252892" w:rsidRPr="007A40E7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  <w:r>
        <w:rPr>
          <w:b/>
          <w:bCs/>
        </w:rPr>
        <w:t>К</w:t>
      </w:r>
      <w:r w:rsidRPr="00712043">
        <w:rPr>
          <w:b/>
          <w:bCs/>
        </w:rPr>
        <w:t>еруюч</w:t>
      </w:r>
      <w:r>
        <w:rPr>
          <w:b/>
          <w:bCs/>
        </w:rPr>
        <w:t>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Дмитро ГАПЧЕНКО</w:t>
      </w:r>
    </w:p>
    <w:p w:rsidR="00252892" w:rsidRDefault="00252892" w:rsidP="007A40E7">
      <w:pPr>
        <w:rPr>
          <w:b/>
          <w:bCs/>
        </w:rPr>
      </w:pPr>
    </w:p>
    <w:p w:rsidR="00252892" w:rsidRDefault="00252892" w:rsidP="006B096E">
      <w:pPr>
        <w:rPr>
          <w:b/>
          <w:bCs/>
        </w:rPr>
      </w:pPr>
      <w:r>
        <w:rPr>
          <w:b/>
          <w:bCs/>
        </w:rPr>
        <w:t>_________________________</w:t>
      </w:r>
    </w:p>
    <w:p w:rsidR="00252892" w:rsidRDefault="00252892" w:rsidP="006B096E">
      <w:pPr>
        <w:rPr>
          <w:b/>
          <w:bCs/>
        </w:rPr>
      </w:pPr>
      <w:r>
        <w:rPr>
          <w:b/>
          <w:bCs/>
        </w:rPr>
        <w:t>_____________________2021</w:t>
      </w:r>
    </w:p>
    <w:p w:rsidR="00252892" w:rsidRDefault="00252892" w:rsidP="007A40E7">
      <w:pPr>
        <w:rPr>
          <w:b/>
          <w:bCs/>
        </w:rPr>
      </w:pPr>
    </w:p>
    <w:p w:rsidR="00252892" w:rsidRDefault="00252892" w:rsidP="007A40E7">
      <w:pPr>
        <w:rPr>
          <w:b/>
          <w:bCs/>
        </w:rPr>
      </w:pPr>
    </w:p>
    <w:p w:rsidR="00252892" w:rsidRPr="006B096E" w:rsidRDefault="00252892" w:rsidP="007A40E7">
      <w:pPr>
        <w:rPr>
          <w:b/>
          <w:bCs/>
        </w:rPr>
      </w:pPr>
      <w:r w:rsidRPr="006B096E">
        <w:rPr>
          <w:b/>
          <w:bCs/>
        </w:rPr>
        <w:t>Начальник управління</w:t>
      </w:r>
    </w:p>
    <w:p w:rsidR="00252892" w:rsidRDefault="00252892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6B096E">
        <w:rPr>
          <w:b/>
          <w:bCs/>
        </w:rPr>
        <w:t>Людмила РИЖЕНКО</w:t>
      </w:r>
    </w:p>
    <w:p w:rsidR="00252892" w:rsidRDefault="00252892" w:rsidP="007A40E7">
      <w:pPr>
        <w:rPr>
          <w:b/>
          <w:bCs/>
        </w:rPr>
      </w:pPr>
    </w:p>
    <w:p w:rsidR="00252892" w:rsidRDefault="00252892" w:rsidP="006B096E">
      <w:pPr>
        <w:rPr>
          <w:b/>
          <w:bCs/>
        </w:rPr>
      </w:pPr>
      <w:r>
        <w:rPr>
          <w:b/>
          <w:bCs/>
        </w:rPr>
        <w:t>_________________________</w:t>
      </w:r>
    </w:p>
    <w:p w:rsidR="00252892" w:rsidRDefault="00252892" w:rsidP="006B096E">
      <w:pPr>
        <w:rPr>
          <w:b/>
          <w:bCs/>
        </w:rPr>
      </w:pPr>
      <w:r>
        <w:rPr>
          <w:b/>
          <w:bCs/>
        </w:rPr>
        <w:t>_____________________2021</w:t>
      </w:r>
    </w:p>
    <w:p w:rsidR="00252892" w:rsidRPr="006B096E" w:rsidRDefault="00252892" w:rsidP="007A40E7">
      <w:pPr>
        <w:rPr>
          <w:b/>
          <w:bCs/>
        </w:rPr>
      </w:pPr>
    </w:p>
    <w:p w:rsidR="00252892" w:rsidRPr="006B096E" w:rsidRDefault="00252892" w:rsidP="007A40E7">
      <w:pPr>
        <w:rPr>
          <w:b/>
          <w:bCs/>
        </w:rPr>
      </w:pPr>
    </w:p>
    <w:p w:rsidR="00252892" w:rsidRDefault="00252892" w:rsidP="008C4AB0">
      <w:pPr>
        <w:rPr>
          <w:b/>
        </w:rPr>
      </w:pPr>
      <w:r w:rsidRPr="006B096E">
        <w:rPr>
          <w:b/>
        </w:rPr>
        <w:t>Начальник КП «Бучасервіс»                                                    Сергій МОСТІПАКА</w:t>
      </w:r>
    </w:p>
    <w:p w:rsidR="00252892" w:rsidRDefault="00252892" w:rsidP="008C4AB0">
      <w:pPr>
        <w:rPr>
          <w:b/>
        </w:rPr>
      </w:pPr>
    </w:p>
    <w:p w:rsidR="00252892" w:rsidRDefault="00252892" w:rsidP="006B096E">
      <w:pPr>
        <w:rPr>
          <w:b/>
          <w:bCs/>
        </w:rPr>
      </w:pPr>
      <w:r>
        <w:rPr>
          <w:b/>
          <w:bCs/>
        </w:rPr>
        <w:t>_________________________</w:t>
      </w:r>
    </w:p>
    <w:p w:rsidR="00252892" w:rsidRDefault="00252892" w:rsidP="006B096E">
      <w:pPr>
        <w:rPr>
          <w:b/>
          <w:bCs/>
        </w:rPr>
      </w:pPr>
      <w:r>
        <w:rPr>
          <w:b/>
          <w:bCs/>
        </w:rPr>
        <w:t>_____________________2021</w:t>
      </w:r>
    </w:p>
    <w:p w:rsidR="00252892" w:rsidRPr="006B096E" w:rsidRDefault="00252892" w:rsidP="008C4AB0">
      <w:pPr>
        <w:rPr>
          <w:b/>
        </w:rPr>
      </w:pPr>
    </w:p>
    <w:sectPr w:rsidR="00252892" w:rsidRPr="006B096E" w:rsidSect="00091261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hint="default"/>
      </w:rPr>
    </w:lvl>
  </w:abstractNum>
  <w:abstractNum w:abstractNumId="19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2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32"/>
  </w:num>
  <w:num w:numId="29">
    <w:abstractNumId w:val="5"/>
  </w:num>
  <w:num w:numId="30">
    <w:abstractNumId w:val="19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6"/>
  </w:num>
  <w:num w:numId="36">
    <w:abstractNumId w:val="10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19F8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1261"/>
    <w:rsid w:val="000944D5"/>
    <w:rsid w:val="00095396"/>
    <w:rsid w:val="000A002F"/>
    <w:rsid w:val="000B19BD"/>
    <w:rsid w:val="000B2701"/>
    <w:rsid w:val="000B6D71"/>
    <w:rsid w:val="000B7D11"/>
    <w:rsid w:val="000C0353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177C8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C7E84"/>
    <w:rsid w:val="001D35A6"/>
    <w:rsid w:val="001D6B97"/>
    <w:rsid w:val="001F2E05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4C34"/>
    <w:rsid w:val="00226F17"/>
    <w:rsid w:val="0023424D"/>
    <w:rsid w:val="0023557A"/>
    <w:rsid w:val="0024184F"/>
    <w:rsid w:val="002509D3"/>
    <w:rsid w:val="00252892"/>
    <w:rsid w:val="00261EBD"/>
    <w:rsid w:val="00263423"/>
    <w:rsid w:val="00266C6C"/>
    <w:rsid w:val="002745A0"/>
    <w:rsid w:val="00281E7E"/>
    <w:rsid w:val="00282931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308C"/>
    <w:rsid w:val="002E42ED"/>
    <w:rsid w:val="002E470D"/>
    <w:rsid w:val="002E4D8D"/>
    <w:rsid w:val="002F13F9"/>
    <w:rsid w:val="002F24C5"/>
    <w:rsid w:val="002F3B01"/>
    <w:rsid w:val="002F6F9F"/>
    <w:rsid w:val="0030054E"/>
    <w:rsid w:val="00307584"/>
    <w:rsid w:val="0031023D"/>
    <w:rsid w:val="003112A9"/>
    <w:rsid w:val="00314508"/>
    <w:rsid w:val="003152AC"/>
    <w:rsid w:val="00315AB3"/>
    <w:rsid w:val="00315CF0"/>
    <w:rsid w:val="00323D4F"/>
    <w:rsid w:val="003243E3"/>
    <w:rsid w:val="00324E54"/>
    <w:rsid w:val="00332824"/>
    <w:rsid w:val="00334BA5"/>
    <w:rsid w:val="00335CBD"/>
    <w:rsid w:val="003372A8"/>
    <w:rsid w:val="00341FE9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7F3B"/>
    <w:rsid w:val="003D3BA6"/>
    <w:rsid w:val="003D55DC"/>
    <w:rsid w:val="003D5974"/>
    <w:rsid w:val="003D7ED0"/>
    <w:rsid w:val="003E73BF"/>
    <w:rsid w:val="00400575"/>
    <w:rsid w:val="0040580D"/>
    <w:rsid w:val="004078B0"/>
    <w:rsid w:val="00410955"/>
    <w:rsid w:val="00417636"/>
    <w:rsid w:val="00425911"/>
    <w:rsid w:val="00427B9A"/>
    <w:rsid w:val="00431936"/>
    <w:rsid w:val="00431B8A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53708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4AA6"/>
    <w:rsid w:val="006D5E88"/>
    <w:rsid w:val="006D60A4"/>
    <w:rsid w:val="006E1EC6"/>
    <w:rsid w:val="006F04DD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A2F3A"/>
    <w:rsid w:val="009A68A2"/>
    <w:rsid w:val="009C19D2"/>
    <w:rsid w:val="009C1EE9"/>
    <w:rsid w:val="009D0F41"/>
    <w:rsid w:val="009D0FC8"/>
    <w:rsid w:val="009D4676"/>
    <w:rsid w:val="009D4A56"/>
    <w:rsid w:val="009D6D94"/>
    <w:rsid w:val="009D70AC"/>
    <w:rsid w:val="009E2BAE"/>
    <w:rsid w:val="009E3FC9"/>
    <w:rsid w:val="009E4895"/>
    <w:rsid w:val="009E7594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6B19"/>
    <w:rsid w:val="00BF01E4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4E45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38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180"/>
    <w:rsid w:val="00EA6BF4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4012"/>
    <w:rsid w:val="00F66CB5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6B4C"/>
    <w:rsid w:val="00FA6EA1"/>
    <w:rsid w:val="00FB0446"/>
    <w:rsid w:val="00FB4CB0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5D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45D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3A39"/>
    <w:rPr>
      <w:rFonts w:cs="Times New Roman"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D4AA6"/>
    <w:rPr>
      <w:rFonts w:cs="Times New Roman"/>
      <w:b/>
      <w:bCs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Caption">
    <w:name w:val="caption"/>
    <w:basedOn w:val="Normal"/>
    <w:next w:val="Normal"/>
    <w:uiPriority w:val="99"/>
    <w:qFormat/>
    <w:rsid w:val="008B345D"/>
    <w:pPr>
      <w:ind w:left="5812" w:hanging="5760"/>
    </w:pPr>
  </w:style>
  <w:style w:type="paragraph" w:customStyle="1" w:styleId="a">
    <w:name w:val="Знак"/>
    <w:basedOn w:val="Normal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EC5A01"/>
    <w:pPr>
      <w:spacing w:before="100" w:after="100"/>
    </w:pPr>
  </w:style>
  <w:style w:type="paragraph" w:customStyle="1" w:styleId="Style1">
    <w:name w:val="Style1"/>
    <w:basedOn w:val="Normal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DefaultParagraphFont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BodyText">
    <w:name w:val="Body Text"/>
    <w:basedOn w:val="Normal"/>
    <w:link w:val="BodyTextChar"/>
    <w:uiPriority w:val="99"/>
    <w:rsid w:val="00EC5A01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19F8"/>
    <w:rPr>
      <w:rFonts w:cs="Times New Roman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DB6870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B6870"/>
    <w:rPr>
      <w:rFonts w:cs="Times New Roman"/>
      <w:sz w:val="32"/>
      <w:szCs w:val="32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rsid w:val="00DB6870"/>
    <w:pPr>
      <w:jc w:val="center"/>
    </w:pPr>
  </w:style>
  <w:style w:type="character" w:customStyle="1" w:styleId="SubtitleChar">
    <w:name w:val="Subtitle Char"/>
    <w:basedOn w:val="DefaultParagraphFont"/>
    <w:link w:val="Subtitle"/>
    <w:uiPriority w:val="99"/>
    <w:locked/>
    <w:rsid w:val="00DB6870"/>
    <w:rPr>
      <w:rFonts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6D4A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D4AA6"/>
    <w:rPr>
      <w:rFonts w:cs="Times New Roman"/>
      <w:sz w:val="24"/>
      <w:szCs w:val="24"/>
      <w:lang w:val="uk-UA"/>
    </w:rPr>
  </w:style>
  <w:style w:type="paragraph" w:styleId="NoSpacing">
    <w:name w:val="No Spacing"/>
    <w:uiPriority w:val="99"/>
    <w:qFormat/>
    <w:rsid w:val="006D4AA6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0">
    <w:name w:val="Абзац списка1"/>
    <w:basedOn w:val="Normal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Normal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TableGrid">
    <w:name w:val="Table Grid"/>
    <w:basedOn w:val="TableNormal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Содержимое таблицы"/>
    <w:basedOn w:val="Normal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DefaultParagraphFont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Preformatted">
    <w:name w:val="HTML Preformatted"/>
    <w:basedOn w:val="Normal"/>
    <w:link w:val="HTMLPreformattedChar"/>
    <w:uiPriority w:val="99"/>
    <w:semiHidden/>
    <w:rsid w:val="008776C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776CF"/>
    <w:rPr>
      <w:rFonts w:ascii="Consolas" w:hAnsi="Consolas" w:cs="Times New Roman"/>
      <w:sz w:val="20"/>
      <w:szCs w:val="20"/>
      <w:lang w:val="uk-UA"/>
    </w:rPr>
  </w:style>
  <w:style w:type="table" w:customStyle="1" w:styleId="11">
    <w:name w:val="Сетка таблицы1"/>
    <w:uiPriority w:val="99"/>
    <w:rsid w:val="006B096E"/>
    <w:rPr>
      <w:rFonts w:ascii="Calibri" w:hAnsi="Calibri"/>
      <w:sz w:val="20"/>
      <w:szCs w:val="20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2E308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A5B38"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84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414</Words>
  <Characters>2361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www.PHILka.RU</cp:lastModifiedBy>
  <cp:revision>4</cp:revision>
  <cp:lastPrinted>2019-11-22T07:51:00Z</cp:lastPrinted>
  <dcterms:created xsi:type="dcterms:W3CDTF">2021-11-23T13:08:00Z</dcterms:created>
  <dcterms:modified xsi:type="dcterms:W3CDTF">2021-11-26T08:10:00Z</dcterms:modified>
</cp:coreProperties>
</file>