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958" w:rsidRPr="00693F96" w:rsidRDefault="00961958" w:rsidP="00522EF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961958" w:rsidRDefault="00961958" w:rsidP="00522EF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7676A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i1025" type="#_x0000_t75" alt="TSIGN" style="width:40.5pt;height:45.75pt;visibility:visible">
            <v:imagedata r:id="rId5" o:title="" grayscale="t" bilevel="t"/>
          </v:shape>
        </w:pict>
      </w:r>
    </w:p>
    <w:p w:rsidR="00961958" w:rsidRDefault="00961958" w:rsidP="00522E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61958" w:rsidRPr="004B0FA1" w:rsidRDefault="00961958" w:rsidP="00522EF7">
      <w:pPr>
        <w:spacing w:after="0"/>
        <w:ind w:left="5812" w:hanging="5760"/>
        <w:jc w:val="center"/>
        <w:rPr>
          <w:rFonts w:ascii="Times New Roman" w:hAnsi="Times New Roman"/>
          <w:b/>
          <w:bCs/>
          <w:sz w:val="28"/>
          <w:szCs w:val="24"/>
        </w:rPr>
      </w:pPr>
      <w:r w:rsidRPr="004B0FA1">
        <w:rPr>
          <w:rFonts w:ascii="Times New Roman" w:hAnsi="Times New Roman"/>
          <w:b/>
          <w:bCs/>
          <w:sz w:val="28"/>
          <w:szCs w:val="24"/>
        </w:rPr>
        <w:t>БУЧАНСЬКА     МІСЬКА      РАДА</w:t>
      </w:r>
    </w:p>
    <w:p w:rsidR="00961958" w:rsidRPr="0026673A" w:rsidRDefault="00961958" w:rsidP="00522EF7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4B0FA1">
        <w:rPr>
          <w:rFonts w:ascii="Times New Roman" w:hAnsi="Times New Roman"/>
          <w:b/>
          <w:bCs/>
          <w:szCs w:val="24"/>
        </w:rPr>
        <w:t>КИЇВСЬКОЇ ОБЛАСТІ</w:t>
      </w:r>
    </w:p>
    <w:p w:rsidR="00961958" w:rsidRPr="004B0FA1" w:rsidRDefault="00961958" w:rsidP="00522EF7">
      <w:pPr>
        <w:keepNext/>
        <w:spacing w:after="0"/>
        <w:ind w:left="5812" w:hanging="5760"/>
        <w:jc w:val="center"/>
        <w:outlineLvl w:val="2"/>
        <w:rPr>
          <w:rFonts w:ascii="Times New Roman" w:hAnsi="Times New Roman"/>
          <w:b/>
          <w:bCs/>
          <w:sz w:val="28"/>
          <w:szCs w:val="24"/>
        </w:rPr>
      </w:pPr>
      <w:r w:rsidRPr="004B0FA1">
        <w:rPr>
          <w:rFonts w:ascii="Times New Roman" w:hAnsi="Times New Roman"/>
          <w:b/>
          <w:bCs/>
          <w:sz w:val="28"/>
          <w:szCs w:val="24"/>
        </w:rPr>
        <w:t>В И К О Н А В Ч И  Й         К О М І Т Е Т</w:t>
      </w:r>
    </w:p>
    <w:p w:rsidR="00961958" w:rsidRPr="004B0FA1" w:rsidRDefault="00961958" w:rsidP="00522EF7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/>
          <w:b/>
          <w:bCs/>
          <w:sz w:val="28"/>
          <w:szCs w:val="24"/>
        </w:rPr>
      </w:pPr>
      <w:r w:rsidRPr="004B0FA1">
        <w:rPr>
          <w:rFonts w:ascii="Times New Roman" w:hAnsi="Times New Roman"/>
          <w:b/>
          <w:bCs/>
          <w:sz w:val="28"/>
          <w:szCs w:val="24"/>
        </w:rPr>
        <w:t>Р  І  Ш  Е  Н  Н  Я</w:t>
      </w:r>
    </w:p>
    <w:p w:rsidR="00961958" w:rsidRPr="0026673A" w:rsidRDefault="00961958" w:rsidP="00522EF7">
      <w:pPr>
        <w:rPr>
          <w:rFonts w:ascii="Times New Roman" w:hAnsi="Times New Roman"/>
          <w:sz w:val="24"/>
          <w:szCs w:val="24"/>
        </w:rPr>
      </w:pPr>
    </w:p>
    <w:p w:rsidR="00961958" w:rsidRPr="00DF1234" w:rsidRDefault="00961958" w:rsidP="00522EF7">
      <w:pPr>
        <w:spacing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D4D78">
        <w:rPr>
          <w:rFonts w:ascii="Times New Roman" w:hAnsi="Times New Roman"/>
          <w:b/>
          <w:bCs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19 </w:t>
      </w:r>
      <w:r w:rsidRPr="00AD4D78">
        <w:rPr>
          <w:rFonts w:ascii="Times New Roman" w:hAnsi="Times New Roman"/>
          <w:b/>
          <w:bCs/>
          <w:sz w:val="24"/>
          <w:szCs w:val="24"/>
        </w:rPr>
        <w:t>»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жовтня </w:t>
      </w:r>
      <w:r>
        <w:rPr>
          <w:rFonts w:ascii="Times New Roman" w:hAnsi="Times New Roman"/>
          <w:b/>
          <w:bCs/>
          <w:sz w:val="24"/>
          <w:szCs w:val="24"/>
        </w:rPr>
        <w:t>20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21 </w:t>
      </w:r>
      <w:r w:rsidRPr="00AD4D78">
        <w:rPr>
          <w:rFonts w:ascii="Times New Roman" w:hAnsi="Times New Roman"/>
          <w:b/>
          <w:bCs/>
          <w:sz w:val="24"/>
          <w:szCs w:val="24"/>
        </w:rPr>
        <w:t xml:space="preserve"> року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26673A">
        <w:rPr>
          <w:rFonts w:ascii="Times New Roman" w:hAnsi="Times New Roman"/>
          <w:b/>
          <w:bCs/>
          <w:sz w:val="24"/>
          <w:szCs w:val="24"/>
        </w:rPr>
        <w:t>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825</w:t>
      </w:r>
    </w:p>
    <w:p w:rsidR="00961958" w:rsidRPr="006F29B0" w:rsidRDefault="00961958" w:rsidP="00522EF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61958" w:rsidRPr="006F29B0" w:rsidRDefault="00961958" w:rsidP="00522EF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961958" w:rsidRDefault="00961958" w:rsidP="00522EF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матеріальної допомоги </w:t>
      </w:r>
    </w:p>
    <w:p w:rsidR="00961958" w:rsidRPr="002E083A" w:rsidRDefault="00961958" w:rsidP="00522EF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61958" w:rsidRPr="006F29B0" w:rsidRDefault="00961958" w:rsidP="00522EF7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по</w:t>
      </w:r>
      <w:r w:rsidRPr="006F29B0">
        <w:rPr>
          <w:rFonts w:ascii="Times New Roman" w:hAnsi="Times New Roman"/>
          <w:sz w:val="24"/>
          <w:szCs w:val="24"/>
          <w:lang w:val="uk-UA"/>
        </w:rPr>
        <w:t>дані докуме</w:t>
      </w:r>
      <w:r>
        <w:rPr>
          <w:rFonts w:ascii="Times New Roman" w:hAnsi="Times New Roman"/>
          <w:sz w:val="24"/>
          <w:szCs w:val="24"/>
          <w:lang w:val="uk-UA"/>
        </w:rPr>
        <w:t xml:space="preserve">нти громадян, жителів Бучанської міської територіальної громади </w:t>
      </w:r>
      <w:r w:rsidRPr="006F29B0">
        <w:rPr>
          <w:rFonts w:ascii="Times New Roman" w:hAnsi="Times New Roman"/>
          <w:sz w:val="24"/>
          <w:szCs w:val="24"/>
          <w:lang w:val="uk-UA"/>
        </w:rPr>
        <w:t>про надання одноразової матеріальної допомоги, враховуючи рішення комісії з питань призначення одноразової матеріальної допом</w:t>
      </w:r>
      <w:r>
        <w:rPr>
          <w:rFonts w:ascii="Times New Roman" w:hAnsi="Times New Roman"/>
          <w:sz w:val="24"/>
          <w:szCs w:val="24"/>
          <w:lang w:val="uk-UA"/>
        </w:rPr>
        <w:t>оги, н</w:t>
      </w:r>
      <w:r w:rsidRPr="00C275CA">
        <w:rPr>
          <w:rFonts w:ascii="Times New Roman" w:hAnsi="Times New Roman"/>
          <w:sz w:val="24"/>
          <w:szCs w:val="24"/>
          <w:lang w:val="uk-UA"/>
        </w:rPr>
        <w:t>а виконання міської програми «З турботою про кожного», затвердженої рішенням се</w:t>
      </w:r>
      <w:r>
        <w:rPr>
          <w:rFonts w:ascii="Times New Roman" w:hAnsi="Times New Roman"/>
          <w:sz w:val="24"/>
          <w:szCs w:val="24"/>
          <w:lang w:val="uk-UA"/>
        </w:rPr>
        <w:t>сії Бучанської міської ради № 119-5</w:t>
      </w:r>
      <w:r w:rsidRPr="00C275CA">
        <w:rPr>
          <w:rFonts w:ascii="Times New Roman" w:hAnsi="Times New Roman"/>
          <w:sz w:val="24"/>
          <w:szCs w:val="24"/>
          <w:lang w:val="uk-UA"/>
        </w:rPr>
        <w:t>-VІ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  <w:lang w:val="uk-UA"/>
        </w:rPr>
        <w:t xml:space="preserve"> від 2</w:t>
      </w:r>
      <w:r w:rsidRPr="007F3B48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F3B48">
        <w:rPr>
          <w:rFonts w:ascii="Times New Roman" w:hAnsi="Times New Roman"/>
          <w:sz w:val="24"/>
          <w:szCs w:val="24"/>
          <w:lang w:val="uk-UA"/>
        </w:rPr>
        <w:t>12</w:t>
      </w:r>
      <w:r w:rsidRPr="00C275CA">
        <w:rPr>
          <w:rFonts w:ascii="Times New Roman" w:hAnsi="Times New Roman"/>
          <w:sz w:val="24"/>
          <w:szCs w:val="24"/>
          <w:lang w:val="uk-UA"/>
        </w:rPr>
        <w:t xml:space="preserve">.2020 року «Про затвердження </w:t>
      </w:r>
      <w:r>
        <w:rPr>
          <w:rFonts w:ascii="Times New Roman" w:hAnsi="Times New Roman"/>
          <w:sz w:val="24"/>
          <w:szCs w:val="24"/>
          <w:lang w:val="uk-UA"/>
        </w:rPr>
        <w:t>міських програм соціального спрямування в Бучанській міській територіальній громаді на 2021-2023 роки», керуючись Законом України «</w:t>
      </w:r>
      <w:r w:rsidRPr="006F29B0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6F29B0">
        <w:rPr>
          <w:rFonts w:ascii="Times New Roman" w:hAnsi="Times New Roman"/>
          <w:sz w:val="24"/>
          <w:szCs w:val="24"/>
          <w:lang w:val="uk-UA"/>
        </w:rPr>
        <w:t xml:space="preserve">, виконавчий комітет Бучанської міської ради, </w:t>
      </w:r>
    </w:p>
    <w:p w:rsidR="00961958" w:rsidRPr="0026673A" w:rsidRDefault="00961958" w:rsidP="00522EF7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6673A">
        <w:rPr>
          <w:rFonts w:ascii="Times New Roman" w:hAnsi="Times New Roman"/>
          <w:b/>
          <w:bCs/>
          <w:sz w:val="24"/>
          <w:szCs w:val="24"/>
        </w:rPr>
        <w:t>ВИРІШИВ:</w:t>
      </w:r>
    </w:p>
    <w:p w:rsidR="00961958" w:rsidRPr="0026673A" w:rsidRDefault="00961958" w:rsidP="00522EF7">
      <w:pPr>
        <w:pStyle w:val="ListParagraph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10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13 жовтня 2021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одноразової матеріальної допомоги.</w:t>
      </w:r>
    </w:p>
    <w:p w:rsidR="00961958" w:rsidRPr="00394C84" w:rsidRDefault="00961958" w:rsidP="00522EF7">
      <w:pPr>
        <w:pStyle w:val="ListParagraph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083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голови, Шепетька С.А.</w:t>
      </w:r>
    </w:p>
    <w:p w:rsidR="00961958" w:rsidRDefault="00961958" w:rsidP="00522EF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61958" w:rsidRPr="00825E25" w:rsidRDefault="00961958" w:rsidP="00522EF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61958" w:rsidRPr="00C96F66" w:rsidRDefault="00961958" w:rsidP="00522EF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М</w:t>
      </w:r>
      <w:r>
        <w:rPr>
          <w:rFonts w:ascii="Times New Roman" w:hAnsi="Times New Roman"/>
          <w:b/>
          <w:bCs/>
          <w:sz w:val="24"/>
          <w:szCs w:val="24"/>
        </w:rPr>
        <w:t>іськ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ий</w:t>
      </w:r>
      <w:r>
        <w:rPr>
          <w:rFonts w:ascii="Times New Roman" w:hAnsi="Times New Roman"/>
          <w:b/>
          <w:bCs/>
          <w:sz w:val="24"/>
          <w:szCs w:val="24"/>
        </w:rPr>
        <w:t xml:space="preserve"> голов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а</w:t>
      </w:r>
      <w:r w:rsidRPr="0026673A">
        <w:rPr>
          <w:rFonts w:ascii="Times New Roman" w:hAnsi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Анатолій ФЕДОРУК</w:t>
      </w:r>
    </w:p>
    <w:p w:rsidR="00961958" w:rsidRPr="00D12784" w:rsidRDefault="00961958" w:rsidP="00522EF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61958" w:rsidRPr="00D12784" w:rsidRDefault="00961958" w:rsidP="00522EF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Заступник міського голови                                                                Сергій ШЕПЕТЬКО</w:t>
      </w:r>
    </w:p>
    <w:p w:rsidR="00961958" w:rsidRDefault="00961958" w:rsidP="00522EF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61958" w:rsidRDefault="00961958" w:rsidP="00522EF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26673A">
        <w:rPr>
          <w:rFonts w:ascii="Times New Roman" w:hAnsi="Times New Roman"/>
          <w:b/>
          <w:bCs/>
          <w:sz w:val="24"/>
          <w:szCs w:val="24"/>
        </w:rPr>
        <w:t>П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огоджено</w:t>
      </w:r>
      <w:r w:rsidRPr="0026673A">
        <w:rPr>
          <w:rFonts w:ascii="Times New Roman" w:hAnsi="Times New Roman"/>
          <w:b/>
          <w:bCs/>
          <w:sz w:val="24"/>
          <w:szCs w:val="24"/>
        </w:rPr>
        <w:t>:</w:t>
      </w:r>
    </w:p>
    <w:p w:rsidR="00961958" w:rsidRPr="00ED7C2C" w:rsidRDefault="00961958" w:rsidP="00522EF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961958" w:rsidRDefault="00961958" w:rsidP="00522EF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Начальник управління соціальної політики                                 Ірина ПАСІЧНА</w:t>
      </w:r>
    </w:p>
    <w:p w:rsidR="00961958" w:rsidRDefault="00961958" w:rsidP="00522EF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961958" w:rsidRDefault="00961958" w:rsidP="00522EF7">
      <w:pPr>
        <w:spacing w:after="0" w:line="240" w:lineRule="auto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Н</w:t>
      </w:r>
      <w:r>
        <w:rPr>
          <w:rFonts w:ascii="Times New Roman" w:hAnsi="Times New Roman"/>
          <w:b/>
          <w:sz w:val="24"/>
        </w:rPr>
        <w:t>ачальник</w:t>
      </w:r>
      <w:r>
        <w:rPr>
          <w:rFonts w:ascii="Times New Roman" w:hAnsi="Times New Roman"/>
          <w:b/>
          <w:sz w:val="24"/>
          <w:lang w:val="uk-UA"/>
        </w:rPr>
        <w:t>відділу - головний бухгалтер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  <w:lang w:val="uk-UA"/>
        </w:rPr>
        <w:t xml:space="preserve">                   Світлана ЯКУБЕНКО</w:t>
      </w:r>
    </w:p>
    <w:p w:rsidR="00961958" w:rsidRDefault="00961958" w:rsidP="00522EF7">
      <w:pPr>
        <w:spacing w:after="0" w:line="240" w:lineRule="auto"/>
        <w:rPr>
          <w:rFonts w:ascii="Times New Roman" w:hAnsi="Times New Roman"/>
          <w:b/>
          <w:sz w:val="24"/>
          <w:lang w:val="uk-UA"/>
        </w:rPr>
      </w:pPr>
    </w:p>
    <w:p w:rsidR="00961958" w:rsidRDefault="00961958" w:rsidP="00522EF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</w:t>
      </w:r>
      <w:r w:rsidRPr="00C6187E">
        <w:rPr>
          <w:rFonts w:ascii="Times New Roman" w:hAnsi="Times New Roman"/>
          <w:b/>
          <w:sz w:val="24"/>
          <w:szCs w:val="24"/>
          <w:lang w:val="uk-UA"/>
        </w:rPr>
        <w:t>ачальник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управління юридично-кадрової роботи                     Людмила РИЖЕНКО</w:t>
      </w:r>
    </w:p>
    <w:p w:rsidR="00961958" w:rsidRPr="00FA03F9" w:rsidRDefault="00961958" w:rsidP="00522EF7">
      <w:pPr>
        <w:spacing w:after="0" w:line="240" w:lineRule="auto"/>
        <w:rPr>
          <w:rFonts w:ascii="Times New Roman" w:hAnsi="Times New Roman"/>
          <w:b/>
          <w:sz w:val="24"/>
          <w:lang w:val="uk-UA"/>
        </w:rPr>
      </w:pPr>
    </w:p>
    <w:p w:rsidR="00961958" w:rsidRDefault="00961958" w:rsidP="00522EF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961958" w:rsidRDefault="00961958" w:rsidP="00522EF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961958" w:rsidRDefault="00961958" w:rsidP="00522EF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961958" w:rsidRDefault="00961958" w:rsidP="00522EF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61958" w:rsidRDefault="00961958" w:rsidP="00522EF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61958" w:rsidRDefault="00961958" w:rsidP="00522EF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61958" w:rsidRDefault="00961958" w:rsidP="00522EF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61958" w:rsidRDefault="00961958" w:rsidP="00522EF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61958" w:rsidRPr="00522EF7" w:rsidRDefault="00961958">
      <w:pPr>
        <w:rPr>
          <w:lang w:val="uk-UA"/>
        </w:rPr>
      </w:pPr>
      <w:bookmarkStart w:id="0" w:name="_GoBack"/>
      <w:bookmarkEnd w:id="0"/>
    </w:p>
    <w:sectPr w:rsidR="00961958" w:rsidRPr="00522EF7" w:rsidSect="00354A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2EF7"/>
    <w:rsid w:val="0026673A"/>
    <w:rsid w:val="002842E5"/>
    <w:rsid w:val="002E083A"/>
    <w:rsid w:val="00354A3E"/>
    <w:rsid w:val="00394C84"/>
    <w:rsid w:val="0047676A"/>
    <w:rsid w:val="004B0FA1"/>
    <w:rsid w:val="00522EF7"/>
    <w:rsid w:val="00677E5F"/>
    <w:rsid w:val="00693F96"/>
    <w:rsid w:val="006F29B0"/>
    <w:rsid w:val="007F3B48"/>
    <w:rsid w:val="00825E25"/>
    <w:rsid w:val="00961958"/>
    <w:rsid w:val="00AD4D78"/>
    <w:rsid w:val="00BA5775"/>
    <w:rsid w:val="00C275CA"/>
    <w:rsid w:val="00C6187E"/>
    <w:rsid w:val="00C96F66"/>
    <w:rsid w:val="00D12784"/>
    <w:rsid w:val="00D70E92"/>
    <w:rsid w:val="00DF1234"/>
    <w:rsid w:val="00ED7C2C"/>
    <w:rsid w:val="00FA0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EF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22EF7"/>
    <w:pPr>
      <w:spacing w:after="200" w:line="276" w:lineRule="auto"/>
      <w:ind w:left="720"/>
    </w:pPr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rsid w:val="00522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2EF7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215</Words>
  <Characters>1229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www.PHILka.RU</cp:lastModifiedBy>
  <cp:revision>2</cp:revision>
  <dcterms:created xsi:type="dcterms:W3CDTF">2021-10-21T13:23:00Z</dcterms:created>
  <dcterms:modified xsi:type="dcterms:W3CDTF">2021-10-22T05:26:00Z</dcterms:modified>
</cp:coreProperties>
</file>