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FF" w:rsidRPr="00097F21" w:rsidRDefault="000D5FFF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251658240;visibility:visible">
            <v:imagedata r:id="rId4" o:title="" grayscale="t" bilevel="t"/>
            <w10:wrap type="square" side="right"/>
          </v:shape>
        </w:pict>
      </w:r>
      <w:r>
        <w:tab/>
      </w:r>
      <w:r>
        <w:tab/>
      </w:r>
      <w:r>
        <w:tab/>
      </w:r>
    </w:p>
    <w:p w:rsidR="000D5FFF" w:rsidRPr="00D44B3E" w:rsidRDefault="000D5FFF" w:rsidP="009C67D4">
      <w:pPr>
        <w:ind w:left="2694"/>
      </w:pPr>
      <w:bookmarkStart w:id="0" w:name="_GoBack"/>
      <w:bookmarkEnd w:id="0"/>
      <w:r>
        <w:br w:type="textWrapping" w:clear="all"/>
      </w:r>
      <w:r>
        <w:rPr>
          <w:sz w:val="28"/>
          <w:szCs w:val="28"/>
        </w:rPr>
        <w:t>БУЧАНСЬКА     МІСЬКА      РАДА</w:t>
      </w:r>
    </w:p>
    <w:p w:rsidR="000D5FFF" w:rsidRDefault="000D5FFF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0D5FFF" w:rsidRDefault="000D5FFF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0D5FFF" w:rsidRDefault="000D5FFF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0D5FFF" w:rsidRDefault="000D5FFF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«03» листопада2021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 885</w:t>
      </w:r>
    </w:p>
    <w:p w:rsidR="000D5FFF" w:rsidRDefault="000D5FFF" w:rsidP="00347B99">
      <w:pPr>
        <w:rPr>
          <w:sz w:val="22"/>
          <w:szCs w:val="22"/>
        </w:rPr>
      </w:pPr>
    </w:p>
    <w:p w:rsidR="000D5FFF" w:rsidRPr="008658A4" w:rsidRDefault="000D5FFF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0D5FFF" w:rsidRPr="008658A4" w:rsidRDefault="000D5FFF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0D5FFF" w:rsidRDefault="000D5FFF" w:rsidP="006A535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>Капітальний ремонтдоріг комунальної власності</w:t>
      </w:r>
    </w:p>
    <w:p w:rsidR="000D5FFF" w:rsidRDefault="000D5FFF" w:rsidP="006A535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в межах вул. І. Руденко, М. Мурашки, сім’ї Забарило</w:t>
      </w:r>
    </w:p>
    <w:p w:rsidR="000D5FFF" w:rsidRDefault="000D5FFF" w:rsidP="006A535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із влаштуванням кільцевої транспортної розв’язки </w:t>
      </w:r>
    </w:p>
    <w:p w:rsidR="000D5FFF" w:rsidRDefault="000D5FFF" w:rsidP="006A535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по бульв. Б. Хмельницького із під’їздом до центру </w:t>
      </w:r>
    </w:p>
    <w:p w:rsidR="000D5FFF" w:rsidRDefault="000D5FFF" w:rsidP="006A535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надання соціальних послуг «Прозорий офіс» в м. Буча</w:t>
      </w:r>
    </w:p>
    <w:p w:rsidR="000D5FFF" w:rsidRPr="008658A4" w:rsidRDefault="000D5FFF" w:rsidP="006A5354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Київської області»</w:t>
      </w:r>
    </w:p>
    <w:p w:rsidR="000D5FFF" w:rsidRDefault="000D5FFF" w:rsidP="00347B99">
      <w:pPr>
        <w:ind w:right="2835"/>
        <w:rPr>
          <w:b/>
        </w:rPr>
      </w:pPr>
    </w:p>
    <w:p w:rsidR="000D5FFF" w:rsidRPr="00384F4E" w:rsidRDefault="000D5FFF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доріг комунальної власності в межах вул. І. Руденко, М. Мурашки, сім’ї Забарило із влаштуванням кільцевої транспортної розв’язки по                                            бульв. Б. Хмельницького із під’їздом до центру надання соціальних послуг «Прозорий офіс» в м. Буча Київської області</w:t>
      </w:r>
      <w:r w:rsidRPr="00347B99">
        <w:t>»</w:t>
      </w:r>
      <w:r>
        <w:t>, з метою належного утримання вулично-дорожньої мережі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0D5FFF" w:rsidRDefault="000D5FFF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D5FFF" w:rsidRDefault="000D5FFF" w:rsidP="00347B99">
      <w:pPr>
        <w:tabs>
          <w:tab w:val="left" w:pos="360"/>
        </w:tabs>
        <w:suppressAutoHyphens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доріг комунальної власності в межах вул. І. Руденко,       М. Мурашки, сім’ї Забарило із влаштуванням кільцевої транспортної розв’язки по                                            бульв. Б. Хмельницького із під’їздом до центру надання соціальних послуг «Прозорий офіс» в м. Буча Київської області» з наступними показниками:</w:t>
      </w:r>
    </w:p>
    <w:tbl>
      <w:tblPr>
        <w:tblW w:w="8966" w:type="dxa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0D5FFF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0D5FFF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13633,982</w:t>
            </w:r>
          </w:p>
        </w:tc>
      </w:tr>
      <w:tr w:rsidR="000D5FFF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10908,014</w:t>
            </w:r>
          </w:p>
        </w:tc>
      </w:tr>
      <w:tr w:rsidR="000D5FFF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2725,968</w:t>
            </w:r>
          </w:p>
        </w:tc>
      </w:tr>
      <w:tr w:rsidR="000D5FFF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FF" w:rsidRPr="00A13261" w:rsidRDefault="000D5FFF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9,759</w:t>
            </w:r>
          </w:p>
        </w:tc>
      </w:tr>
    </w:tbl>
    <w:p w:rsidR="000D5FFF" w:rsidRDefault="000D5FFF" w:rsidP="006A5354">
      <w:pPr>
        <w:ind w:firstLine="709"/>
        <w:jc w:val="both"/>
      </w:pPr>
      <w:r>
        <w:t>2. Виконання робіт: «Капітальний ремонт доріг комунальної власності в межах       вул. І. Руденко, М. Мурашки, сім’ї Забарило із влаштуванням кільцевої транспортної розв’язки по бульв. Б. Хмельницького із під’їздом до центру надання соціальних послуг «Прозорий офіс» в м. Буча Київської області» доручити ліцензованій організації.</w:t>
      </w:r>
    </w:p>
    <w:p w:rsidR="000D5FFF" w:rsidRDefault="000D5FFF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0D5FFF" w:rsidRDefault="000D5FFF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0D5FFF" w:rsidRDefault="000D5FFF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0D5FFF" w:rsidRDefault="000D5FFF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Сергій ШЕПЕТЬКО</w:t>
      </w:r>
    </w:p>
    <w:p w:rsidR="000D5FFF" w:rsidRDefault="000D5FFF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0D5FFF" w:rsidRDefault="000D5FFF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Начальникуправління</w:t>
      </w:r>
    </w:p>
    <w:p w:rsidR="000D5FFF" w:rsidRDefault="000D5FFF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0D5FFF" w:rsidRDefault="000D5FFF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 xml:space="preserve">Погоджено:в.о. </w:t>
      </w:r>
      <w:r>
        <w:rPr>
          <w:b/>
          <w:sz w:val="22"/>
          <w:szCs w:val="22"/>
          <w:lang w:val="ru-RU"/>
        </w:rPr>
        <w:t>н</w:t>
      </w:r>
      <w:r>
        <w:rPr>
          <w:b/>
          <w:sz w:val="22"/>
          <w:szCs w:val="22"/>
        </w:rPr>
        <w:t>ачальник</w:t>
      </w:r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0D5FFF" w:rsidRDefault="000D5FFF" w:rsidP="00CF110F">
      <w:pPr>
        <w:spacing w:line="360" w:lineRule="auto"/>
        <w:rPr>
          <w:sz w:val="28"/>
          <w:szCs w:val="28"/>
        </w:rPr>
      </w:pPr>
      <w:r>
        <w:rPr>
          <w:b/>
          <w:sz w:val="22"/>
          <w:szCs w:val="22"/>
        </w:rPr>
        <w:t>Начальник КП «Бучасервіс»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>Сергій МОСТІПАКА</w:t>
      </w:r>
    </w:p>
    <w:sectPr w:rsidR="000D5FFF" w:rsidSect="006A5354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F30"/>
    <w:rsid w:val="00026F30"/>
    <w:rsid w:val="00062239"/>
    <w:rsid w:val="00097F21"/>
    <w:rsid w:val="000C68AF"/>
    <w:rsid w:val="000D5FFF"/>
    <w:rsid w:val="0010487C"/>
    <w:rsid w:val="00107581"/>
    <w:rsid w:val="00130167"/>
    <w:rsid w:val="001554BF"/>
    <w:rsid w:val="001C4C78"/>
    <w:rsid w:val="00230DB9"/>
    <w:rsid w:val="002700C2"/>
    <w:rsid w:val="002B569A"/>
    <w:rsid w:val="002C216E"/>
    <w:rsid w:val="002F45F9"/>
    <w:rsid w:val="00304BAC"/>
    <w:rsid w:val="00334B6B"/>
    <w:rsid w:val="00347B99"/>
    <w:rsid w:val="00384F4E"/>
    <w:rsid w:val="00395BE7"/>
    <w:rsid w:val="003B18BD"/>
    <w:rsid w:val="003D4B85"/>
    <w:rsid w:val="0040103C"/>
    <w:rsid w:val="004453E5"/>
    <w:rsid w:val="00465B1C"/>
    <w:rsid w:val="004B78AF"/>
    <w:rsid w:val="004E34FA"/>
    <w:rsid w:val="00531D57"/>
    <w:rsid w:val="005B5AAB"/>
    <w:rsid w:val="005F6D43"/>
    <w:rsid w:val="006259F9"/>
    <w:rsid w:val="006A5354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9212CA"/>
    <w:rsid w:val="009C67D4"/>
    <w:rsid w:val="009E1392"/>
    <w:rsid w:val="009E15BE"/>
    <w:rsid w:val="00A13261"/>
    <w:rsid w:val="00A326EE"/>
    <w:rsid w:val="00A428A7"/>
    <w:rsid w:val="00AE3389"/>
    <w:rsid w:val="00B45372"/>
    <w:rsid w:val="00B75BC6"/>
    <w:rsid w:val="00B76ECD"/>
    <w:rsid w:val="00B8057D"/>
    <w:rsid w:val="00B86D5E"/>
    <w:rsid w:val="00C5024B"/>
    <w:rsid w:val="00C85E2C"/>
    <w:rsid w:val="00C94435"/>
    <w:rsid w:val="00CF110F"/>
    <w:rsid w:val="00D246EE"/>
    <w:rsid w:val="00D44B3E"/>
    <w:rsid w:val="00D55542"/>
    <w:rsid w:val="00DA1DE2"/>
    <w:rsid w:val="00EB5E4E"/>
    <w:rsid w:val="00EC6D20"/>
    <w:rsid w:val="00EE0119"/>
    <w:rsid w:val="00F07F47"/>
    <w:rsid w:val="00F6108A"/>
    <w:rsid w:val="00FE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ListParagraph">
    <w:name w:val="List Paragraph"/>
    <w:basedOn w:val="Normal"/>
    <w:uiPriority w:val="99"/>
    <w:qFormat/>
    <w:rsid w:val="00B76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1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378</TotalTime>
  <Pages>1</Pages>
  <Words>396</Words>
  <Characters>2261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www.PHILka.RU</cp:lastModifiedBy>
  <cp:revision>58</cp:revision>
  <cp:lastPrinted>2021-11-03T08:41:00Z</cp:lastPrinted>
  <dcterms:created xsi:type="dcterms:W3CDTF">2021-06-15T10:40:00Z</dcterms:created>
  <dcterms:modified xsi:type="dcterms:W3CDTF">2021-11-10T12:16:00Z</dcterms:modified>
</cp:coreProperties>
</file>