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EAE" w:rsidRPr="003E7BBE" w:rsidRDefault="003A1EAE" w:rsidP="00496F7B">
      <w:pPr>
        <w:pStyle w:val="Heading1"/>
        <w:jc w:val="center"/>
        <w:rPr>
          <w:b/>
        </w:rPr>
      </w:pPr>
      <w:r w:rsidRPr="00384CAE">
        <w:rPr>
          <w:b/>
          <w:noProof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3A1EAE" w:rsidRPr="00B06BC0" w:rsidRDefault="003A1EAE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06BC0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1EAE" w:rsidRPr="003E7BBE" w:rsidRDefault="003A1EAE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A1EAE" w:rsidRDefault="003A1EAE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3A1EAE" w:rsidRPr="003E7BBE" w:rsidRDefault="003A1EAE" w:rsidP="00496F7B">
      <w:pPr>
        <w:pStyle w:val="Heading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A1EAE" w:rsidRPr="00193AE0" w:rsidRDefault="003A1EAE" w:rsidP="00496F7B">
      <w:pPr>
        <w:pStyle w:val="Heading1"/>
        <w:jc w:val="center"/>
        <w:rPr>
          <w:b/>
          <w:sz w:val="28"/>
          <w:szCs w:val="28"/>
        </w:rPr>
      </w:pPr>
    </w:p>
    <w:p w:rsidR="003A1EAE" w:rsidRPr="000268CD" w:rsidRDefault="003A1EAE" w:rsidP="00024714">
      <w:pPr>
        <w:pStyle w:val="Heading1"/>
        <w:rPr>
          <w:b/>
          <w:szCs w:val="24"/>
        </w:rPr>
      </w:pPr>
      <w:r w:rsidRPr="000268CD">
        <w:rPr>
          <w:b/>
          <w:szCs w:val="24"/>
        </w:rPr>
        <w:t xml:space="preserve">« </w:t>
      </w:r>
      <w:r>
        <w:rPr>
          <w:b/>
          <w:szCs w:val="24"/>
        </w:rPr>
        <w:t>21</w:t>
      </w:r>
      <w:r w:rsidRPr="000268CD">
        <w:rPr>
          <w:b/>
          <w:szCs w:val="24"/>
        </w:rPr>
        <w:t xml:space="preserve"> » </w:t>
      </w:r>
      <w:r>
        <w:rPr>
          <w:b/>
          <w:szCs w:val="24"/>
        </w:rPr>
        <w:t xml:space="preserve">вересня </w:t>
      </w:r>
      <w:r w:rsidRPr="000268CD">
        <w:rPr>
          <w:b/>
          <w:szCs w:val="24"/>
        </w:rPr>
        <w:t xml:space="preserve">2021 р. </w:t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 w:rsidRPr="000268CD"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0268CD">
        <w:rPr>
          <w:b/>
          <w:szCs w:val="24"/>
        </w:rPr>
        <w:t>№</w:t>
      </w:r>
      <w:r>
        <w:rPr>
          <w:b/>
          <w:szCs w:val="24"/>
        </w:rPr>
        <w:t xml:space="preserve"> </w:t>
      </w:r>
      <w:r>
        <w:rPr>
          <w:b/>
          <w:szCs w:val="24"/>
          <w:u w:val="single"/>
        </w:rPr>
        <w:t>709</w:t>
      </w:r>
    </w:p>
    <w:p w:rsidR="003A1EAE" w:rsidRPr="000268CD" w:rsidRDefault="003A1EAE" w:rsidP="00496F7B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3A1EAE" w:rsidRDefault="003A1EAE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  <w:bookmarkStart w:id="0" w:name="bookmark3"/>
      <w:r w:rsidRPr="00021C47">
        <w:rPr>
          <w:rFonts w:ascii="Times New Roman" w:hAnsi="Times New Roman"/>
          <w:b/>
          <w:sz w:val="24"/>
          <w:szCs w:val="24"/>
          <w:lang w:val="uk-UA" w:eastAsia="uk-UA"/>
        </w:rPr>
        <w:t xml:space="preserve">Про </w:t>
      </w:r>
      <w:bookmarkEnd w:id="0"/>
      <w:r w:rsidRPr="000268CD">
        <w:rPr>
          <w:rFonts w:ascii="Times New Roman" w:hAnsi="Times New Roman"/>
          <w:b/>
          <w:sz w:val="24"/>
          <w:szCs w:val="24"/>
          <w:lang w:val="uk-UA" w:eastAsia="uk-UA"/>
        </w:rPr>
        <w:t>затвердження кошторисної частини проектної документації «</w:t>
      </w:r>
      <w:r>
        <w:rPr>
          <w:rFonts w:ascii="Times New Roman" w:hAnsi="Times New Roman"/>
          <w:b/>
          <w:sz w:val="24"/>
          <w:szCs w:val="24"/>
          <w:lang w:val="uk-UA" w:eastAsia="uk-UA"/>
        </w:rPr>
        <w:t>Встановлення системи пожежної сигналізації та оповіщення про пожежу в загальноосвітній школі №4 по вул.Енергетиків, 2 в м.БучаКиївської обл.»</w:t>
      </w:r>
    </w:p>
    <w:p w:rsidR="003A1EAE" w:rsidRPr="000268CD" w:rsidRDefault="003A1EAE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4"/>
          <w:szCs w:val="24"/>
          <w:lang w:val="uk-UA" w:eastAsia="uk-UA"/>
        </w:rPr>
      </w:pPr>
    </w:p>
    <w:p w:rsidR="003A1EAE" w:rsidRDefault="003A1EAE" w:rsidP="00ED5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5A74DF">
        <w:rPr>
          <w:rFonts w:ascii="Times New Roman" w:hAnsi="Times New Roman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</w:t>
      </w:r>
      <w:r w:rsidRPr="00ED5197">
        <w:rPr>
          <w:rFonts w:ascii="Times New Roman" w:hAnsi="Times New Roman"/>
          <w:sz w:val="24"/>
          <w:szCs w:val="24"/>
          <w:lang w:val="uk-UA" w:eastAsia="uk-UA"/>
        </w:rPr>
        <w:t>«Встановлення системи пожежної сигналізації та оповіщення про пожежу в загальноосвітній школі №4 по вул.Енергетиків, 2 в м.Буча Київської обл.»</w:t>
      </w:r>
      <w:r w:rsidRPr="005E1AF9">
        <w:rPr>
          <w:rFonts w:ascii="Times New Roman" w:hAnsi="Times New Roman"/>
          <w:sz w:val="24"/>
          <w:szCs w:val="24"/>
          <w:lang w:val="uk-UA" w:eastAsia="uk-UA"/>
        </w:rPr>
        <w:t>,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 розроблену ТОВ «</w:t>
      </w:r>
      <w:r>
        <w:rPr>
          <w:rFonts w:ascii="Times New Roman" w:hAnsi="Times New Roman"/>
          <w:sz w:val="24"/>
          <w:szCs w:val="24"/>
          <w:lang w:val="uk-UA" w:eastAsia="uk-UA"/>
        </w:rPr>
        <w:t>РАДАР ВС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», позитивний  експертний звіт №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0557-21Е від 04.06.2021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 xml:space="preserve">року, </w:t>
      </w:r>
      <w:r>
        <w:rPr>
          <w:rFonts w:ascii="Times New Roman" w:hAnsi="Times New Roman"/>
          <w:sz w:val="24"/>
          <w:szCs w:val="24"/>
          <w:lang w:val="uk-UA" w:eastAsia="uk-UA"/>
        </w:rPr>
        <w:t xml:space="preserve">виданий ТОВ «Науково-виробниче підприємство «Міжрегіональна будівельна експертиза», </w:t>
      </w:r>
      <w:r w:rsidRPr="000268CD">
        <w:rPr>
          <w:rFonts w:ascii="Times New Roman" w:hAnsi="Times New Roman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3A1EAE" w:rsidRPr="005A74DF" w:rsidRDefault="003A1EAE" w:rsidP="00ED519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3A1EAE" w:rsidRPr="000268CD" w:rsidRDefault="003A1EAE" w:rsidP="00496F7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 w:rsidRPr="000268CD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3A1EAE" w:rsidRPr="00221545" w:rsidRDefault="003A1EAE" w:rsidP="002215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21545">
        <w:rPr>
          <w:rFonts w:ascii="Times New Roman" w:hAnsi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 проекту «Встановлення системи пожежної сигналізації та оповіщення про пожежу в загальноосвітній школі №4 по вул.Енергетиків, 2 в м.Буча Київської обл.»</w:t>
      </w:r>
    </w:p>
    <w:p w:rsidR="003A1EAE" w:rsidRDefault="003A1EAE" w:rsidP="007D507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0268CD">
        <w:rPr>
          <w:rFonts w:ascii="Times New Roman" w:hAnsi="Times New Roman"/>
          <w:sz w:val="24"/>
          <w:szCs w:val="24"/>
          <w:lang w:val="uk-UA" w:eastAsia="uk-UA"/>
        </w:rPr>
        <w:t>з наступними показниками:</w:t>
      </w:r>
    </w:p>
    <w:p w:rsidR="003A1EAE" w:rsidRPr="000268CD" w:rsidRDefault="003A1EAE" w:rsidP="00D2248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3A1EAE" w:rsidRPr="00384CAE" w:rsidTr="00384CAE">
        <w:tc>
          <w:tcPr>
            <w:tcW w:w="4395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3A1EAE" w:rsidRPr="00384CAE" w:rsidTr="00384CAE">
        <w:tc>
          <w:tcPr>
            <w:tcW w:w="4395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1128,955</w:t>
            </w:r>
          </w:p>
        </w:tc>
      </w:tr>
      <w:tr w:rsidR="003A1EAE" w:rsidRPr="00384CAE" w:rsidTr="00384CAE">
        <w:tc>
          <w:tcPr>
            <w:tcW w:w="4395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894,032</w:t>
            </w:r>
          </w:p>
        </w:tc>
      </w:tr>
      <w:tr w:rsidR="003A1EAE" w:rsidRPr="00384CAE" w:rsidTr="00384CAE">
        <w:tc>
          <w:tcPr>
            <w:tcW w:w="4395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0,000</w:t>
            </w:r>
          </w:p>
        </w:tc>
      </w:tr>
      <w:tr w:rsidR="003A1EAE" w:rsidRPr="00384CAE" w:rsidTr="00384CAE">
        <w:tc>
          <w:tcPr>
            <w:tcW w:w="4395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3A1EAE" w:rsidRPr="00384CAE" w:rsidRDefault="003A1EAE" w:rsidP="00384CAE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 w:eastAsia="uk-UA"/>
              </w:rPr>
            </w:pPr>
            <w:r w:rsidRPr="00384CAE">
              <w:rPr>
                <w:rFonts w:ascii="Times New Roman" w:hAnsi="Times New Roman"/>
                <w:sz w:val="24"/>
                <w:szCs w:val="24"/>
                <w:lang w:val="uk-UA" w:eastAsia="uk-UA"/>
              </w:rPr>
              <w:t>234,923</w:t>
            </w:r>
          </w:p>
        </w:tc>
      </w:tr>
    </w:tbl>
    <w:p w:rsidR="003A1EAE" w:rsidRPr="000268CD" w:rsidRDefault="003A1EAE" w:rsidP="006C27DC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</w:p>
    <w:p w:rsidR="003A1EAE" w:rsidRPr="00221545" w:rsidRDefault="003A1EAE" w:rsidP="002215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21545">
        <w:rPr>
          <w:rFonts w:ascii="Times New Roman" w:hAnsi="Times New Roman"/>
          <w:sz w:val="24"/>
          <w:szCs w:val="24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3A1EAE" w:rsidRPr="00221545" w:rsidRDefault="003A1EAE" w:rsidP="00221545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21545">
        <w:rPr>
          <w:rFonts w:ascii="Times New Roman" w:hAnsi="Times New Roman"/>
          <w:sz w:val="24"/>
          <w:szCs w:val="24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3A1EAE" w:rsidRPr="003E7BBE" w:rsidRDefault="003A1EAE" w:rsidP="00496F7B">
      <w:pPr>
        <w:pStyle w:val="ListParagraph"/>
        <w:spacing w:after="0" w:line="240" w:lineRule="auto"/>
        <w:ind w:left="360" w:hanging="36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A1EAE" w:rsidRPr="00293865" w:rsidRDefault="003A1EAE" w:rsidP="007370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sz w:val="24"/>
          <w:szCs w:val="24"/>
        </w:rPr>
        <w:t>Міський  голова</w:t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 w:rsidRPr="00293865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3A1EAE" w:rsidRDefault="003A1EAE" w:rsidP="0073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A1EAE" w:rsidRPr="00293865" w:rsidRDefault="003A1EAE" w:rsidP="0073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Заступник  міського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голови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</w:rPr>
        <w:t>Сергій ШЕПЕТЬКО</w:t>
      </w:r>
      <w:r w:rsidRPr="00293865">
        <w:rPr>
          <w:rFonts w:ascii="Times New Roman" w:hAnsi="Times New Roman"/>
          <w:b/>
          <w:sz w:val="24"/>
          <w:szCs w:val="24"/>
        </w:rPr>
        <w:tab/>
      </w:r>
    </w:p>
    <w:p w:rsidR="003A1EAE" w:rsidRPr="00293865" w:rsidRDefault="003A1EAE" w:rsidP="0073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A1EAE" w:rsidRPr="00293865" w:rsidRDefault="003A1EAE" w:rsidP="0073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3A1EAE" w:rsidRPr="00293865" w:rsidRDefault="003A1EAE" w:rsidP="0073700A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3A1EAE" w:rsidRPr="00293865" w:rsidRDefault="003A1EAE" w:rsidP="0073700A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3A1EAE" w:rsidRPr="00293865" w:rsidRDefault="003A1EAE" w:rsidP="0073700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юридично-кадровоїроботи</w:t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Pr="00293865">
        <w:rPr>
          <w:rFonts w:ascii="Times New Roman" w:hAnsi="Times New Roman"/>
          <w:b/>
          <w:bCs/>
          <w:spacing w:val="1"/>
          <w:sz w:val="24"/>
          <w:szCs w:val="24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pacing w:val="1"/>
          <w:sz w:val="24"/>
          <w:szCs w:val="24"/>
        </w:rPr>
        <w:t>Людмила РИЖЕНКО</w:t>
      </w:r>
    </w:p>
    <w:p w:rsidR="003A1EAE" w:rsidRPr="00293865" w:rsidRDefault="003A1EAE" w:rsidP="0073700A">
      <w:pPr>
        <w:tabs>
          <w:tab w:val="left" w:pos="61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3A1EAE" w:rsidRPr="003A7FFC" w:rsidRDefault="003A1EAE" w:rsidP="0073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A7FFC">
        <w:rPr>
          <w:rFonts w:ascii="Times New Roman" w:hAnsi="Times New Roman"/>
          <w:b/>
          <w:sz w:val="24"/>
          <w:szCs w:val="24"/>
        </w:rPr>
        <w:t>ПОДАННЯ:</w:t>
      </w:r>
    </w:p>
    <w:p w:rsidR="003A1EAE" w:rsidRPr="003A7FFC" w:rsidRDefault="003A1EAE" w:rsidP="0073700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відділуосвіти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1" w:name="_GoBack"/>
      <w:bookmarkEnd w:id="1"/>
      <w:r>
        <w:rPr>
          <w:rFonts w:ascii="Times New Roman" w:hAnsi="Times New Roman"/>
          <w:sz w:val="24"/>
          <w:szCs w:val="24"/>
        </w:rPr>
        <w:t xml:space="preserve"> Олег ЦИМБАЛ</w:t>
      </w:r>
    </w:p>
    <w:p w:rsidR="003A1EAE" w:rsidRPr="00021C47" w:rsidRDefault="003A1EAE" w:rsidP="007370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1EAE" w:rsidRPr="00021C47" w:rsidRDefault="003A1EAE" w:rsidP="007370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3A1EAE" w:rsidRPr="00021C47" w:rsidSect="00021C47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1B3198"/>
    <w:multiLevelType w:val="hybridMultilevel"/>
    <w:tmpl w:val="C9148E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4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11E3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57D0E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1545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3865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4CAE"/>
    <w:rsid w:val="00391360"/>
    <w:rsid w:val="00392EA3"/>
    <w:rsid w:val="0039342B"/>
    <w:rsid w:val="00395062"/>
    <w:rsid w:val="003A1EAE"/>
    <w:rsid w:val="003A6594"/>
    <w:rsid w:val="003A7FFC"/>
    <w:rsid w:val="003B02FB"/>
    <w:rsid w:val="003B0E78"/>
    <w:rsid w:val="003B14EE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2EE2"/>
    <w:rsid w:val="00403E78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4DF"/>
    <w:rsid w:val="005A7DBF"/>
    <w:rsid w:val="005C1802"/>
    <w:rsid w:val="005C4F9B"/>
    <w:rsid w:val="005C6AAE"/>
    <w:rsid w:val="005C7EB3"/>
    <w:rsid w:val="005D0DDB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1B05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3700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02A"/>
    <w:rsid w:val="007C5B12"/>
    <w:rsid w:val="007D5074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15F3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404E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48E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1C2A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5197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6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</TotalTime>
  <Pages>1</Pages>
  <Words>261</Words>
  <Characters>1489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35</cp:revision>
  <cp:lastPrinted>2021-09-28T10:39:00Z</cp:lastPrinted>
  <dcterms:created xsi:type="dcterms:W3CDTF">2021-02-19T08:08:00Z</dcterms:created>
  <dcterms:modified xsi:type="dcterms:W3CDTF">2021-09-30T10:12:00Z</dcterms:modified>
</cp:coreProperties>
</file>