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F79" w:rsidRPr="004D18F1" w:rsidRDefault="00521F79" w:rsidP="00731B2F">
      <w:pPr>
        <w:jc w:val="center"/>
        <w:rPr>
          <w:rFonts w:ascii="Calibri" w:hAnsi="Calibri"/>
          <w:lang w:val="uk-UA"/>
        </w:rPr>
      </w:pPr>
    </w:p>
    <w:p w:rsidR="00521F79" w:rsidRPr="00567571" w:rsidRDefault="00521F79" w:rsidP="00731B2F">
      <w:pPr>
        <w:jc w:val="center"/>
        <w:rPr>
          <w:lang w:val="uk-UA"/>
        </w:rPr>
      </w:pPr>
      <w:r w:rsidRPr="00351AF7">
        <w:rPr>
          <w:rFonts w:ascii="MS Sans Serif" w:hAnsi="MS Sans Serif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50.25pt;visibility:visible">
            <v:imagedata r:id="rId5" o:title="" grayscale="t" bilevel="t"/>
          </v:shape>
        </w:pict>
      </w:r>
    </w:p>
    <w:p w:rsidR="00521F79" w:rsidRPr="00731B2F" w:rsidRDefault="00521F79" w:rsidP="00731B2F">
      <w:pPr>
        <w:jc w:val="center"/>
        <w:rPr>
          <w:b/>
          <w:bCs/>
          <w:sz w:val="20"/>
          <w:szCs w:val="20"/>
        </w:rPr>
      </w:pPr>
    </w:p>
    <w:p w:rsidR="00521F79" w:rsidRPr="007B068E" w:rsidRDefault="00521F79" w:rsidP="00731B2F">
      <w:pPr>
        <w:pStyle w:val="Caption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МІСЬКА   РАДА</w:t>
      </w:r>
    </w:p>
    <w:p w:rsidR="00521F79" w:rsidRPr="00DB6870" w:rsidRDefault="00521F79" w:rsidP="00731B2F">
      <w:pPr>
        <w:pStyle w:val="Heading2"/>
        <w:pBdr>
          <w:bottom w:val="single" w:sz="12" w:space="1" w:color="auto"/>
        </w:pBdr>
      </w:pPr>
      <w:r w:rsidRPr="00DB6870">
        <w:t>КИЇВСЬКОЇ ОБЛАСТІ</w:t>
      </w:r>
    </w:p>
    <w:p w:rsidR="00521F79" w:rsidRPr="002C66BF" w:rsidRDefault="00521F79" w:rsidP="00731B2F">
      <w:pPr>
        <w:pStyle w:val="Heading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К О М І Т Е Т</w:t>
      </w:r>
    </w:p>
    <w:p w:rsidR="00521F79" w:rsidRPr="00DB6870" w:rsidRDefault="00521F79" w:rsidP="00731B2F">
      <w:pPr>
        <w:pStyle w:val="Heading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521F79" w:rsidRDefault="00521F79" w:rsidP="00731B2F"/>
    <w:p w:rsidR="00521F79" w:rsidRPr="006A6BF5" w:rsidRDefault="00521F79" w:rsidP="00731B2F">
      <w:pPr>
        <w:rPr>
          <w:b/>
          <w:bCs/>
          <w:lang w:val="uk-UA"/>
        </w:rPr>
      </w:pPr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20_</w:t>
      </w:r>
      <w:r>
        <w:rPr>
          <w:b/>
          <w:bCs/>
          <w:u w:val="single"/>
        </w:rPr>
        <w:t>»</w:t>
      </w:r>
      <w:r>
        <w:rPr>
          <w:b/>
          <w:bCs/>
          <w:u w:val="single"/>
          <w:lang w:val="uk-UA"/>
        </w:rPr>
        <w:t>липня</w:t>
      </w:r>
      <w:r>
        <w:rPr>
          <w:b/>
          <w:bCs/>
          <w:u w:val="single"/>
        </w:rPr>
        <w:t>20</w:t>
      </w:r>
      <w:r>
        <w:rPr>
          <w:b/>
          <w:bCs/>
          <w:u w:val="single"/>
          <w:lang w:val="uk-UA"/>
        </w:rPr>
        <w:t>21</w:t>
      </w:r>
      <w:r>
        <w:rPr>
          <w:b/>
          <w:bCs/>
          <w:u w:val="single"/>
        </w:rPr>
        <w:t xml:space="preserve"> року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bookmarkStart w:id="0" w:name="_GoBack"/>
      <w:bookmarkEnd w:id="0"/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474</w:t>
      </w:r>
    </w:p>
    <w:p w:rsidR="00521F79" w:rsidRPr="00BB26F8" w:rsidRDefault="00521F79" w:rsidP="00731B2F"/>
    <w:p w:rsidR="00521F79" w:rsidRPr="00BA646E" w:rsidRDefault="00521F79" w:rsidP="00731B2F">
      <w:pPr>
        <w:outlineLvl w:val="0"/>
        <w:rPr>
          <w:b/>
          <w:lang w:val="uk-UA"/>
        </w:rPr>
      </w:pPr>
      <w:r w:rsidRPr="00BA646E">
        <w:rPr>
          <w:b/>
          <w:lang w:val="uk-UA"/>
        </w:rPr>
        <w:t>Про внесення змін до складу комісій</w:t>
      </w:r>
    </w:p>
    <w:p w:rsidR="00521F79" w:rsidRPr="00BA646E" w:rsidRDefault="00521F79" w:rsidP="00731B2F">
      <w:pPr>
        <w:outlineLvl w:val="0"/>
        <w:rPr>
          <w:b/>
          <w:bCs/>
          <w:lang w:val="uk-UA"/>
        </w:rPr>
      </w:pPr>
      <w:r w:rsidRPr="00BA646E">
        <w:rPr>
          <w:b/>
          <w:lang w:val="uk-UA"/>
        </w:rPr>
        <w:t xml:space="preserve">та координаційних рад </w:t>
      </w:r>
      <w:r w:rsidRPr="00DE24D4">
        <w:rPr>
          <w:b/>
          <w:bCs/>
          <w:lang w:val="uk-UA"/>
        </w:rPr>
        <w:t>посприянню</w:t>
      </w:r>
    </w:p>
    <w:p w:rsidR="00521F79" w:rsidRPr="00BA646E" w:rsidRDefault="00521F79" w:rsidP="00731B2F">
      <w:pPr>
        <w:outlineLvl w:val="0"/>
        <w:rPr>
          <w:b/>
          <w:lang w:val="uk-UA"/>
        </w:rPr>
      </w:pPr>
      <w:r w:rsidRPr="00DE24D4">
        <w:rPr>
          <w:b/>
          <w:bCs/>
          <w:lang w:val="uk-UA"/>
        </w:rPr>
        <w:t>здійснення</w:t>
      </w:r>
      <w:r w:rsidRPr="00BA646E">
        <w:rPr>
          <w:b/>
          <w:bCs/>
          <w:lang w:val="uk-UA"/>
        </w:rPr>
        <w:t>п</w:t>
      </w:r>
      <w:r w:rsidRPr="00DE24D4">
        <w:rPr>
          <w:b/>
          <w:bCs/>
          <w:lang w:val="uk-UA"/>
        </w:rPr>
        <w:t>овноваженьвиконавчимкомітетом</w:t>
      </w:r>
    </w:p>
    <w:p w:rsidR="00521F79" w:rsidRPr="00BA646E" w:rsidRDefault="00521F79" w:rsidP="00731B2F">
      <w:pPr>
        <w:rPr>
          <w:b/>
          <w:lang w:val="uk-UA"/>
        </w:rPr>
      </w:pPr>
    </w:p>
    <w:p w:rsidR="00521F79" w:rsidRPr="00BA646E" w:rsidRDefault="00521F79" w:rsidP="00731B2F">
      <w:pPr>
        <w:spacing w:line="276" w:lineRule="auto"/>
        <w:jc w:val="both"/>
        <w:rPr>
          <w:b/>
          <w:lang w:val="uk-UA"/>
        </w:rPr>
      </w:pPr>
      <w:r w:rsidRPr="00BA646E">
        <w:rPr>
          <w:spacing w:val="-1"/>
          <w:lang w:val="uk-UA"/>
        </w:rPr>
        <w:tab/>
        <w:t xml:space="preserve">У зв'язку з кадровими змінами та виробничою необхідністю, враховуючи пропозицію начальника управління організаційно-документального забезпечення Савицької Б.І., керуючись Законом України "Про місцеве самоврядування в Україні", </w:t>
      </w:r>
      <w:r w:rsidRPr="00BA646E">
        <w:rPr>
          <w:lang w:val="uk-UA"/>
        </w:rPr>
        <w:t>виконавчий комітет Бучанської міської ради</w:t>
      </w:r>
    </w:p>
    <w:p w:rsidR="00521F79" w:rsidRPr="00BA646E" w:rsidRDefault="00521F79" w:rsidP="00731B2F">
      <w:pPr>
        <w:jc w:val="both"/>
        <w:rPr>
          <w:b/>
          <w:lang w:val="uk-UA"/>
        </w:rPr>
      </w:pPr>
    </w:p>
    <w:p w:rsidR="00521F79" w:rsidRPr="00BA646E" w:rsidRDefault="00521F79" w:rsidP="00731B2F">
      <w:pPr>
        <w:jc w:val="both"/>
        <w:outlineLvl w:val="0"/>
        <w:rPr>
          <w:b/>
          <w:lang w:val="uk-UA"/>
        </w:rPr>
      </w:pPr>
      <w:r w:rsidRPr="00BA646E">
        <w:rPr>
          <w:b/>
          <w:lang w:val="uk-UA"/>
        </w:rPr>
        <w:t>ВИРІШИВ:</w:t>
      </w:r>
    </w:p>
    <w:p w:rsidR="00521F79" w:rsidRPr="00BA646E" w:rsidRDefault="00521F79" w:rsidP="00731B2F">
      <w:pPr>
        <w:jc w:val="both"/>
        <w:outlineLvl w:val="0"/>
        <w:rPr>
          <w:b/>
          <w:lang w:val="uk-UA"/>
        </w:rPr>
      </w:pPr>
    </w:p>
    <w:p w:rsidR="00521F79" w:rsidRPr="00BA646E" w:rsidRDefault="00521F79" w:rsidP="00731B2F">
      <w:pPr>
        <w:numPr>
          <w:ilvl w:val="0"/>
          <w:numId w:val="17"/>
        </w:numPr>
        <w:jc w:val="both"/>
        <w:rPr>
          <w:lang w:val="uk-UA"/>
        </w:rPr>
      </w:pPr>
      <w:r w:rsidRPr="00BA646E">
        <w:rPr>
          <w:lang w:val="uk-UA"/>
        </w:rPr>
        <w:t xml:space="preserve">Внести зміни до складу комісій та координаційних рад </w:t>
      </w:r>
      <w:r>
        <w:rPr>
          <w:bCs/>
          <w:lang w:val="uk-UA"/>
        </w:rPr>
        <w:t xml:space="preserve">по сприянню </w:t>
      </w:r>
      <w:r w:rsidRPr="00DE24D4">
        <w:rPr>
          <w:bCs/>
          <w:lang w:val="uk-UA"/>
        </w:rPr>
        <w:t>здійснення</w:t>
      </w:r>
      <w:r>
        <w:rPr>
          <w:bCs/>
          <w:lang w:val="uk-UA"/>
        </w:rPr>
        <w:t xml:space="preserve"> </w:t>
      </w:r>
      <w:r w:rsidRPr="00BA646E">
        <w:rPr>
          <w:bCs/>
          <w:lang w:val="uk-UA"/>
        </w:rPr>
        <w:t>п</w:t>
      </w:r>
      <w:r w:rsidRPr="00DE24D4">
        <w:rPr>
          <w:bCs/>
          <w:lang w:val="uk-UA"/>
        </w:rPr>
        <w:t>овноважень</w:t>
      </w:r>
      <w:r>
        <w:rPr>
          <w:bCs/>
          <w:lang w:val="uk-UA"/>
        </w:rPr>
        <w:t xml:space="preserve"> </w:t>
      </w:r>
      <w:r w:rsidRPr="00DE24D4">
        <w:rPr>
          <w:bCs/>
          <w:lang w:val="uk-UA"/>
        </w:rPr>
        <w:t>виконавчим</w:t>
      </w:r>
      <w:r>
        <w:rPr>
          <w:bCs/>
          <w:lang w:val="uk-UA"/>
        </w:rPr>
        <w:t xml:space="preserve"> </w:t>
      </w:r>
      <w:r w:rsidRPr="00DE24D4">
        <w:rPr>
          <w:bCs/>
          <w:lang w:val="uk-UA"/>
        </w:rPr>
        <w:t>комітетом</w:t>
      </w:r>
      <w:r w:rsidRPr="00BA646E">
        <w:rPr>
          <w:lang w:val="uk-UA"/>
        </w:rPr>
        <w:t xml:space="preserve"> (рішення № 58 від 16.02.2021 року), а саме:</w:t>
      </w:r>
    </w:p>
    <w:p w:rsidR="00521F79" w:rsidRPr="00BA646E" w:rsidRDefault="00521F79" w:rsidP="00731B2F">
      <w:pPr>
        <w:ind w:left="60"/>
        <w:jc w:val="both"/>
        <w:rPr>
          <w:lang w:val="uk-UA"/>
        </w:rPr>
      </w:pPr>
      <w:r w:rsidRPr="00BA646E">
        <w:rPr>
          <w:lang w:val="uk-UA"/>
        </w:rPr>
        <w:tab/>
        <w:t>п. 17. Комісія з питань поводження з безхазяйними відходами на території Бучанської міської територіальної громади ( викласти у новій редакції):</w:t>
      </w:r>
    </w:p>
    <w:p w:rsidR="00521F79" w:rsidRPr="00BA646E" w:rsidRDefault="00521F79" w:rsidP="00782696">
      <w:pPr>
        <w:ind w:left="60"/>
        <w:jc w:val="both"/>
        <w:rPr>
          <w:lang w:val="uk-UA"/>
        </w:rPr>
      </w:pPr>
      <w:r w:rsidRPr="00BA646E">
        <w:rPr>
          <w:lang w:val="uk-UA"/>
        </w:rPr>
        <w:t>- голова комісії - заступник міського голови (за посадою);</w:t>
      </w:r>
    </w:p>
    <w:p w:rsidR="00521F79" w:rsidRPr="00BA646E" w:rsidRDefault="00521F79" w:rsidP="00782696">
      <w:pPr>
        <w:ind w:left="60"/>
        <w:jc w:val="both"/>
        <w:rPr>
          <w:lang w:val="uk-UA"/>
        </w:rPr>
      </w:pPr>
      <w:r w:rsidRPr="00BA646E">
        <w:rPr>
          <w:lang w:val="uk-UA"/>
        </w:rPr>
        <w:t>- заступник голови</w:t>
      </w:r>
      <w:r>
        <w:rPr>
          <w:lang w:val="uk-UA"/>
        </w:rPr>
        <w:t xml:space="preserve"> – начальник управління житлово-</w:t>
      </w:r>
      <w:r w:rsidRPr="00BA646E">
        <w:rPr>
          <w:lang w:val="uk-UA"/>
        </w:rPr>
        <w:t>комунального господарства та благоустрою (за посадою);</w:t>
      </w:r>
    </w:p>
    <w:p w:rsidR="00521F79" w:rsidRPr="00BA646E" w:rsidRDefault="00521F79" w:rsidP="00782696">
      <w:pPr>
        <w:ind w:left="60"/>
        <w:jc w:val="both"/>
        <w:rPr>
          <w:lang w:val="uk-UA"/>
        </w:rPr>
      </w:pPr>
      <w:r w:rsidRPr="00BA646E">
        <w:rPr>
          <w:lang w:val="uk-UA"/>
        </w:rPr>
        <w:t>- секретар – голов</w:t>
      </w:r>
      <w:r>
        <w:rPr>
          <w:lang w:val="uk-UA"/>
        </w:rPr>
        <w:t>ний спеціаліст відділу житлово-</w:t>
      </w:r>
      <w:r w:rsidRPr="00BA646E">
        <w:rPr>
          <w:lang w:val="uk-UA"/>
        </w:rPr>
        <w:t>комуналь</w:t>
      </w:r>
      <w:r>
        <w:rPr>
          <w:lang w:val="uk-UA"/>
        </w:rPr>
        <w:t xml:space="preserve">ної інфраструктури           </w:t>
      </w:r>
      <w:r w:rsidRPr="00BA646E">
        <w:rPr>
          <w:lang w:val="uk-UA"/>
        </w:rPr>
        <w:t>(за посадою);</w:t>
      </w:r>
    </w:p>
    <w:p w:rsidR="00521F79" w:rsidRPr="00BA646E" w:rsidRDefault="00521F79" w:rsidP="00782696">
      <w:pPr>
        <w:ind w:left="60"/>
        <w:jc w:val="both"/>
        <w:rPr>
          <w:lang w:val="uk-UA"/>
        </w:rPr>
      </w:pPr>
      <w:r w:rsidRPr="00BA646E">
        <w:rPr>
          <w:lang w:val="uk-UA"/>
        </w:rPr>
        <w:t>- завідувач сектором муніципальної безпеки ( за посадою);</w:t>
      </w:r>
    </w:p>
    <w:p w:rsidR="00521F79" w:rsidRPr="00BA646E" w:rsidRDefault="00521F79" w:rsidP="00782696">
      <w:pPr>
        <w:ind w:left="60"/>
        <w:jc w:val="both"/>
        <w:rPr>
          <w:lang w:val="uk-UA"/>
        </w:rPr>
      </w:pPr>
      <w:r w:rsidRPr="00BA646E">
        <w:rPr>
          <w:lang w:val="uk-UA"/>
        </w:rPr>
        <w:t>- начальник інспекції з благоустрою (за посадою);</w:t>
      </w:r>
    </w:p>
    <w:p w:rsidR="00521F79" w:rsidRPr="00BA646E" w:rsidRDefault="00521F79" w:rsidP="00782696">
      <w:pPr>
        <w:ind w:left="60"/>
        <w:jc w:val="both"/>
        <w:rPr>
          <w:lang w:val="uk-UA"/>
        </w:rPr>
      </w:pPr>
      <w:r w:rsidRPr="00BA646E">
        <w:rPr>
          <w:lang w:val="uk-UA"/>
        </w:rPr>
        <w:t>- начальник земельного відділу (за посадою);</w:t>
      </w:r>
    </w:p>
    <w:p w:rsidR="00521F79" w:rsidRPr="00BA646E" w:rsidRDefault="00521F79" w:rsidP="00782696">
      <w:pPr>
        <w:ind w:left="60"/>
        <w:jc w:val="both"/>
        <w:rPr>
          <w:lang w:val="uk-UA"/>
        </w:rPr>
      </w:pPr>
      <w:r w:rsidRPr="00BA646E">
        <w:rPr>
          <w:lang w:val="uk-UA"/>
        </w:rPr>
        <w:t>- начальник відділу містобудування та архітектури (за посадою);</w:t>
      </w:r>
    </w:p>
    <w:p w:rsidR="00521F79" w:rsidRPr="00BA646E" w:rsidRDefault="00521F79" w:rsidP="00782696">
      <w:pPr>
        <w:ind w:left="60"/>
        <w:jc w:val="both"/>
        <w:rPr>
          <w:lang w:val="uk-UA"/>
        </w:rPr>
      </w:pPr>
      <w:r w:rsidRPr="00BA646E">
        <w:rPr>
          <w:lang w:val="uk-UA"/>
        </w:rPr>
        <w:t>- начальник юридичного відділу (за посадою);</w:t>
      </w:r>
    </w:p>
    <w:p w:rsidR="00521F79" w:rsidRPr="00BA646E" w:rsidRDefault="00521F79" w:rsidP="00782696">
      <w:pPr>
        <w:ind w:left="60"/>
        <w:jc w:val="both"/>
        <w:rPr>
          <w:lang w:val="uk-UA"/>
        </w:rPr>
      </w:pPr>
      <w:r w:rsidRPr="00BA646E">
        <w:rPr>
          <w:lang w:val="uk-UA"/>
        </w:rPr>
        <w:t>- староста у селі Блиставиця (за посадою);</w:t>
      </w:r>
    </w:p>
    <w:p w:rsidR="00521F79" w:rsidRPr="00BA646E" w:rsidRDefault="00521F79" w:rsidP="00782696">
      <w:pPr>
        <w:ind w:left="60"/>
        <w:jc w:val="both"/>
        <w:rPr>
          <w:lang w:val="uk-UA"/>
        </w:rPr>
      </w:pPr>
      <w:r w:rsidRPr="00BA646E">
        <w:rPr>
          <w:lang w:val="uk-UA"/>
        </w:rPr>
        <w:t>- староста у селах Гаврилівка та Тарасівщина (за посадою);</w:t>
      </w:r>
    </w:p>
    <w:p w:rsidR="00521F79" w:rsidRPr="00BA646E" w:rsidRDefault="00521F79" w:rsidP="00782696">
      <w:pPr>
        <w:ind w:left="60"/>
        <w:jc w:val="both"/>
        <w:rPr>
          <w:lang w:val="uk-UA"/>
        </w:rPr>
      </w:pPr>
      <w:r w:rsidRPr="00BA646E">
        <w:rPr>
          <w:lang w:val="uk-UA"/>
        </w:rPr>
        <w:t>- староста у селі Луб'янка (за посадою);</w:t>
      </w:r>
    </w:p>
    <w:p w:rsidR="00521F79" w:rsidRPr="00BA646E" w:rsidRDefault="00521F79" w:rsidP="00782696">
      <w:pPr>
        <w:ind w:left="60"/>
        <w:jc w:val="both"/>
        <w:rPr>
          <w:lang w:val="uk-UA"/>
        </w:rPr>
      </w:pPr>
      <w:r w:rsidRPr="00BA646E">
        <w:rPr>
          <w:lang w:val="uk-UA"/>
        </w:rPr>
        <w:t>- староста у селі Здвижівка (за посадою);</w:t>
      </w:r>
    </w:p>
    <w:p w:rsidR="00521F79" w:rsidRPr="00BA646E" w:rsidRDefault="00521F79" w:rsidP="00782696">
      <w:pPr>
        <w:ind w:left="60"/>
        <w:jc w:val="both"/>
        <w:rPr>
          <w:lang w:val="uk-UA"/>
        </w:rPr>
      </w:pPr>
      <w:r w:rsidRPr="00BA646E">
        <w:rPr>
          <w:lang w:val="uk-UA"/>
        </w:rPr>
        <w:t>- староста у селищі Ворзель (за посадою);</w:t>
      </w:r>
    </w:p>
    <w:p w:rsidR="00521F79" w:rsidRPr="00BA646E" w:rsidRDefault="00521F79" w:rsidP="00782696">
      <w:pPr>
        <w:ind w:left="60"/>
        <w:jc w:val="both"/>
        <w:rPr>
          <w:lang w:val="uk-UA"/>
        </w:rPr>
      </w:pPr>
      <w:r w:rsidRPr="00BA646E">
        <w:rPr>
          <w:lang w:val="uk-UA"/>
        </w:rPr>
        <w:t>- староста у селі Мироцьке (за посадою);</w:t>
      </w:r>
    </w:p>
    <w:p w:rsidR="00521F79" w:rsidRDefault="00521F79" w:rsidP="00782696">
      <w:pPr>
        <w:ind w:left="60"/>
        <w:jc w:val="both"/>
        <w:rPr>
          <w:lang w:val="uk-UA"/>
        </w:rPr>
      </w:pPr>
      <w:r w:rsidRPr="00BA646E">
        <w:rPr>
          <w:lang w:val="uk-UA"/>
        </w:rPr>
        <w:t>-</w:t>
      </w:r>
      <w:r>
        <w:rPr>
          <w:lang w:val="uk-UA"/>
        </w:rPr>
        <w:t xml:space="preserve"> </w:t>
      </w:r>
      <w:r w:rsidRPr="00BA646E">
        <w:rPr>
          <w:lang w:val="uk-UA"/>
        </w:rPr>
        <w:t>староста у селищі Бабинці та селі Буда-Бабинецька (за посадою);</w:t>
      </w:r>
    </w:p>
    <w:p w:rsidR="00521F79" w:rsidRPr="00BA646E" w:rsidRDefault="00521F79" w:rsidP="00782696">
      <w:pPr>
        <w:ind w:left="60"/>
        <w:jc w:val="both"/>
        <w:rPr>
          <w:lang w:val="uk-UA"/>
        </w:rPr>
      </w:pPr>
      <w:r w:rsidRPr="00BA646E">
        <w:rPr>
          <w:lang w:val="uk-UA"/>
        </w:rPr>
        <w:t>- староста у селах Синяк, Червоне, Раківка, Вороньківка (за посадою);</w:t>
      </w:r>
    </w:p>
    <w:p w:rsidR="00521F79" w:rsidRPr="00BA646E" w:rsidRDefault="00521F79" w:rsidP="00782696">
      <w:pPr>
        <w:ind w:left="60"/>
        <w:jc w:val="both"/>
        <w:rPr>
          <w:lang w:val="uk-UA"/>
        </w:rPr>
      </w:pPr>
      <w:r w:rsidRPr="00BA646E">
        <w:rPr>
          <w:lang w:val="uk-UA"/>
        </w:rPr>
        <w:t>- директор КП «Бучазеленбуд» ( за посадою);</w:t>
      </w:r>
    </w:p>
    <w:p w:rsidR="00521F79" w:rsidRPr="00BA646E" w:rsidRDefault="00521F79" w:rsidP="00782696">
      <w:pPr>
        <w:ind w:left="60"/>
        <w:jc w:val="both"/>
        <w:rPr>
          <w:lang w:val="uk-UA"/>
        </w:rPr>
      </w:pPr>
      <w:r w:rsidRPr="00BA646E">
        <w:rPr>
          <w:lang w:val="uk-UA"/>
        </w:rPr>
        <w:t>- начальник КП «Бучасервіс» ( за посадою).</w:t>
      </w:r>
    </w:p>
    <w:p w:rsidR="00521F79" w:rsidRPr="00BA646E" w:rsidRDefault="00521F79" w:rsidP="00984BCA">
      <w:pPr>
        <w:numPr>
          <w:ilvl w:val="0"/>
          <w:numId w:val="17"/>
        </w:numPr>
        <w:jc w:val="both"/>
        <w:rPr>
          <w:lang w:val="uk-UA"/>
        </w:rPr>
      </w:pPr>
      <w:r w:rsidRPr="00BA646E">
        <w:rPr>
          <w:lang w:val="uk-UA"/>
        </w:rPr>
        <w:t xml:space="preserve">Внести зміни до складу комісій та координаційних рад </w:t>
      </w:r>
      <w:r>
        <w:rPr>
          <w:bCs/>
          <w:lang w:val="uk-UA"/>
        </w:rPr>
        <w:t xml:space="preserve">по сприянню здійснення повноважень </w:t>
      </w:r>
      <w:r w:rsidRPr="00DE24D4">
        <w:rPr>
          <w:bCs/>
          <w:lang w:val="uk-UA"/>
        </w:rPr>
        <w:t>виконавчим</w:t>
      </w:r>
      <w:r>
        <w:rPr>
          <w:bCs/>
          <w:lang w:val="uk-UA"/>
        </w:rPr>
        <w:t xml:space="preserve"> </w:t>
      </w:r>
      <w:r w:rsidRPr="00DE24D4">
        <w:rPr>
          <w:bCs/>
          <w:lang w:val="uk-UA"/>
        </w:rPr>
        <w:t>комітетом</w:t>
      </w:r>
      <w:r w:rsidRPr="00BA646E">
        <w:rPr>
          <w:lang w:val="uk-UA"/>
        </w:rPr>
        <w:t xml:space="preserve"> (рішення № 58 від 16.02.2021 року), а саме:</w:t>
      </w:r>
    </w:p>
    <w:p w:rsidR="00521F79" w:rsidRPr="00BA646E" w:rsidRDefault="00521F79" w:rsidP="00984BCA">
      <w:pPr>
        <w:ind w:left="360"/>
        <w:jc w:val="both"/>
        <w:rPr>
          <w:lang w:val="uk-UA"/>
        </w:rPr>
      </w:pPr>
      <w:r w:rsidRPr="00BA646E">
        <w:rPr>
          <w:lang w:val="uk-UA"/>
        </w:rPr>
        <w:t>п.30. Комітет забезпечення доступності осіб з інвалідністю та інших маломобільних груп населення до об’єктів соціальної та інженерно-транспортної інфраструктури ( викласти у новій редакції):</w:t>
      </w:r>
    </w:p>
    <w:p w:rsidR="00521F79" w:rsidRPr="00BA646E" w:rsidRDefault="00521F79" w:rsidP="00DE24D4">
      <w:pPr>
        <w:jc w:val="both"/>
        <w:rPr>
          <w:lang w:val="uk-UA"/>
        </w:rPr>
      </w:pPr>
      <w:r w:rsidRPr="00BA646E">
        <w:rPr>
          <w:lang w:val="uk-UA"/>
        </w:rPr>
        <w:t>- голова комісії - секретар ради ( за посадою);</w:t>
      </w:r>
    </w:p>
    <w:p w:rsidR="00521F79" w:rsidRPr="00BA646E" w:rsidRDefault="00521F79" w:rsidP="00DE24D4">
      <w:pPr>
        <w:jc w:val="both"/>
        <w:rPr>
          <w:lang w:val="uk-UA"/>
        </w:rPr>
      </w:pPr>
      <w:r w:rsidRPr="00BA646E">
        <w:rPr>
          <w:lang w:val="uk-UA"/>
        </w:rPr>
        <w:t>- заступник голови - начальник відділу містобудування та архітектури (за посадою);</w:t>
      </w:r>
    </w:p>
    <w:p w:rsidR="00521F79" w:rsidRPr="00BA646E" w:rsidRDefault="00521F79" w:rsidP="00D735AE">
      <w:pPr>
        <w:jc w:val="both"/>
        <w:rPr>
          <w:lang w:val="uk-UA"/>
        </w:rPr>
      </w:pPr>
      <w:r w:rsidRPr="00BA646E">
        <w:rPr>
          <w:lang w:val="uk-UA"/>
        </w:rPr>
        <w:t>- секретар - головний спеціаліст відділу з обслуговування ветеранів війни та інших категорій населення управління соціальної політики Бучанської міської ради (за посадою);</w:t>
      </w:r>
    </w:p>
    <w:p w:rsidR="00521F79" w:rsidRPr="00BA646E" w:rsidRDefault="00521F79" w:rsidP="0098509B">
      <w:pPr>
        <w:jc w:val="both"/>
        <w:rPr>
          <w:lang w:val="uk-UA"/>
        </w:rPr>
      </w:pPr>
      <w:r w:rsidRPr="00BA646E">
        <w:rPr>
          <w:lang w:val="uk-UA"/>
        </w:rPr>
        <w:t>-начальник відділу освіти Бучанської міської ради (за посадою);                                                                     -</w:t>
      </w:r>
      <w:r>
        <w:rPr>
          <w:lang w:val="uk-UA"/>
        </w:rPr>
        <w:t xml:space="preserve"> </w:t>
      </w:r>
      <w:r w:rsidRPr="00BA646E">
        <w:rPr>
          <w:lang w:val="uk-UA"/>
        </w:rPr>
        <w:t>начальник фінансового управління Бучанської міської ради (за посадою);</w:t>
      </w:r>
    </w:p>
    <w:p w:rsidR="00521F79" w:rsidRPr="00BA646E" w:rsidRDefault="00521F79" w:rsidP="0098509B">
      <w:pPr>
        <w:jc w:val="both"/>
        <w:rPr>
          <w:lang w:val="uk-UA"/>
        </w:rPr>
      </w:pPr>
      <w:r w:rsidRPr="00BA646E">
        <w:rPr>
          <w:lang w:val="uk-UA"/>
        </w:rPr>
        <w:t>-</w:t>
      </w:r>
      <w:r>
        <w:rPr>
          <w:lang w:val="uk-UA"/>
        </w:rPr>
        <w:t xml:space="preserve"> </w:t>
      </w:r>
      <w:r w:rsidRPr="00BA646E">
        <w:rPr>
          <w:lang w:val="uk-UA"/>
        </w:rPr>
        <w:t>начальник управління соціальної політики Бучанської міської ради (за посадою);</w:t>
      </w:r>
    </w:p>
    <w:p w:rsidR="00521F79" w:rsidRPr="00BA646E" w:rsidRDefault="00521F79" w:rsidP="0098509B">
      <w:pPr>
        <w:jc w:val="both"/>
        <w:rPr>
          <w:lang w:val="uk-UA"/>
        </w:rPr>
      </w:pPr>
      <w:r w:rsidRPr="00BA646E">
        <w:rPr>
          <w:lang w:val="uk-UA"/>
        </w:rPr>
        <w:t>-</w:t>
      </w:r>
      <w:r>
        <w:rPr>
          <w:lang w:val="uk-UA"/>
        </w:rPr>
        <w:t xml:space="preserve"> </w:t>
      </w:r>
      <w:r w:rsidRPr="00BA646E">
        <w:rPr>
          <w:lang w:val="uk-UA"/>
        </w:rPr>
        <w:t>завідувач сектору муніципальної безпеки (за посадою);</w:t>
      </w:r>
    </w:p>
    <w:p w:rsidR="00521F79" w:rsidRPr="00BA646E" w:rsidRDefault="00521F79" w:rsidP="0098509B">
      <w:pPr>
        <w:jc w:val="both"/>
        <w:rPr>
          <w:lang w:val="uk-UA"/>
        </w:rPr>
      </w:pPr>
      <w:r w:rsidRPr="00BA646E">
        <w:rPr>
          <w:lang w:val="uk-UA"/>
        </w:rPr>
        <w:t>-</w:t>
      </w:r>
      <w:r>
        <w:rPr>
          <w:lang w:val="uk-UA"/>
        </w:rPr>
        <w:t xml:space="preserve"> </w:t>
      </w:r>
      <w:r w:rsidRPr="00BA646E">
        <w:rPr>
          <w:lang w:val="uk-UA"/>
        </w:rPr>
        <w:t>начальник відділу молоді та спорту Бучанської міської ради (за посадою);</w:t>
      </w:r>
    </w:p>
    <w:p w:rsidR="00521F79" w:rsidRPr="00BA646E" w:rsidRDefault="00521F79" w:rsidP="0098509B">
      <w:pPr>
        <w:jc w:val="both"/>
        <w:rPr>
          <w:lang w:val="uk-UA"/>
        </w:rPr>
      </w:pPr>
      <w:r w:rsidRPr="00BA646E">
        <w:rPr>
          <w:lang w:val="uk-UA"/>
        </w:rPr>
        <w:t>-</w:t>
      </w:r>
      <w:r>
        <w:rPr>
          <w:lang w:val="uk-UA"/>
        </w:rPr>
        <w:t xml:space="preserve"> </w:t>
      </w:r>
      <w:r w:rsidRPr="00BA646E">
        <w:rPr>
          <w:lang w:val="uk-UA"/>
        </w:rPr>
        <w:t>начальник інспекції з благоустрою (за посадою);</w:t>
      </w:r>
    </w:p>
    <w:p w:rsidR="00521F79" w:rsidRPr="00BA646E" w:rsidRDefault="00521F79" w:rsidP="0098509B">
      <w:pPr>
        <w:jc w:val="both"/>
        <w:rPr>
          <w:lang w:val="uk-UA"/>
        </w:rPr>
      </w:pPr>
      <w:r w:rsidRPr="00BA646E">
        <w:rPr>
          <w:lang w:val="uk-UA"/>
        </w:rPr>
        <w:t>-</w:t>
      </w:r>
      <w:r>
        <w:rPr>
          <w:lang w:val="uk-UA"/>
        </w:rPr>
        <w:t xml:space="preserve"> </w:t>
      </w:r>
      <w:r w:rsidRPr="00BA646E">
        <w:rPr>
          <w:lang w:val="uk-UA"/>
        </w:rPr>
        <w:t>начальник КП «Бучасервіс» Бучанської міської ради (за посадою);</w:t>
      </w:r>
    </w:p>
    <w:p w:rsidR="00521F79" w:rsidRPr="00BA646E" w:rsidRDefault="00521F79" w:rsidP="0098509B">
      <w:pPr>
        <w:jc w:val="both"/>
        <w:rPr>
          <w:lang w:val="uk-UA"/>
        </w:rPr>
      </w:pPr>
      <w:r w:rsidRPr="00BA646E">
        <w:rPr>
          <w:lang w:val="uk-UA"/>
        </w:rPr>
        <w:t>-</w:t>
      </w:r>
      <w:r>
        <w:rPr>
          <w:lang w:val="uk-UA"/>
        </w:rPr>
        <w:t xml:space="preserve"> </w:t>
      </w:r>
      <w:r w:rsidRPr="00BA646E">
        <w:rPr>
          <w:lang w:val="uk-UA"/>
        </w:rPr>
        <w:t>директор КП «Бучабудзамовник» Бучанської міської ради (за посадою);</w:t>
      </w:r>
    </w:p>
    <w:p w:rsidR="00521F79" w:rsidRPr="00BA646E" w:rsidRDefault="00521F79" w:rsidP="0098509B">
      <w:pPr>
        <w:jc w:val="both"/>
        <w:rPr>
          <w:lang w:val="uk-UA"/>
        </w:rPr>
      </w:pPr>
      <w:r w:rsidRPr="00BA646E">
        <w:rPr>
          <w:lang w:val="uk-UA"/>
        </w:rPr>
        <w:t>-</w:t>
      </w:r>
      <w:r>
        <w:rPr>
          <w:lang w:val="uk-UA"/>
        </w:rPr>
        <w:t xml:space="preserve"> </w:t>
      </w:r>
      <w:r w:rsidRPr="00BA646E">
        <w:rPr>
          <w:lang w:val="uk-UA"/>
        </w:rPr>
        <w:t>Пчолкін В.В., представник ГО "ВСЕУКРАЇНСЬКЕ ОБ'ЄДНАННЯ ОСІБ З ІНВАЛІДНІСТЮ "ГРУПА АКТИВНОЇ РЕАБІЛІТАЦІЇ" (за згодою);</w:t>
      </w:r>
    </w:p>
    <w:p w:rsidR="00521F79" w:rsidRPr="00BA646E" w:rsidRDefault="00521F79" w:rsidP="0098509B">
      <w:pPr>
        <w:jc w:val="both"/>
        <w:rPr>
          <w:lang w:val="uk-UA"/>
        </w:rPr>
      </w:pPr>
      <w:r w:rsidRPr="00BA646E">
        <w:rPr>
          <w:lang w:val="uk-UA"/>
        </w:rPr>
        <w:t>-</w:t>
      </w:r>
      <w:r>
        <w:rPr>
          <w:lang w:val="uk-UA"/>
        </w:rPr>
        <w:t xml:space="preserve"> </w:t>
      </w:r>
      <w:r w:rsidRPr="00BA646E">
        <w:rPr>
          <w:lang w:val="uk-UA"/>
        </w:rPr>
        <w:t>начальник відділу архітектурно-будівельного контролю (за посадою);</w:t>
      </w:r>
    </w:p>
    <w:p w:rsidR="00521F79" w:rsidRPr="00BA646E" w:rsidRDefault="00521F79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 староста у селі Блиставиця (за посадою);</w:t>
      </w:r>
    </w:p>
    <w:p w:rsidR="00521F79" w:rsidRPr="00BA646E" w:rsidRDefault="00521F79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 староста у селах Гаврилівка та Тарасівщина (за посадою);</w:t>
      </w:r>
    </w:p>
    <w:p w:rsidR="00521F79" w:rsidRPr="00BA646E" w:rsidRDefault="00521F79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 староста у селі Луб'янка (за посадою);</w:t>
      </w:r>
    </w:p>
    <w:p w:rsidR="00521F79" w:rsidRPr="00BA646E" w:rsidRDefault="00521F79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 староста у селі Здвижівка (за посадою);</w:t>
      </w:r>
    </w:p>
    <w:p w:rsidR="00521F79" w:rsidRPr="00BA646E" w:rsidRDefault="00521F79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 староста у селищі Ворзель (за посадою);</w:t>
      </w:r>
    </w:p>
    <w:p w:rsidR="00521F79" w:rsidRPr="00BA646E" w:rsidRDefault="00521F79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 староста у селі Мироцьке (за посадою);</w:t>
      </w:r>
    </w:p>
    <w:p w:rsidR="00521F79" w:rsidRPr="00BA646E" w:rsidRDefault="00521F79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</w:t>
      </w:r>
      <w:r>
        <w:rPr>
          <w:lang w:val="uk-UA"/>
        </w:rPr>
        <w:t xml:space="preserve"> </w:t>
      </w:r>
      <w:r w:rsidRPr="00BA646E">
        <w:rPr>
          <w:lang w:val="uk-UA"/>
        </w:rPr>
        <w:t xml:space="preserve">староста у селищі Бабинці та селі Буда-Бабинецька (за посадою);                                               - </w:t>
      </w:r>
      <w:r>
        <w:rPr>
          <w:lang w:val="uk-UA"/>
        </w:rPr>
        <w:t xml:space="preserve">- - </w:t>
      </w:r>
      <w:r w:rsidRPr="00BA646E">
        <w:rPr>
          <w:lang w:val="uk-UA"/>
        </w:rPr>
        <w:t>староста у селах Синяк, Червоне, Раківка, Вороньківка (за посадою);</w:t>
      </w:r>
    </w:p>
    <w:p w:rsidR="00521F79" w:rsidRPr="00BA646E" w:rsidRDefault="00521F79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 директор КП «Бучазеленбуд» ( за посадою);</w:t>
      </w:r>
    </w:p>
    <w:p w:rsidR="00521F79" w:rsidRDefault="00521F79" w:rsidP="008B6370">
      <w:pPr>
        <w:ind w:left="60"/>
        <w:jc w:val="both"/>
        <w:rPr>
          <w:lang w:val="uk-UA"/>
        </w:rPr>
      </w:pPr>
      <w:r>
        <w:rPr>
          <w:lang w:val="uk-UA"/>
        </w:rPr>
        <w:t>- начальник відділу охорони здоров’я ( за посадою);</w:t>
      </w:r>
    </w:p>
    <w:p w:rsidR="00521F79" w:rsidRPr="00BA646E" w:rsidRDefault="00521F79" w:rsidP="008B6370">
      <w:pPr>
        <w:ind w:left="60"/>
        <w:jc w:val="both"/>
        <w:rPr>
          <w:lang w:val="uk-UA"/>
        </w:rPr>
      </w:pPr>
      <w:r>
        <w:rPr>
          <w:lang w:val="uk-UA"/>
        </w:rPr>
        <w:t>- Бердікова Т.С., голова ГО «Відгук» (за згодою);</w:t>
      </w:r>
    </w:p>
    <w:p w:rsidR="00521F79" w:rsidRPr="00BA646E" w:rsidRDefault="00521F79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 Куцевалов А.В.. директор Бучанського центру позашкільної роботи (за згодою);</w:t>
      </w:r>
    </w:p>
    <w:p w:rsidR="00521F79" w:rsidRPr="00BA646E" w:rsidRDefault="00521F79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 Весельська Т.В., громадська активістка ( за згодою);</w:t>
      </w:r>
    </w:p>
    <w:p w:rsidR="00521F79" w:rsidRPr="00BA646E" w:rsidRDefault="00521F79" w:rsidP="008B6370">
      <w:pPr>
        <w:ind w:left="60"/>
        <w:jc w:val="both"/>
        <w:rPr>
          <w:lang w:val="uk-UA"/>
        </w:rPr>
      </w:pPr>
      <w:r w:rsidRPr="00BA646E">
        <w:rPr>
          <w:lang w:val="uk-UA"/>
        </w:rPr>
        <w:t>- Остапа О.С., ГО «Футбольна демократія» ( за згодою);</w:t>
      </w:r>
    </w:p>
    <w:p w:rsidR="00521F79" w:rsidRPr="00BA646E" w:rsidRDefault="00521F79" w:rsidP="0098509B">
      <w:pPr>
        <w:jc w:val="both"/>
        <w:rPr>
          <w:lang w:val="uk-UA"/>
        </w:rPr>
      </w:pPr>
      <w:r w:rsidRPr="00BA646E">
        <w:rPr>
          <w:lang w:val="uk-UA"/>
        </w:rPr>
        <w:t>- Тулянкін Д.О., ГО « Бучанська федерація роликового спорту» ( за згодою);</w:t>
      </w:r>
    </w:p>
    <w:p w:rsidR="00521F79" w:rsidRPr="00BA646E" w:rsidRDefault="00521F79" w:rsidP="0098509B">
      <w:pPr>
        <w:jc w:val="both"/>
        <w:rPr>
          <w:lang w:val="uk-UA"/>
        </w:rPr>
      </w:pPr>
      <w:r w:rsidRPr="00BA646E">
        <w:rPr>
          <w:lang w:val="uk-UA"/>
        </w:rPr>
        <w:t>- Євгеньєва О.М., ГО «Спортивний клуб «Колесо» (за згодою).</w:t>
      </w:r>
    </w:p>
    <w:p w:rsidR="00521F79" w:rsidRPr="00BA646E" w:rsidRDefault="00521F79" w:rsidP="00984BCA">
      <w:pPr>
        <w:jc w:val="both"/>
        <w:rPr>
          <w:lang w:val="uk-UA"/>
        </w:rPr>
      </w:pPr>
      <w:r w:rsidRPr="00BA646E">
        <w:rPr>
          <w:lang w:val="uk-UA"/>
        </w:rPr>
        <w:t>3.</w:t>
      </w:r>
      <w:r>
        <w:rPr>
          <w:lang w:val="uk-UA"/>
        </w:rPr>
        <w:t xml:space="preserve"> </w:t>
      </w:r>
      <w:r w:rsidRPr="00BA646E">
        <w:rPr>
          <w:lang w:val="uk-UA"/>
        </w:rPr>
        <w:t>Організаційно-контрольному сектору повідомити членів комісії про їх участь у роботі комісій.</w:t>
      </w:r>
    </w:p>
    <w:p w:rsidR="00521F79" w:rsidRPr="00BA646E" w:rsidRDefault="00521F79" w:rsidP="00984BCA">
      <w:pPr>
        <w:spacing w:line="276" w:lineRule="auto"/>
        <w:jc w:val="both"/>
        <w:rPr>
          <w:spacing w:val="-1"/>
          <w:lang w:val="uk-UA"/>
        </w:rPr>
      </w:pPr>
      <w:r w:rsidRPr="00BA646E">
        <w:rPr>
          <w:lang w:val="uk-UA"/>
        </w:rPr>
        <w:t>4.</w:t>
      </w:r>
      <w:r>
        <w:rPr>
          <w:lang w:val="uk-UA"/>
        </w:rPr>
        <w:t xml:space="preserve"> </w:t>
      </w:r>
      <w:r w:rsidRPr="00BA646E">
        <w:rPr>
          <w:lang w:val="uk-UA"/>
        </w:rPr>
        <w:t>Контроль за виконанням даного рішення покласти на к</w:t>
      </w:r>
      <w:r w:rsidRPr="00BA646E">
        <w:rPr>
          <w:spacing w:val="-1"/>
          <w:lang w:val="uk-UA"/>
        </w:rPr>
        <w:t xml:space="preserve">еруючого справами Гапченка Д.О.   </w:t>
      </w:r>
    </w:p>
    <w:p w:rsidR="00521F79" w:rsidRPr="00BA646E" w:rsidRDefault="00521F79" w:rsidP="00731B2F">
      <w:pPr>
        <w:spacing w:line="360" w:lineRule="auto"/>
        <w:ind w:left="420"/>
        <w:jc w:val="both"/>
        <w:rPr>
          <w:spacing w:val="-1"/>
          <w:lang w:val="uk-UA"/>
        </w:rPr>
      </w:pPr>
    </w:p>
    <w:p w:rsidR="00521F79" w:rsidRPr="00BA646E" w:rsidRDefault="00521F79" w:rsidP="00731B2F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521F79" w:rsidRPr="00BA646E" w:rsidRDefault="00521F79" w:rsidP="00731B2F">
      <w:pPr>
        <w:shd w:val="clear" w:color="auto" w:fill="FFFFFF"/>
        <w:tabs>
          <w:tab w:val="left" w:pos="8460"/>
        </w:tabs>
        <w:rPr>
          <w:b/>
          <w:lang w:val="uk-UA"/>
        </w:rPr>
      </w:pPr>
      <w:r w:rsidRPr="00BA646E">
        <w:rPr>
          <w:b/>
          <w:bCs/>
          <w:spacing w:val="-4"/>
          <w:lang w:val="uk-UA"/>
        </w:rPr>
        <w:t>Міський голова</w:t>
      </w:r>
      <w:r>
        <w:rPr>
          <w:b/>
          <w:bCs/>
          <w:spacing w:val="-4"/>
          <w:lang w:val="uk-UA"/>
        </w:rPr>
        <w:t xml:space="preserve">                                                                                               </w:t>
      </w:r>
      <w:r w:rsidRPr="00BA646E">
        <w:rPr>
          <w:b/>
          <w:lang w:val="uk-UA"/>
        </w:rPr>
        <w:t>А.П. Федорук</w:t>
      </w:r>
    </w:p>
    <w:p w:rsidR="00521F79" w:rsidRPr="00BA646E" w:rsidRDefault="00521F79" w:rsidP="00731B2F">
      <w:pPr>
        <w:rPr>
          <w:lang w:val="uk-UA"/>
        </w:rPr>
      </w:pPr>
    </w:p>
    <w:p w:rsidR="00521F79" w:rsidRPr="00BA646E" w:rsidRDefault="00521F79" w:rsidP="00731B2F">
      <w:pPr>
        <w:ind w:left="426" w:hanging="426"/>
        <w:rPr>
          <w:b/>
          <w:lang w:val="uk-UA"/>
        </w:rPr>
      </w:pPr>
      <w:r w:rsidRPr="00BA646E">
        <w:rPr>
          <w:b/>
          <w:lang w:val="uk-UA"/>
        </w:rPr>
        <w:t>Заступник міського голови</w:t>
      </w:r>
      <w:r w:rsidRPr="00BA646E">
        <w:rPr>
          <w:b/>
          <w:lang w:val="uk-UA"/>
        </w:rPr>
        <w:tab/>
      </w:r>
      <w:r w:rsidRPr="00BA646E">
        <w:rPr>
          <w:b/>
          <w:lang w:val="uk-UA"/>
        </w:rPr>
        <w:tab/>
      </w:r>
      <w:r w:rsidRPr="00BA646E">
        <w:rPr>
          <w:b/>
          <w:lang w:val="uk-UA"/>
        </w:rPr>
        <w:tab/>
      </w:r>
      <w:r w:rsidRPr="00BA646E">
        <w:rPr>
          <w:b/>
          <w:lang w:val="uk-UA"/>
        </w:rPr>
        <w:tab/>
      </w:r>
      <w:r w:rsidRPr="00BA646E">
        <w:rPr>
          <w:b/>
          <w:lang w:val="uk-UA"/>
        </w:rPr>
        <w:tab/>
      </w:r>
      <w:r w:rsidRPr="00BA646E">
        <w:rPr>
          <w:b/>
          <w:lang w:val="uk-UA"/>
        </w:rPr>
        <w:tab/>
        <w:t>С.А. Шепетько</w:t>
      </w:r>
      <w:r w:rsidRPr="00BA646E">
        <w:rPr>
          <w:b/>
          <w:lang w:val="uk-UA"/>
        </w:rPr>
        <w:tab/>
      </w:r>
    </w:p>
    <w:p w:rsidR="00521F79" w:rsidRPr="00BA646E" w:rsidRDefault="00521F79" w:rsidP="00731B2F">
      <w:pPr>
        <w:tabs>
          <w:tab w:val="left" w:pos="6480"/>
          <w:tab w:val="left" w:pos="6840"/>
        </w:tabs>
        <w:rPr>
          <w:b/>
          <w:lang w:val="uk-UA"/>
        </w:rPr>
      </w:pPr>
    </w:p>
    <w:p w:rsidR="00521F79" w:rsidRPr="00BA646E" w:rsidRDefault="00521F79" w:rsidP="00731B2F">
      <w:pPr>
        <w:tabs>
          <w:tab w:val="left" w:pos="6480"/>
          <w:tab w:val="left" w:pos="6840"/>
        </w:tabs>
        <w:rPr>
          <w:b/>
          <w:lang w:val="uk-UA"/>
        </w:rPr>
      </w:pPr>
      <w:r w:rsidRPr="00BA646E">
        <w:rPr>
          <w:b/>
          <w:lang w:val="uk-UA"/>
        </w:rPr>
        <w:t>Керуючий справами</w:t>
      </w:r>
      <w:r w:rsidRPr="00BA646E">
        <w:rPr>
          <w:b/>
          <w:lang w:val="uk-UA"/>
        </w:rPr>
        <w:tab/>
      </w:r>
      <w:r w:rsidRPr="00BA646E">
        <w:rPr>
          <w:b/>
          <w:lang w:val="uk-UA"/>
        </w:rPr>
        <w:tab/>
      </w:r>
      <w:r w:rsidRPr="00BA646E">
        <w:rPr>
          <w:b/>
          <w:lang w:val="uk-UA"/>
        </w:rPr>
        <w:tab/>
        <w:t>Д.О. Гапченко</w:t>
      </w:r>
    </w:p>
    <w:p w:rsidR="00521F79" w:rsidRPr="00BA646E" w:rsidRDefault="00521F79" w:rsidP="00731B2F">
      <w:pPr>
        <w:tabs>
          <w:tab w:val="left" w:pos="6480"/>
          <w:tab w:val="left" w:pos="6840"/>
        </w:tabs>
        <w:rPr>
          <w:b/>
          <w:lang w:val="uk-UA"/>
        </w:rPr>
      </w:pPr>
      <w:r w:rsidRPr="00BA646E">
        <w:rPr>
          <w:b/>
          <w:lang w:val="uk-UA"/>
        </w:rPr>
        <w:t>Начальник управління</w:t>
      </w:r>
    </w:p>
    <w:p w:rsidR="00521F79" w:rsidRPr="00BA646E" w:rsidRDefault="00521F79" w:rsidP="00731B2F">
      <w:pPr>
        <w:tabs>
          <w:tab w:val="left" w:pos="6480"/>
          <w:tab w:val="left" w:pos="6840"/>
        </w:tabs>
        <w:rPr>
          <w:b/>
          <w:lang w:val="uk-UA"/>
        </w:rPr>
      </w:pPr>
      <w:r w:rsidRPr="00BA646E">
        <w:rPr>
          <w:b/>
          <w:lang w:val="uk-UA"/>
        </w:rPr>
        <w:t xml:space="preserve">юридично-кадрової роботи    </w:t>
      </w:r>
      <w:r w:rsidRPr="00BA646E">
        <w:rPr>
          <w:b/>
          <w:lang w:val="uk-UA"/>
        </w:rPr>
        <w:tab/>
      </w:r>
      <w:r w:rsidRPr="00BA646E">
        <w:rPr>
          <w:b/>
          <w:lang w:val="uk-UA"/>
        </w:rPr>
        <w:tab/>
      </w:r>
      <w:r>
        <w:rPr>
          <w:b/>
          <w:lang w:val="uk-UA"/>
        </w:rPr>
        <w:t xml:space="preserve">   </w:t>
      </w:r>
      <w:r w:rsidRPr="00BA646E">
        <w:rPr>
          <w:b/>
          <w:lang w:val="uk-UA"/>
        </w:rPr>
        <w:t>Л.В. Риженко</w:t>
      </w:r>
    </w:p>
    <w:p w:rsidR="00521F79" w:rsidRPr="00BA646E" w:rsidRDefault="00521F79" w:rsidP="00731B2F">
      <w:pPr>
        <w:rPr>
          <w:b/>
          <w:lang w:val="uk-UA"/>
        </w:rPr>
      </w:pPr>
      <w:r w:rsidRPr="00BA646E">
        <w:rPr>
          <w:b/>
          <w:lang w:val="uk-UA"/>
        </w:rPr>
        <w:t>Погоджено:</w:t>
      </w:r>
    </w:p>
    <w:p w:rsidR="00521F79" w:rsidRPr="00BA646E" w:rsidRDefault="00521F79" w:rsidP="00731B2F">
      <w:pPr>
        <w:rPr>
          <w:b/>
          <w:lang w:val="uk-UA"/>
        </w:rPr>
      </w:pPr>
      <w:r w:rsidRPr="00BA646E">
        <w:rPr>
          <w:b/>
          <w:lang w:val="uk-UA"/>
        </w:rPr>
        <w:t>В.о. начальника юридичного відділу</w:t>
      </w:r>
      <w:r w:rsidRPr="00BA646E">
        <w:rPr>
          <w:b/>
          <w:lang w:val="uk-UA"/>
        </w:rPr>
        <w:tab/>
      </w:r>
      <w:r w:rsidRPr="00BA646E">
        <w:rPr>
          <w:b/>
          <w:lang w:val="uk-UA"/>
        </w:rPr>
        <w:tab/>
      </w:r>
      <w:r w:rsidRPr="00BA646E">
        <w:rPr>
          <w:b/>
          <w:lang w:val="uk-UA"/>
        </w:rPr>
        <w:tab/>
      </w:r>
      <w:r w:rsidRPr="00BA646E">
        <w:rPr>
          <w:b/>
          <w:lang w:val="uk-UA"/>
        </w:rPr>
        <w:tab/>
      </w:r>
      <w:r>
        <w:rPr>
          <w:b/>
          <w:lang w:val="uk-UA"/>
        </w:rPr>
        <w:tab/>
        <w:t>М.О.Резнік</w:t>
      </w:r>
    </w:p>
    <w:sectPr w:rsidR="00521F79" w:rsidRPr="00BA646E" w:rsidSect="00D757C3">
      <w:pgSz w:w="12240" w:h="15840"/>
      <w:pgMar w:top="568" w:right="850" w:bottom="1140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C1798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CD30A9"/>
    <w:multiLevelType w:val="hybridMultilevel"/>
    <w:tmpl w:val="ED20767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2A3F02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B84285C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5">
    <w:nsid w:val="2E966B2F"/>
    <w:multiLevelType w:val="multilevel"/>
    <w:tmpl w:val="F7181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7">
    <w:nsid w:val="37283227"/>
    <w:multiLevelType w:val="hybridMultilevel"/>
    <w:tmpl w:val="5ED22842"/>
    <w:lvl w:ilvl="0" w:tplc="55D2EC6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b w:val="0"/>
      </w:rPr>
    </w:lvl>
    <w:lvl w:ilvl="1" w:tplc="B8645B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775413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58E2307"/>
    <w:multiLevelType w:val="multilevel"/>
    <w:tmpl w:val="7BE45C1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251EF5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2">
    <w:nsid w:val="575D43A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86C6AAA"/>
    <w:multiLevelType w:val="hybridMultilevel"/>
    <w:tmpl w:val="220C79CE"/>
    <w:lvl w:ilvl="0" w:tplc="7DD276B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592E044F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BD13C64"/>
    <w:multiLevelType w:val="hybridMultilevel"/>
    <w:tmpl w:val="D4E2987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BF87B28"/>
    <w:multiLevelType w:val="multilevel"/>
    <w:tmpl w:val="D45A08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7">
    <w:nsid w:val="5BFA509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19978D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4FB4AFB"/>
    <w:multiLevelType w:val="hybridMultilevel"/>
    <w:tmpl w:val="70B2F05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7A8B7CE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2"/>
  </w:num>
  <w:num w:numId="7">
    <w:abstractNumId w:val="7"/>
  </w:num>
  <w:num w:numId="8">
    <w:abstractNumId w:val="1"/>
  </w:num>
  <w:num w:numId="9">
    <w:abstractNumId w:val="14"/>
  </w:num>
  <w:num w:numId="10">
    <w:abstractNumId w:val="15"/>
  </w:num>
  <w:num w:numId="11">
    <w:abstractNumId w:val="17"/>
  </w:num>
  <w:num w:numId="12">
    <w:abstractNumId w:val="11"/>
  </w:num>
  <w:num w:numId="13">
    <w:abstractNumId w:val="13"/>
  </w:num>
  <w:num w:numId="14">
    <w:abstractNumId w:val="20"/>
  </w:num>
  <w:num w:numId="15">
    <w:abstractNumId w:val="4"/>
  </w:num>
  <w:num w:numId="16">
    <w:abstractNumId w:val="3"/>
  </w:num>
  <w:num w:numId="17">
    <w:abstractNumId w:val="0"/>
  </w:num>
  <w:num w:numId="18">
    <w:abstractNumId w:val="8"/>
  </w:num>
  <w:num w:numId="19">
    <w:abstractNumId w:val="5"/>
  </w:num>
  <w:num w:numId="20">
    <w:abstractNumId w:val="19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60BC"/>
    <w:rsid w:val="00063CB3"/>
    <w:rsid w:val="000A0FF1"/>
    <w:rsid w:val="000B7540"/>
    <w:rsid w:val="0010038B"/>
    <w:rsid w:val="00174668"/>
    <w:rsid w:val="00177A18"/>
    <w:rsid w:val="001A70FB"/>
    <w:rsid w:val="001B2452"/>
    <w:rsid w:val="001C18DE"/>
    <w:rsid w:val="001E5CCB"/>
    <w:rsid w:val="002C66BF"/>
    <w:rsid w:val="00317563"/>
    <w:rsid w:val="00351AF7"/>
    <w:rsid w:val="003600C4"/>
    <w:rsid w:val="00427DAB"/>
    <w:rsid w:val="00442DC2"/>
    <w:rsid w:val="004478CA"/>
    <w:rsid w:val="004716F1"/>
    <w:rsid w:val="00492699"/>
    <w:rsid w:val="004A48BB"/>
    <w:rsid w:val="004D18F1"/>
    <w:rsid w:val="004D41E3"/>
    <w:rsid w:val="004E7832"/>
    <w:rsid w:val="004F0BE1"/>
    <w:rsid w:val="00521F79"/>
    <w:rsid w:val="00523C12"/>
    <w:rsid w:val="00567571"/>
    <w:rsid w:val="005758AB"/>
    <w:rsid w:val="005E36F4"/>
    <w:rsid w:val="0066190A"/>
    <w:rsid w:val="006A6BF5"/>
    <w:rsid w:val="006C470F"/>
    <w:rsid w:val="00731B2F"/>
    <w:rsid w:val="007801C9"/>
    <w:rsid w:val="00782696"/>
    <w:rsid w:val="0079690E"/>
    <w:rsid w:val="007B068E"/>
    <w:rsid w:val="00820A85"/>
    <w:rsid w:val="00821C35"/>
    <w:rsid w:val="00863582"/>
    <w:rsid w:val="008A4BFF"/>
    <w:rsid w:val="008B6370"/>
    <w:rsid w:val="008F06EA"/>
    <w:rsid w:val="00922569"/>
    <w:rsid w:val="00934E67"/>
    <w:rsid w:val="009559DE"/>
    <w:rsid w:val="00976390"/>
    <w:rsid w:val="00984BCA"/>
    <w:rsid w:val="0098509B"/>
    <w:rsid w:val="00992F36"/>
    <w:rsid w:val="009E1B45"/>
    <w:rsid w:val="00A00A8B"/>
    <w:rsid w:val="00A9157A"/>
    <w:rsid w:val="00B47EE3"/>
    <w:rsid w:val="00B6309F"/>
    <w:rsid w:val="00BA646E"/>
    <w:rsid w:val="00BB26F8"/>
    <w:rsid w:val="00BB4211"/>
    <w:rsid w:val="00C61A9E"/>
    <w:rsid w:val="00C677BA"/>
    <w:rsid w:val="00CE21B6"/>
    <w:rsid w:val="00D01A12"/>
    <w:rsid w:val="00D54D1A"/>
    <w:rsid w:val="00D560BC"/>
    <w:rsid w:val="00D735AE"/>
    <w:rsid w:val="00D757C3"/>
    <w:rsid w:val="00DB6870"/>
    <w:rsid w:val="00DE24D4"/>
    <w:rsid w:val="00E45A2C"/>
    <w:rsid w:val="00F42DAC"/>
    <w:rsid w:val="00FC6DA5"/>
    <w:rsid w:val="00FF5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0B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754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7540"/>
    <w:rPr>
      <w:rFonts w:ascii="Cambria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E21B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E21B6"/>
    <w:rPr>
      <w:rFonts w:ascii="Arial" w:hAnsi="Arial" w:cs="Arial"/>
      <w:b/>
      <w:bCs/>
      <w:sz w:val="26"/>
      <w:szCs w:val="26"/>
      <w:lang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560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60BC"/>
    <w:rPr>
      <w:rFonts w:ascii="Tahoma" w:hAnsi="Tahoma" w:cs="Tahoma"/>
      <w:sz w:val="16"/>
      <w:szCs w:val="16"/>
      <w:lang w:val="ru-RU" w:eastAsia="ru-RU"/>
    </w:rPr>
  </w:style>
  <w:style w:type="paragraph" w:customStyle="1" w:styleId="1">
    <w:name w:val="Абзац списка1"/>
    <w:basedOn w:val="Normal"/>
    <w:uiPriority w:val="99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Normal"/>
    <w:uiPriority w:val="99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ListParagraphChar">
    <w:name w:val="List Paragraph Char"/>
    <w:link w:val="ListParagraph"/>
    <w:uiPriority w:val="99"/>
    <w:locked/>
    <w:rsid w:val="00D560BC"/>
    <w:rPr>
      <w:rFonts w:ascii="Calibri" w:hAnsi="Calibri"/>
      <w:lang w:val="ru-RU" w:eastAsia="ru-RU"/>
    </w:rPr>
  </w:style>
  <w:style w:type="paragraph" w:customStyle="1" w:styleId="a">
    <w:name w:val="Знак"/>
    <w:basedOn w:val="Normal"/>
    <w:uiPriority w:val="99"/>
    <w:rsid w:val="00CE21B6"/>
    <w:rPr>
      <w:rFonts w:ascii="Verdana" w:hAnsi="Verdan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E21B6"/>
    <w:pPr>
      <w:ind w:left="5812" w:hanging="5760"/>
    </w:pPr>
    <w:rPr>
      <w:szCs w:val="20"/>
      <w:lang w:val="uk-UA"/>
    </w:rPr>
  </w:style>
  <w:style w:type="paragraph" w:customStyle="1" w:styleId="2">
    <w:name w:val="Абзац списка2"/>
    <w:basedOn w:val="Normal"/>
    <w:uiPriority w:val="99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">
    <w:name w:val="Абзац списка3"/>
    <w:basedOn w:val="Normal"/>
    <w:uiPriority w:val="99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4">
    <w:name w:val="Абзац списка4"/>
    <w:basedOn w:val="Normal"/>
    <w:uiPriority w:val="99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NoSpacing">
    <w:name w:val="No Spacing"/>
    <w:uiPriority w:val="99"/>
    <w:qFormat/>
    <w:rsid w:val="00C61A9E"/>
    <w:rPr>
      <w:rFonts w:cs="Calibri"/>
      <w:lang w:val="uk-UA" w:eastAsia="en-US"/>
    </w:rPr>
  </w:style>
  <w:style w:type="paragraph" w:customStyle="1" w:styleId="5">
    <w:name w:val="Абзац списка5"/>
    <w:basedOn w:val="Normal"/>
    <w:uiPriority w:val="99"/>
    <w:rsid w:val="00992F3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6">
    <w:name w:val="Абзац списка6"/>
    <w:basedOn w:val="Normal"/>
    <w:uiPriority w:val="99"/>
    <w:rsid w:val="0066190A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20">
    <w:name w:val="Основной текст (2)_"/>
    <w:link w:val="22"/>
    <w:uiPriority w:val="99"/>
    <w:locked/>
    <w:rsid w:val="00C677BA"/>
    <w:rPr>
      <w:sz w:val="28"/>
      <w:shd w:val="clear" w:color="auto" w:fill="FFFFFF"/>
    </w:rPr>
  </w:style>
  <w:style w:type="paragraph" w:customStyle="1" w:styleId="22">
    <w:name w:val="Основной текст (2)"/>
    <w:basedOn w:val="Normal"/>
    <w:link w:val="20"/>
    <w:uiPriority w:val="99"/>
    <w:rsid w:val="00C677BA"/>
    <w:pPr>
      <w:widowControl w:val="0"/>
      <w:shd w:val="clear" w:color="auto" w:fill="FFFFFF"/>
      <w:spacing w:before="240" w:after="120" w:line="240" w:lineRule="atLeast"/>
      <w:ind w:hanging="44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125</TotalTime>
  <Pages>2</Pages>
  <Words>707</Words>
  <Characters>4030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Z-viddil-2</dc:creator>
  <cp:keywords/>
  <dc:description/>
  <cp:lastModifiedBy>www.PHILka.RU</cp:lastModifiedBy>
  <cp:revision>57</cp:revision>
  <cp:lastPrinted>2021-07-23T08:17:00Z</cp:lastPrinted>
  <dcterms:created xsi:type="dcterms:W3CDTF">2019-11-26T06:22:00Z</dcterms:created>
  <dcterms:modified xsi:type="dcterms:W3CDTF">2021-07-28T06:15:00Z</dcterms:modified>
</cp:coreProperties>
</file>