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646" w:rsidRDefault="00634646" w:rsidP="00CC5854">
      <w:pPr>
        <w:tabs>
          <w:tab w:val="left" w:pos="0"/>
        </w:tabs>
        <w:jc w:val="right"/>
        <w:rPr>
          <w:sz w:val="28"/>
          <w:szCs w:val="28"/>
          <w:lang w:val="uk-UA"/>
        </w:rPr>
      </w:pPr>
    </w:p>
    <w:p w:rsidR="00634646" w:rsidRPr="003479D4" w:rsidRDefault="00634646" w:rsidP="00990004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aint.Picture" ShapeID="_x0000_i1025" DrawAspect="Content" ObjectID="_1782722022" r:id="rId6"/>
        </w:object>
      </w:r>
    </w:p>
    <w:p w:rsidR="00634646" w:rsidRPr="003479D4" w:rsidRDefault="00634646" w:rsidP="00990004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Ind w:w="-106" w:type="dxa"/>
        <w:tblBorders>
          <w:top w:val="thinThickMediumGap" w:sz="12" w:space="0" w:color="auto"/>
        </w:tblBorders>
        <w:tblLook w:val="00A0"/>
      </w:tblPr>
      <w:tblGrid>
        <w:gridCol w:w="9628"/>
      </w:tblGrid>
      <w:tr w:rsidR="00634646" w:rsidRPr="003479D4">
        <w:tc>
          <w:tcPr>
            <w:tcW w:w="9628" w:type="dxa"/>
            <w:tcBorders>
              <w:top w:val="thinThickMediumGap" w:sz="12" w:space="0" w:color="auto"/>
            </w:tcBorders>
          </w:tcPr>
          <w:p w:rsidR="00634646" w:rsidRPr="00830B98" w:rsidRDefault="00634646" w:rsidP="007D542E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sz w:val="28"/>
                <w:szCs w:val="28"/>
                <w:lang w:val="uk-UA"/>
              </w:rPr>
            </w:pPr>
            <w:r w:rsidRPr="00830B98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634646" w:rsidRPr="00830B98" w:rsidRDefault="00634646" w:rsidP="007D542E">
            <w:pPr>
              <w:rPr>
                <w:lang w:val="uk-UA"/>
              </w:rPr>
            </w:pPr>
          </w:p>
        </w:tc>
      </w:tr>
    </w:tbl>
    <w:p w:rsidR="00634646" w:rsidRPr="00EE78E4" w:rsidRDefault="00634646" w:rsidP="00990004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>
        <w:rPr>
          <w:b/>
          <w:bCs/>
          <w:spacing w:val="80"/>
          <w:sz w:val="28"/>
          <w:szCs w:val="28"/>
          <w:lang w:val="uk-UA"/>
        </w:rPr>
        <w:t>(</w:t>
      </w:r>
      <w:r>
        <w:rPr>
          <w:b/>
          <w:bCs/>
          <w:spacing w:val="80"/>
          <w:lang w:val="uk-UA"/>
        </w:rPr>
        <w:t>ПОЗАЧЕРГОВЕ ЗАСІДАННЯ)</w:t>
      </w:r>
    </w:p>
    <w:p w:rsidR="00634646" w:rsidRDefault="00634646" w:rsidP="00990004">
      <w:pPr>
        <w:jc w:val="center"/>
        <w:rPr>
          <w:lang w:val="uk-UA"/>
        </w:rPr>
      </w:pPr>
      <w:r w:rsidRPr="003479D4">
        <w:rPr>
          <w:b/>
          <w:bCs/>
          <w:spacing w:val="80"/>
          <w:sz w:val="28"/>
          <w:szCs w:val="28"/>
          <w:lang w:val="uk-UA"/>
        </w:rPr>
        <w:t>РІШЕННЯ</w:t>
      </w:r>
    </w:p>
    <w:p w:rsidR="00634646" w:rsidRDefault="00634646" w:rsidP="00990004">
      <w:pPr>
        <w:rPr>
          <w:lang w:val="uk-UA"/>
        </w:rPr>
      </w:pPr>
    </w:p>
    <w:p w:rsidR="00634646" w:rsidRDefault="00634646" w:rsidP="00990004">
      <w:pPr>
        <w:rPr>
          <w:lang w:val="uk-UA"/>
        </w:rPr>
      </w:pPr>
    </w:p>
    <w:p w:rsidR="00634646" w:rsidRPr="002D2314" w:rsidRDefault="00634646" w:rsidP="00990004">
      <w:pPr>
        <w:rPr>
          <w:lang w:val="uk-UA"/>
        </w:rPr>
      </w:pPr>
    </w:p>
    <w:p w:rsidR="00634646" w:rsidRPr="00141872" w:rsidRDefault="00634646" w:rsidP="00990004">
      <w:pPr>
        <w:rPr>
          <w:b/>
          <w:bCs/>
          <w:lang w:val="en-US"/>
        </w:rPr>
      </w:pPr>
      <w:r>
        <w:rPr>
          <w:b/>
          <w:bCs/>
          <w:lang w:val="uk-UA"/>
        </w:rPr>
        <w:t>05.07.2024</w:t>
      </w:r>
      <w:r w:rsidRPr="009E7008">
        <w:rPr>
          <w:b/>
          <w:bCs/>
          <w:lang w:val="uk-UA"/>
        </w:rPr>
        <w:t xml:space="preserve">                                                                                                           </w:t>
      </w:r>
      <w:r>
        <w:rPr>
          <w:b/>
          <w:bCs/>
          <w:lang w:val="en-US"/>
        </w:rPr>
        <w:t xml:space="preserve"> </w:t>
      </w:r>
      <w:r>
        <w:rPr>
          <w:b/>
          <w:bCs/>
          <w:lang w:val="uk-UA"/>
        </w:rPr>
        <w:t xml:space="preserve">            </w:t>
      </w:r>
      <w:r w:rsidRPr="009E7008">
        <w:rPr>
          <w:b/>
          <w:bCs/>
          <w:lang w:val="uk-UA"/>
        </w:rPr>
        <w:t xml:space="preserve">№ </w:t>
      </w:r>
      <w:r>
        <w:rPr>
          <w:b/>
          <w:bCs/>
          <w:lang w:val="en-US"/>
        </w:rPr>
        <w:t>4165</w:t>
      </w:r>
    </w:p>
    <w:p w:rsidR="00634646" w:rsidRDefault="00634646" w:rsidP="0063778A">
      <w:pPr>
        <w:rPr>
          <w:lang w:val="uk-UA"/>
        </w:rPr>
      </w:pPr>
    </w:p>
    <w:p w:rsidR="00634646" w:rsidRDefault="00634646" w:rsidP="0063778A">
      <w:pPr>
        <w:rPr>
          <w:lang w:val="uk-UA"/>
        </w:rPr>
      </w:pPr>
    </w:p>
    <w:p w:rsidR="00634646" w:rsidRDefault="00634646" w:rsidP="0063778A">
      <w:pPr>
        <w:rPr>
          <w:b/>
          <w:bCs/>
          <w:lang w:val="uk-UA"/>
        </w:rPr>
      </w:pPr>
      <w:r>
        <w:rPr>
          <w:b/>
          <w:bCs/>
          <w:lang w:val="uk-UA"/>
        </w:rPr>
        <w:t>Про виплату компенсації</w:t>
      </w:r>
    </w:p>
    <w:p w:rsidR="00634646" w:rsidRPr="00990004" w:rsidRDefault="00634646" w:rsidP="0063778A">
      <w:pPr>
        <w:rPr>
          <w:b/>
          <w:bCs/>
          <w:lang w:val="uk-UA"/>
        </w:rPr>
      </w:pPr>
      <w:r w:rsidRPr="00990004">
        <w:rPr>
          <w:b/>
          <w:bCs/>
          <w:lang w:val="uk-UA"/>
        </w:rPr>
        <w:t>батькам на перевезення дітей</w:t>
      </w:r>
    </w:p>
    <w:p w:rsidR="00634646" w:rsidRPr="00990004" w:rsidRDefault="00634646" w:rsidP="0063778A">
      <w:pPr>
        <w:rPr>
          <w:b/>
          <w:bCs/>
          <w:lang w:val="uk-UA"/>
        </w:rPr>
      </w:pPr>
    </w:p>
    <w:p w:rsidR="00634646" w:rsidRPr="00990004" w:rsidRDefault="00634646" w:rsidP="0063778A">
      <w:pPr>
        <w:jc w:val="both"/>
        <w:rPr>
          <w:b/>
          <w:bCs/>
          <w:lang w:val="uk-UA"/>
        </w:rPr>
      </w:pPr>
      <w:r w:rsidRPr="00990004">
        <w:rPr>
          <w:spacing w:val="-1"/>
          <w:lang w:val="uk-UA"/>
        </w:rPr>
        <w:t xml:space="preserve">      Розглянувши пропозицію начальника Управління соціальної політики Бучанської міської ради, Ірини Пасічної</w:t>
      </w:r>
      <w:r w:rsidRPr="00990004">
        <w:rPr>
          <w:lang w:val="uk-UA"/>
        </w:rPr>
        <w:t>, щодо компенсації витрат по перевезенню дітей на оздоровлення та відпочинок, туристично-екскурсійні та культурно-освітні подорожі, відповідно до Комплексної  програми підтримки сім’ї та забезпечення прав дітей «Назустріч дітям» на 2022-2024 роки, керуючись Законом України «Про місцеве самоврядування в Україні», виконавчий комітет Бучанської міської ради</w:t>
      </w:r>
    </w:p>
    <w:p w:rsidR="00634646" w:rsidRPr="00990004" w:rsidRDefault="00634646" w:rsidP="0063778A">
      <w:pPr>
        <w:jc w:val="both"/>
        <w:rPr>
          <w:b/>
          <w:bCs/>
          <w:lang w:val="uk-UA"/>
        </w:rPr>
      </w:pPr>
    </w:p>
    <w:p w:rsidR="00634646" w:rsidRPr="00990004" w:rsidRDefault="00634646" w:rsidP="0063778A">
      <w:pPr>
        <w:tabs>
          <w:tab w:val="left" w:pos="1695"/>
        </w:tabs>
        <w:jc w:val="both"/>
        <w:outlineLvl w:val="0"/>
        <w:rPr>
          <w:lang w:val="uk-UA"/>
        </w:rPr>
      </w:pPr>
      <w:r w:rsidRPr="00990004">
        <w:rPr>
          <w:lang w:val="uk-UA"/>
        </w:rPr>
        <w:t xml:space="preserve">ВИРІШИВ: </w:t>
      </w:r>
    </w:p>
    <w:p w:rsidR="00634646" w:rsidRPr="00990004" w:rsidRDefault="00634646" w:rsidP="0063778A">
      <w:pPr>
        <w:tabs>
          <w:tab w:val="left" w:pos="1695"/>
        </w:tabs>
        <w:jc w:val="both"/>
        <w:outlineLvl w:val="0"/>
        <w:rPr>
          <w:b/>
          <w:bCs/>
          <w:lang w:val="uk-UA"/>
        </w:rPr>
      </w:pPr>
      <w:r w:rsidRPr="00990004">
        <w:rPr>
          <w:lang w:val="uk-UA"/>
        </w:rPr>
        <w:tab/>
      </w:r>
    </w:p>
    <w:p w:rsidR="00634646" w:rsidRPr="00990004" w:rsidRDefault="00634646" w:rsidP="0063778A">
      <w:pPr>
        <w:jc w:val="both"/>
        <w:rPr>
          <w:lang w:val="uk-UA"/>
        </w:rPr>
      </w:pPr>
      <w:r w:rsidRPr="00990004">
        <w:rPr>
          <w:lang w:val="uk-UA"/>
        </w:rPr>
        <w:t>1. Компенсувати батькам витрати на перевезення дітей на оздоровлення та відпочинок, туристично-екскурсійні та культурно-освітні подор</w:t>
      </w:r>
      <w:r>
        <w:rPr>
          <w:lang w:val="uk-UA"/>
        </w:rPr>
        <w:t>ожі кожному, згідно додатку 1</w:t>
      </w:r>
      <w:r w:rsidRPr="00990004">
        <w:rPr>
          <w:lang w:val="uk-UA"/>
        </w:rPr>
        <w:t xml:space="preserve">. </w:t>
      </w:r>
    </w:p>
    <w:p w:rsidR="00634646" w:rsidRPr="00990004" w:rsidRDefault="00634646" w:rsidP="0063778A">
      <w:pPr>
        <w:jc w:val="both"/>
        <w:rPr>
          <w:lang w:val="uk-UA"/>
        </w:rPr>
      </w:pPr>
      <w:r w:rsidRPr="00990004">
        <w:rPr>
          <w:lang w:val="uk-UA"/>
        </w:rPr>
        <w:t>2. Видатки провести по головному розпоряднику Управління соціальної політики Бучанської міської ради по КПКВК 0813140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катастрофи» КЕКВ 2730 «Інші виплати населенню».</w:t>
      </w:r>
    </w:p>
    <w:p w:rsidR="00634646" w:rsidRPr="00990004" w:rsidRDefault="00634646" w:rsidP="0063778A">
      <w:pPr>
        <w:tabs>
          <w:tab w:val="left" w:pos="360"/>
          <w:tab w:val="left" w:pos="540"/>
        </w:tabs>
        <w:jc w:val="both"/>
        <w:rPr>
          <w:lang w:val="uk-UA"/>
        </w:rPr>
      </w:pPr>
      <w:r w:rsidRPr="00990004">
        <w:rPr>
          <w:lang w:val="uk-UA"/>
        </w:rPr>
        <w:t>3. Контроль за виконаннями даного рішення покласти на заступника міського голови, Аліну Саранюк.</w:t>
      </w:r>
    </w:p>
    <w:p w:rsidR="00634646" w:rsidRPr="00990004" w:rsidRDefault="00634646" w:rsidP="0063778A">
      <w:pPr>
        <w:jc w:val="both"/>
        <w:rPr>
          <w:lang w:val="uk-UA"/>
        </w:rPr>
      </w:pPr>
    </w:p>
    <w:p w:rsidR="00634646" w:rsidRPr="00990004" w:rsidRDefault="00634646" w:rsidP="0063778A">
      <w:pPr>
        <w:jc w:val="both"/>
        <w:rPr>
          <w:lang w:val="uk-UA"/>
        </w:rPr>
      </w:pPr>
    </w:p>
    <w:p w:rsidR="00634646" w:rsidRDefault="00634646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634646" w:rsidRDefault="00634646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634646" w:rsidRDefault="00634646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634646" w:rsidRDefault="00634646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r>
        <w:t xml:space="preserve">  </w:t>
      </w:r>
      <w:r>
        <w:rPr>
          <w:lang w:val="uk-UA"/>
        </w:rPr>
        <w:t xml:space="preserve">     </w:t>
      </w:r>
      <w:r>
        <w:rPr>
          <w:b/>
          <w:bCs/>
          <w:lang w:val="uk-UA"/>
        </w:rPr>
        <w:t>Анатолій ФЕДОРУК</w:t>
      </w:r>
    </w:p>
    <w:p w:rsidR="00634646" w:rsidRDefault="00634646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lang w:val="uk-UA"/>
        </w:rPr>
      </w:pPr>
    </w:p>
    <w:p w:rsidR="00634646" w:rsidRDefault="00634646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634646" w:rsidRDefault="00634646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634646" w:rsidRDefault="00634646" w:rsidP="0063778A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lang w:val="uk-UA"/>
        </w:rPr>
        <w:t xml:space="preserve">                            </w:t>
      </w:r>
    </w:p>
    <w:p w:rsidR="00634646" w:rsidRDefault="00634646" w:rsidP="0063778A">
      <w:pPr>
        <w:jc w:val="both"/>
        <w:rPr>
          <w:lang w:val="uk-UA"/>
        </w:rPr>
      </w:pPr>
    </w:p>
    <w:p w:rsidR="00634646" w:rsidRDefault="00634646" w:rsidP="0063778A">
      <w:pPr>
        <w:jc w:val="both"/>
        <w:rPr>
          <w:lang w:val="uk-UA"/>
        </w:rPr>
      </w:pPr>
    </w:p>
    <w:p w:rsidR="00634646" w:rsidRDefault="00634646" w:rsidP="0063778A">
      <w:pPr>
        <w:jc w:val="both"/>
        <w:rPr>
          <w:lang w:val="uk-UA"/>
        </w:rPr>
      </w:pPr>
    </w:p>
    <w:p w:rsidR="00634646" w:rsidRDefault="00634646" w:rsidP="0063778A">
      <w:pPr>
        <w:jc w:val="both"/>
        <w:rPr>
          <w:lang w:val="uk-UA"/>
        </w:rPr>
      </w:pPr>
    </w:p>
    <w:p w:rsidR="00634646" w:rsidRDefault="00634646" w:rsidP="0063778A">
      <w:pPr>
        <w:jc w:val="both"/>
        <w:rPr>
          <w:lang w:val="uk-UA"/>
        </w:rPr>
      </w:pPr>
    </w:p>
    <w:tbl>
      <w:tblPr>
        <w:tblpPr w:leftFromText="180" w:rightFromText="180" w:horzAnchor="margin" w:tblpY="719"/>
        <w:tblW w:w="0" w:type="auto"/>
        <w:tblLayout w:type="fixed"/>
        <w:tblLook w:val="00A0"/>
      </w:tblPr>
      <w:tblGrid>
        <w:gridCol w:w="3936"/>
        <w:gridCol w:w="2835"/>
        <w:gridCol w:w="2805"/>
      </w:tblGrid>
      <w:tr w:rsidR="00634646">
        <w:trPr>
          <w:trHeight w:val="1447"/>
        </w:trPr>
        <w:tc>
          <w:tcPr>
            <w:tcW w:w="3936" w:type="dxa"/>
          </w:tcPr>
          <w:p w:rsidR="00634646" w:rsidRDefault="00634646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634646" w:rsidRDefault="00634646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634646" w:rsidRDefault="00634646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634646" w:rsidRPr="00092A85" w:rsidRDefault="00634646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05</w:t>
            </w:r>
            <w:r w:rsidRPr="00092A85">
              <w:rPr>
                <w:u w:val="single"/>
                <w:lang w:val="uk-UA" w:eastAsia="uk-UA"/>
              </w:rPr>
              <w:t>.07.2024</w:t>
            </w:r>
          </w:p>
          <w:p w:rsidR="00634646" w:rsidRDefault="00634646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 xml:space="preserve"> (дата)</w:t>
            </w:r>
          </w:p>
          <w:p w:rsidR="00634646" w:rsidRDefault="00634646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634646" w:rsidRDefault="006346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634646" w:rsidRPr="00D736A9" w:rsidRDefault="00634646" w:rsidP="00D736A9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Аліна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САРАНЮК</w:t>
            </w:r>
          </w:p>
        </w:tc>
      </w:tr>
      <w:tr w:rsidR="00634646">
        <w:trPr>
          <w:trHeight w:val="1447"/>
        </w:trPr>
        <w:tc>
          <w:tcPr>
            <w:tcW w:w="3936" w:type="dxa"/>
          </w:tcPr>
          <w:p w:rsidR="00634646" w:rsidRDefault="00634646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634646" w:rsidRDefault="00634646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34646" w:rsidRDefault="00634646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634646" w:rsidRDefault="00634646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634646" w:rsidRDefault="00634646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634646" w:rsidRPr="00092A85" w:rsidRDefault="00634646" w:rsidP="00092A85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05</w:t>
            </w:r>
            <w:r w:rsidRPr="00092A85">
              <w:rPr>
                <w:u w:val="single"/>
                <w:lang w:val="uk-UA" w:eastAsia="uk-UA"/>
              </w:rPr>
              <w:t>.07.2024</w:t>
            </w:r>
          </w:p>
          <w:p w:rsidR="00634646" w:rsidRDefault="00634646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634646" w:rsidRDefault="00634646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634646" w:rsidRDefault="006346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634646" w:rsidRDefault="00634646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634646" w:rsidRDefault="00634646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34646">
        <w:trPr>
          <w:trHeight w:val="1447"/>
        </w:trPr>
        <w:tc>
          <w:tcPr>
            <w:tcW w:w="3936" w:type="dxa"/>
          </w:tcPr>
          <w:p w:rsidR="00634646" w:rsidRDefault="00634646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634646" w:rsidRDefault="00634646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34646" w:rsidRDefault="00634646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634646" w:rsidRDefault="00634646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634646" w:rsidRDefault="00634646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634646" w:rsidRPr="00092A85" w:rsidRDefault="00634646" w:rsidP="00092A85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05</w:t>
            </w:r>
            <w:r w:rsidRPr="00092A85">
              <w:rPr>
                <w:u w:val="single"/>
                <w:lang w:val="uk-UA" w:eastAsia="uk-UA"/>
              </w:rPr>
              <w:t>.07.2024</w:t>
            </w:r>
          </w:p>
          <w:p w:rsidR="00634646" w:rsidRDefault="00634646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634646" w:rsidRDefault="00634646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634646" w:rsidRDefault="006346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634646" w:rsidRDefault="00634646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634646" w:rsidRDefault="00634646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34646">
        <w:trPr>
          <w:trHeight w:val="1447"/>
        </w:trPr>
        <w:tc>
          <w:tcPr>
            <w:tcW w:w="3936" w:type="dxa"/>
          </w:tcPr>
          <w:p w:rsidR="00634646" w:rsidRDefault="00634646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634646" w:rsidRDefault="00634646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  <w:p w:rsidR="00634646" w:rsidRDefault="00634646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634646" w:rsidRDefault="00634646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634646" w:rsidRDefault="00634646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634646" w:rsidRPr="00092A85" w:rsidRDefault="00634646" w:rsidP="00092A85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05</w:t>
            </w:r>
            <w:r w:rsidRPr="00092A85">
              <w:rPr>
                <w:u w:val="single"/>
                <w:lang w:val="uk-UA" w:eastAsia="uk-UA"/>
              </w:rPr>
              <w:t>.07.2024</w:t>
            </w:r>
          </w:p>
          <w:p w:rsidR="00634646" w:rsidRDefault="00634646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634646" w:rsidRDefault="00634646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634646" w:rsidRDefault="006346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634646" w:rsidRDefault="00634646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634646" w:rsidRDefault="00634646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Тетяна СІМОН</w:t>
            </w:r>
          </w:p>
        </w:tc>
      </w:tr>
      <w:tr w:rsidR="00634646">
        <w:trPr>
          <w:trHeight w:val="1447"/>
        </w:trPr>
        <w:tc>
          <w:tcPr>
            <w:tcW w:w="3936" w:type="dxa"/>
          </w:tcPr>
          <w:p w:rsidR="00634646" w:rsidRDefault="00634646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634646" w:rsidRDefault="00634646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соціальної політики</w:t>
            </w:r>
          </w:p>
          <w:p w:rsidR="00634646" w:rsidRDefault="0063464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34646" w:rsidRDefault="00634646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634646" w:rsidRDefault="006346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634646" w:rsidRPr="00092A85" w:rsidRDefault="00634646" w:rsidP="00092A85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05</w:t>
            </w:r>
            <w:r w:rsidRPr="00092A85">
              <w:rPr>
                <w:u w:val="single"/>
                <w:lang w:val="uk-UA" w:eastAsia="uk-UA"/>
              </w:rPr>
              <w:t>.07.2024</w:t>
            </w:r>
          </w:p>
          <w:p w:rsidR="00634646" w:rsidRDefault="00634646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 xml:space="preserve"> (дата)</w:t>
            </w:r>
          </w:p>
          <w:p w:rsidR="00634646" w:rsidRDefault="00634646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2805" w:type="dxa"/>
          </w:tcPr>
          <w:p w:rsidR="00634646" w:rsidRDefault="00634646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634646" w:rsidRDefault="00634646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 ПАСІЧНА</w:t>
            </w:r>
          </w:p>
        </w:tc>
      </w:tr>
    </w:tbl>
    <w:p w:rsidR="00634646" w:rsidRDefault="00634646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634646" w:rsidRDefault="00634646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634646" w:rsidRDefault="00634646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634646" w:rsidRDefault="00634646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634646" w:rsidRDefault="00634646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634646" w:rsidRDefault="00634646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634646" w:rsidRDefault="00634646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634646" w:rsidRDefault="00634646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634646" w:rsidRDefault="00634646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634646" w:rsidRDefault="00634646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634646" w:rsidRDefault="00634646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634646" w:rsidRDefault="00634646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634646" w:rsidRDefault="00634646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634646" w:rsidRDefault="00634646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634646" w:rsidRDefault="00634646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634646" w:rsidRDefault="00634646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634646" w:rsidRDefault="00634646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634646" w:rsidRDefault="00634646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634646" w:rsidRDefault="00634646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634646" w:rsidRDefault="00634646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634646" w:rsidRDefault="00634646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634646" w:rsidRDefault="00634646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634646" w:rsidRDefault="00634646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634646" w:rsidRDefault="00634646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sectPr w:rsidR="00634646" w:rsidSect="008F62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A2F25"/>
    <w:multiLevelType w:val="hybridMultilevel"/>
    <w:tmpl w:val="4E3017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DA65F7"/>
    <w:multiLevelType w:val="hybridMultilevel"/>
    <w:tmpl w:val="1CEC00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0DAE"/>
    <w:rsid w:val="00021A27"/>
    <w:rsid w:val="0003086E"/>
    <w:rsid w:val="00045EEF"/>
    <w:rsid w:val="00053A7C"/>
    <w:rsid w:val="00070E12"/>
    <w:rsid w:val="00092A85"/>
    <w:rsid w:val="000A0999"/>
    <w:rsid w:val="00120E59"/>
    <w:rsid w:val="00130769"/>
    <w:rsid w:val="00141872"/>
    <w:rsid w:val="00156F8E"/>
    <w:rsid w:val="001633C6"/>
    <w:rsid w:val="00182504"/>
    <w:rsid w:val="001B7BAD"/>
    <w:rsid w:val="00274478"/>
    <w:rsid w:val="00295AD0"/>
    <w:rsid w:val="002D2314"/>
    <w:rsid w:val="002F0808"/>
    <w:rsid w:val="003211D3"/>
    <w:rsid w:val="00325202"/>
    <w:rsid w:val="003479D4"/>
    <w:rsid w:val="00395B2C"/>
    <w:rsid w:val="003D498C"/>
    <w:rsid w:val="003E0E4F"/>
    <w:rsid w:val="003F7099"/>
    <w:rsid w:val="004333FD"/>
    <w:rsid w:val="0043501F"/>
    <w:rsid w:val="00440612"/>
    <w:rsid w:val="00452D91"/>
    <w:rsid w:val="00467592"/>
    <w:rsid w:val="00470DDF"/>
    <w:rsid w:val="004803C6"/>
    <w:rsid w:val="0049250A"/>
    <w:rsid w:val="004B1E79"/>
    <w:rsid w:val="004C72AC"/>
    <w:rsid w:val="00547034"/>
    <w:rsid w:val="0057070D"/>
    <w:rsid w:val="005A6274"/>
    <w:rsid w:val="005D05D4"/>
    <w:rsid w:val="005D66E1"/>
    <w:rsid w:val="005F56A5"/>
    <w:rsid w:val="00634646"/>
    <w:rsid w:val="0063778A"/>
    <w:rsid w:val="00672B24"/>
    <w:rsid w:val="00696E5D"/>
    <w:rsid w:val="006B631B"/>
    <w:rsid w:val="00786517"/>
    <w:rsid w:val="007A64E1"/>
    <w:rsid w:val="007B002D"/>
    <w:rsid w:val="007C3626"/>
    <w:rsid w:val="007D03EC"/>
    <w:rsid w:val="007D542E"/>
    <w:rsid w:val="007D6806"/>
    <w:rsid w:val="00815576"/>
    <w:rsid w:val="00830B98"/>
    <w:rsid w:val="0088022D"/>
    <w:rsid w:val="008F622C"/>
    <w:rsid w:val="00910DAE"/>
    <w:rsid w:val="00972F0A"/>
    <w:rsid w:val="00990004"/>
    <w:rsid w:val="009A5B5D"/>
    <w:rsid w:val="009B19B8"/>
    <w:rsid w:val="009B6AAB"/>
    <w:rsid w:val="009C0030"/>
    <w:rsid w:val="009C4BD9"/>
    <w:rsid w:val="009E7008"/>
    <w:rsid w:val="009F3C5E"/>
    <w:rsid w:val="00A24F54"/>
    <w:rsid w:val="00A84F32"/>
    <w:rsid w:val="00AE03FC"/>
    <w:rsid w:val="00AF374B"/>
    <w:rsid w:val="00B34C11"/>
    <w:rsid w:val="00B511F0"/>
    <w:rsid w:val="00B715E9"/>
    <w:rsid w:val="00B75533"/>
    <w:rsid w:val="00BF0184"/>
    <w:rsid w:val="00BF0993"/>
    <w:rsid w:val="00C3683F"/>
    <w:rsid w:val="00CA21FF"/>
    <w:rsid w:val="00CC5854"/>
    <w:rsid w:val="00CD28C2"/>
    <w:rsid w:val="00CF38A4"/>
    <w:rsid w:val="00D41AA7"/>
    <w:rsid w:val="00D736A9"/>
    <w:rsid w:val="00DC17C0"/>
    <w:rsid w:val="00DD4A3A"/>
    <w:rsid w:val="00E00CD7"/>
    <w:rsid w:val="00E55891"/>
    <w:rsid w:val="00E8323C"/>
    <w:rsid w:val="00EA32A7"/>
    <w:rsid w:val="00EB1FF3"/>
    <w:rsid w:val="00ED7D90"/>
    <w:rsid w:val="00EE3CF1"/>
    <w:rsid w:val="00EE78E4"/>
    <w:rsid w:val="00EF120A"/>
    <w:rsid w:val="00F04250"/>
    <w:rsid w:val="00F4139D"/>
    <w:rsid w:val="00F87C2F"/>
    <w:rsid w:val="00F94EDF"/>
    <w:rsid w:val="00FC6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78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3778A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63778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37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78A"/>
    <w:rPr>
      <w:rFonts w:ascii="Tahoma" w:hAnsi="Tahoma" w:cs="Tahoma"/>
      <w:sz w:val="16"/>
      <w:szCs w:val="16"/>
      <w:lang w:val="ru-RU" w:eastAsia="ru-RU"/>
    </w:rPr>
  </w:style>
  <w:style w:type="paragraph" w:styleId="BodyText">
    <w:name w:val="Body Text"/>
    <w:basedOn w:val="Normal"/>
    <w:link w:val="BodyTextChar1"/>
    <w:uiPriority w:val="99"/>
    <w:rsid w:val="005D05D4"/>
    <w:pPr>
      <w:spacing w:after="120"/>
    </w:pPr>
    <w:rPr>
      <w:rFonts w:ascii="Calibri" w:eastAsia="Calibri" w:hAnsi="Calibri" w:cs="Calibri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211D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BodyTextChar1">
    <w:name w:val="Body Text Char1"/>
    <w:link w:val="BodyText"/>
    <w:uiPriority w:val="99"/>
    <w:semiHidden/>
    <w:locked/>
    <w:rsid w:val="005D05D4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96</TotalTime>
  <Pages>2</Pages>
  <Words>1343</Words>
  <Characters>767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AV</dc:creator>
  <cp:keywords/>
  <dc:description/>
  <cp:lastModifiedBy>Gl_Buh</cp:lastModifiedBy>
  <cp:revision>10</cp:revision>
  <cp:lastPrinted>2024-07-11T10:53:00Z</cp:lastPrinted>
  <dcterms:created xsi:type="dcterms:W3CDTF">2024-06-27T13:58:00Z</dcterms:created>
  <dcterms:modified xsi:type="dcterms:W3CDTF">2024-07-17T08:47:00Z</dcterms:modified>
</cp:coreProperties>
</file>