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830" w:rsidRPr="003E7BBE" w:rsidRDefault="001B4830" w:rsidP="00496F7B">
      <w:pPr>
        <w:pStyle w:val="Heading1"/>
        <w:jc w:val="center"/>
        <w:rPr>
          <w:b/>
        </w:rPr>
      </w:pPr>
      <w:r w:rsidRPr="00F84AE6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pt;visibility:visible">
            <v:imagedata r:id="rId5" o:title="" grayscale="t" bilevel="t"/>
          </v:shape>
        </w:pict>
      </w:r>
    </w:p>
    <w:p w:rsidR="001B4830" w:rsidRPr="00B06BC0" w:rsidRDefault="001B4830" w:rsidP="00496F7B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1B4830" w:rsidRPr="003E7BBE" w:rsidRDefault="001B4830" w:rsidP="00496F7B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1B4830" w:rsidRDefault="001B4830" w:rsidP="005E567C">
      <w:pPr>
        <w:tabs>
          <w:tab w:val="center" w:pos="4748"/>
          <w:tab w:val="right" w:pos="949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>В И К О Н А В Ч И Й    К О М І Т Е Т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</w:p>
    <w:p w:rsidR="001B4830" w:rsidRPr="003E7BBE" w:rsidRDefault="001B4830" w:rsidP="00496F7B">
      <w:pPr>
        <w:pStyle w:val="Heading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1B4830" w:rsidRPr="004B2F45" w:rsidRDefault="001B4830" w:rsidP="00496F7B">
      <w:pPr>
        <w:pStyle w:val="Heading1"/>
        <w:jc w:val="center"/>
        <w:rPr>
          <w:b/>
          <w:szCs w:val="24"/>
        </w:rPr>
      </w:pPr>
    </w:p>
    <w:p w:rsidR="001B4830" w:rsidRPr="004B2F45" w:rsidRDefault="001B4830" w:rsidP="004D5F90">
      <w:pPr>
        <w:pStyle w:val="Heading1"/>
        <w:rPr>
          <w:b/>
          <w:szCs w:val="24"/>
        </w:rPr>
      </w:pPr>
      <w:r w:rsidRPr="004B2F45">
        <w:rPr>
          <w:b/>
          <w:szCs w:val="24"/>
        </w:rPr>
        <w:t xml:space="preserve">« </w:t>
      </w:r>
      <w:r>
        <w:rPr>
          <w:b/>
          <w:szCs w:val="24"/>
        </w:rPr>
        <w:t xml:space="preserve">21 </w:t>
      </w:r>
      <w:r w:rsidRPr="004B2F45">
        <w:rPr>
          <w:b/>
          <w:szCs w:val="24"/>
        </w:rPr>
        <w:t xml:space="preserve">» </w:t>
      </w:r>
      <w:r>
        <w:rPr>
          <w:b/>
          <w:szCs w:val="24"/>
        </w:rPr>
        <w:t xml:space="preserve">вересня </w:t>
      </w:r>
      <w:r w:rsidRPr="004B2F45">
        <w:rPr>
          <w:b/>
          <w:szCs w:val="24"/>
        </w:rPr>
        <w:t xml:space="preserve">2021 р. </w:t>
      </w:r>
      <w:r w:rsidRPr="004B2F45">
        <w:rPr>
          <w:b/>
          <w:szCs w:val="24"/>
        </w:rPr>
        <w:tab/>
      </w:r>
      <w:r w:rsidRPr="004B2F45">
        <w:rPr>
          <w:b/>
          <w:szCs w:val="24"/>
        </w:rPr>
        <w:tab/>
      </w:r>
      <w:r w:rsidRPr="004B2F45">
        <w:rPr>
          <w:b/>
          <w:szCs w:val="24"/>
        </w:rPr>
        <w:tab/>
      </w:r>
      <w:r w:rsidRPr="004B2F45">
        <w:rPr>
          <w:b/>
          <w:szCs w:val="24"/>
        </w:rPr>
        <w:tab/>
      </w:r>
      <w:r w:rsidRPr="004B2F45">
        <w:rPr>
          <w:b/>
          <w:szCs w:val="24"/>
        </w:rPr>
        <w:tab/>
      </w:r>
      <w:r>
        <w:rPr>
          <w:b/>
          <w:szCs w:val="24"/>
        </w:rPr>
        <w:t xml:space="preserve">    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4B2F45">
        <w:rPr>
          <w:b/>
          <w:szCs w:val="24"/>
        </w:rPr>
        <w:t>№</w:t>
      </w:r>
      <w:r>
        <w:rPr>
          <w:b/>
          <w:szCs w:val="24"/>
          <w:u w:val="single"/>
        </w:rPr>
        <w:t>705</w:t>
      </w:r>
    </w:p>
    <w:p w:rsidR="001B4830" w:rsidRPr="004B2F45" w:rsidRDefault="001B4830" w:rsidP="004D5F90">
      <w:pPr>
        <w:pStyle w:val="Heading1"/>
        <w:rPr>
          <w:b/>
          <w:szCs w:val="24"/>
        </w:rPr>
      </w:pPr>
    </w:p>
    <w:p w:rsidR="001B4830" w:rsidRPr="004B2F45" w:rsidRDefault="001B4830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0" w:name="bookmark3"/>
      <w:r w:rsidRPr="004B2F45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 </w:t>
      </w:r>
      <w:bookmarkEnd w:id="0"/>
      <w:r w:rsidRPr="004B2F45">
        <w:rPr>
          <w:rFonts w:ascii="Times New Roman" w:hAnsi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«Будівництво дошкільного навчального закладу на 75 місць в смт.Бабинці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4B2F45">
        <w:rPr>
          <w:rFonts w:ascii="Times New Roman" w:hAnsi="Times New Roman"/>
          <w:b/>
          <w:sz w:val="24"/>
          <w:szCs w:val="24"/>
          <w:lang w:val="uk-UA" w:eastAsia="uk-UA"/>
        </w:rPr>
        <w:t>Бучанського району  Київської області по вул.Травневій, 70-А»</w:t>
      </w:r>
    </w:p>
    <w:p w:rsidR="001B4830" w:rsidRPr="004B2F45" w:rsidRDefault="001B4830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1B4830" w:rsidRPr="004B2F45" w:rsidRDefault="001B4830" w:rsidP="003074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B2F45">
        <w:rPr>
          <w:rFonts w:ascii="Times New Roman" w:hAnsi="Times New Roman"/>
          <w:sz w:val="24"/>
          <w:szCs w:val="24"/>
          <w:lang w:val="uk-UA" w:eastAsia="uk-UA"/>
        </w:rPr>
        <w:t>Розглянувши кошторисну частину проектної документації по робочому проекту «Будівництво дошкільного навчального закладу на 75 місць в смт.Бабинці Бучанського району  Київської області по вул.Травневій, 70-А», розроблену ПП «Ладопроект», позитивний  експертний звіт №0620-21Е від 14.06.2021 року, виданийТОВ «Науково-виробниче підприємство «Міжрегіональна будівельна експертиза», керуючись Законом України «Про місцеве самоврядування в Україні», виконавчий комітет Бучанської міської ради</w:t>
      </w:r>
    </w:p>
    <w:p w:rsidR="001B4830" w:rsidRPr="004B2F45" w:rsidRDefault="001B4830" w:rsidP="0030742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B2F45">
        <w:rPr>
          <w:rFonts w:ascii="Times New Roman" w:hAnsi="Times New Roman"/>
          <w:b/>
          <w:sz w:val="24"/>
          <w:szCs w:val="24"/>
          <w:lang w:val="uk-UA" w:eastAsia="uk-UA"/>
        </w:rPr>
        <w:t>ВИРІШИВ:</w:t>
      </w:r>
    </w:p>
    <w:p w:rsidR="001B4830" w:rsidRPr="004B2F45" w:rsidRDefault="001B4830" w:rsidP="005E567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B2F45">
        <w:rPr>
          <w:rFonts w:ascii="Times New Roman" w:hAnsi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 проекту «Будівництво дошкільного навчального закладу на 75 місць в смт.БабинціБучанського району  Київської області по вул.Травневій, 70-А» з наступними показниками:</w:t>
      </w:r>
    </w:p>
    <w:p w:rsidR="001B4830" w:rsidRPr="004B2F45" w:rsidRDefault="001B4830" w:rsidP="004D5F90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210"/>
        <w:gridCol w:w="2999"/>
      </w:tblGrid>
      <w:tr w:rsidR="001B4830" w:rsidRPr="00F84AE6" w:rsidTr="00F84AE6">
        <w:tc>
          <w:tcPr>
            <w:tcW w:w="4395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1B4830" w:rsidRPr="00F84AE6" w:rsidTr="00F84AE6">
        <w:tc>
          <w:tcPr>
            <w:tcW w:w="4395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48063,665</w:t>
            </w:r>
          </w:p>
        </w:tc>
      </w:tr>
      <w:tr w:rsidR="001B4830" w:rsidRPr="00F84AE6" w:rsidTr="00F84AE6">
        <w:tc>
          <w:tcPr>
            <w:tcW w:w="4395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35109,460</w:t>
            </w:r>
          </w:p>
        </w:tc>
      </w:tr>
      <w:tr w:rsidR="001B4830" w:rsidRPr="00F84AE6" w:rsidTr="00F84AE6">
        <w:tc>
          <w:tcPr>
            <w:tcW w:w="4395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2937,967</w:t>
            </w:r>
          </w:p>
        </w:tc>
      </w:tr>
      <w:tr w:rsidR="001B4830" w:rsidRPr="00F84AE6" w:rsidTr="00F84AE6">
        <w:tc>
          <w:tcPr>
            <w:tcW w:w="4395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B4830" w:rsidRPr="00F84AE6" w:rsidRDefault="001B4830" w:rsidP="00F84AE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84AE6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10016,238</w:t>
            </w:r>
          </w:p>
        </w:tc>
      </w:tr>
    </w:tbl>
    <w:p w:rsidR="001B4830" w:rsidRPr="004B2F45" w:rsidRDefault="001B4830" w:rsidP="006C27D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1B4830" w:rsidRPr="004B2F45" w:rsidRDefault="001B4830" w:rsidP="005E567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B2F45">
        <w:rPr>
          <w:rFonts w:ascii="Times New Roman" w:hAnsi="Times New Roman"/>
          <w:sz w:val="24"/>
          <w:szCs w:val="24"/>
          <w:lang w:val="uk-UA" w:eastAsia="uk-UA"/>
        </w:rPr>
        <w:t>Відділ освіти Бучанської міської ради подати пропозиції щодо включення на фінансування даний об’єкт.</w:t>
      </w:r>
    </w:p>
    <w:p w:rsidR="001B4830" w:rsidRPr="004B2F45" w:rsidRDefault="001B4830" w:rsidP="005E567C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B2F45">
        <w:rPr>
          <w:rFonts w:ascii="Times New Roman" w:hAnsi="Times New Roman"/>
          <w:sz w:val="24"/>
          <w:szCs w:val="24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1B4830" w:rsidRPr="004B2F45" w:rsidRDefault="001B4830" w:rsidP="00496F7B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4830" w:rsidRPr="004B2F45" w:rsidRDefault="001B4830" w:rsidP="008532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2F45">
        <w:rPr>
          <w:rFonts w:ascii="Times New Roman" w:hAnsi="Times New Roman"/>
          <w:b/>
          <w:sz w:val="24"/>
          <w:szCs w:val="24"/>
        </w:rPr>
        <w:t>Міський  голова</w:t>
      </w:r>
      <w:r w:rsidRPr="004B2F45">
        <w:rPr>
          <w:rFonts w:ascii="Times New Roman" w:hAnsi="Times New Roman"/>
          <w:b/>
          <w:sz w:val="24"/>
          <w:szCs w:val="24"/>
        </w:rPr>
        <w:tab/>
      </w:r>
      <w:r w:rsidRPr="004B2F45">
        <w:rPr>
          <w:rFonts w:ascii="Times New Roman" w:hAnsi="Times New Roman"/>
          <w:b/>
          <w:sz w:val="24"/>
          <w:szCs w:val="24"/>
        </w:rPr>
        <w:tab/>
      </w:r>
      <w:r w:rsidRPr="004B2F45">
        <w:rPr>
          <w:rFonts w:ascii="Times New Roman" w:hAnsi="Times New Roman"/>
          <w:b/>
          <w:sz w:val="24"/>
          <w:szCs w:val="24"/>
        </w:rPr>
        <w:tab/>
      </w:r>
      <w:r w:rsidRPr="004B2F45">
        <w:rPr>
          <w:rFonts w:ascii="Times New Roman" w:hAnsi="Times New Roman"/>
          <w:b/>
          <w:sz w:val="24"/>
          <w:szCs w:val="24"/>
        </w:rPr>
        <w:tab/>
      </w:r>
      <w:r w:rsidRPr="004B2F4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B2F45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1B4830" w:rsidRDefault="001B4830" w:rsidP="00853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4830" w:rsidRPr="004B2F45" w:rsidRDefault="001B4830" w:rsidP="00853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4830" w:rsidRPr="004B2F45" w:rsidRDefault="001B4830" w:rsidP="00853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2F45">
        <w:rPr>
          <w:rFonts w:ascii="Times New Roman" w:hAnsi="Times New Roman"/>
          <w:b/>
          <w:sz w:val="24"/>
          <w:szCs w:val="24"/>
        </w:rPr>
        <w:t>Заступник  міського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B2F45">
        <w:rPr>
          <w:rFonts w:ascii="Times New Roman" w:hAnsi="Times New Roman"/>
          <w:b/>
          <w:sz w:val="24"/>
          <w:szCs w:val="24"/>
        </w:rPr>
        <w:t>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4B2F45">
        <w:rPr>
          <w:rFonts w:ascii="Times New Roman" w:hAnsi="Times New Roman"/>
          <w:b/>
          <w:sz w:val="24"/>
          <w:szCs w:val="24"/>
        </w:rPr>
        <w:t>Сергій ШЕПЕТЬКО</w:t>
      </w:r>
      <w:r w:rsidRPr="004B2F45">
        <w:rPr>
          <w:rFonts w:ascii="Times New Roman" w:hAnsi="Times New Roman"/>
          <w:b/>
          <w:sz w:val="24"/>
          <w:szCs w:val="24"/>
        </w:rPr>
        <w:tab/>
      </w:r>
    </w:p>
    <w:p w:rsidR="001B4830" w:rsidRPr="004B2F45" w:rsidRDefault="001B4830" w:rsidP="00853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830" w:rsidRPr="004B2F45" w:rsidRDefault="001B4830" w:rsidP="00853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2F4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4B2F4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4B2F4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4B2F4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4B2F4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  <w:lang w:val="uk-UA"/>
        </w:rPr>
        <w:tab/>
      </w:r>
      <w:r w:rsidRPr="004B2F4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1B4830" w:rsidRPr="004B2F45" w:rsidRDefault="001B4830" w:rsidP="0085327E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1B4830" w:rsidRPr="004B2F45" w:rsidRDefault="001B4830" w:rsidP="0085327E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  <w:lang w:val="uk-UA"/>
        </w:rPr>
      </w:pPr>
      <w:r w:rsidRPr="004B2F45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4B2F45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1B4830" w:rsidRPr="004B2F45" w:rsidRDefault="001B4830" w:rsidP="008532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2F45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юридично-кадровоїроботи</w:t>
      </w:r>
      <w:r w:rsidRPr="004B2F4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4B2F4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4B2F4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4B2F45">
        <w:rPr>
          <w:rFonts w:ascii="Times New Roman" w:hAnsi="Times New Roman"/>
          <w:b/>
          <w:bCs/>
          <w:spacing w:val="1"/>
          <w:sz w:val="24"/>
          <w:szCs w:val="24"/>
        </w:rPr>
        <w:tab/>
        <w:t xml:space="preserve">    </w:t>
      </w:r>
      <w:r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ab/>
      </w:r>
      <w:r w:rsidRPr="004B2F45">
        <w:rPr>
          <w:rFonts w:ascii="Times New Roman" w:hAnsi="Times New Roman"/>
          <w:b/>
          <w:bCs/>
          <w:spacing w:val="1"/>
          <w:sz w:val="24"/>
          <w:szCs w:val="24"/>
        </w:rPr>
        <w:t>Людмила РИЖЕНКО</w:t>
      </w:r>
    </w:p>
    <w:p w:rsidR="001B4830" w:rsidRDefault="001B4830" w:rsidP="008532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4830" w:rsidRPr="004B2F45" w:rsidRDefault="001B4830" w:rsidP="008532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4830" w:rsidRPr="004B2F45" w:rsidRDefault="001B4830" w:rsidP="00853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2F45">
        <w:rPr>
          <w:rFonts w:ascii="Times New Roman" w:hAnsi="Times New Roman"/>
          <w:b/>
          <w:sz w:val="24"/>
          <w:szCs w:val="24"/>
        </w:rPr>
        <w:t>ПОДАННЯ:</w:t>
      </w:r>
    </w:p>
    <w:p w:rsidR="001B4830" w:rsidRPr="004B2F45" w:rsidRDefault="001B4830" w:rsidP="00853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F45">
        <w:rPr>
          <w:rFonts w:ascii="Times New Roman" w:hAnsi="Times New Roman"/>
          <w:sz w:val="24"/>
          <w:szCs w:val="24"/>
        </w:rPr>
        <w:t>Начальник відділуосвіти</w:t>
      </w:r>
      <w:r w:rsidRPr="004B2F45">
        <w:rPr>
          <w:rFonts w:ascii="Times New Roman" w:hAnsi="Times New Roman"/>
          <w:sz w:val="24"/>
          <w:szCs w:val="24"/>
        </w:rPr>
        <w:tab/>
      </w:r>
      <w:r w:rsidRPr="004B2F45">
        <w:rPr>
          <w:rFonts w:ascii="Times New Roman" w:hAnsi="Times New Roman"/>
          <w:sz w:val="24"/>
          <w:szCs w:val="24"/>
        </w:rPr>
        <w:tab/>
      </w:r>
      <w:r w:rsidRPr="004B2F45">
        <w:rPr>
          <w:rFonts w:ascii="Times New Roman" w:hAnsi="Times New Roman"/>
          <w:sz w:val="24"/>
          <w:szCs w:val="24"/>
        </w:rPr>
        <w:tab/>
      </w:r>
      <w:r w:rsidRPr="004B2F45">
        <w:rPr>
          <w:rFonts w:ascii="Times New Roman" w:hAnsi="Times New Roman"/>
          <w:sz w:val="24"/>
          <w:szCs w:val="24"/>
        </w:rPr>
        <w:tab/>
      </w:r>
      <w:r w:rsidRPr="004B2F45">
        <w:rPr>
          <w:rFonts w:ascii="Times New Roman" w:hAnsi="Times New Roman"/>
          <w:sz w:val="24"/>
          <w:szCs w:val="24"/>
        </w:rPr>
        <w:tab/>
      </w:r>
      <w:r w:rsidRPr="004B2F45">
        <w:rPr>
          <w:rFonts w:ascii="Times New Roman" w:hAnsi="Times New Roman"/>
          <w:sz w:val="24"/>
          <w:szCs w:val="24"/>
        </w:rPr>
        <w:tab/>
        <w:t>Олег ЦИМБАЛ</w:t>
      </w:r>
    </w:p>
    <w:p w:rsidR="001B4830" w:rsidRPr="004B2F45" w:rsidRDefault="001B4830" w:rsidP="008532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1B4830" w:rsidRPr="004B2F45" w:rsidSect="00021C47">
      <w:pgSz w:w="11906" w:h="16838"/>
      <w:pgMar w:top="284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B11D26"/>
    <w:multiLevelType w:val="hybridMultilevel"/>
    <w:tmpl w:val="E566022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>
    <w:nsid w:val="604E5E4E"/>
    <w:multiLevelType w:val="hybridMultilevel"/>
    <w:tmpl w:val="165402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11"/>
  </w:num>
  <w:num w:numId="9">
    <w:abstractNumId w:val="1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64C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4830"/>
    <w:rsid w:val="001B6A23"/>
    <w:rsid w:val="001B759B"/>
    <w:rsid w:val="001C0DF8"/>
    <w:rsid w:val="001C4B65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07424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0BF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B2F45"/>
    <w:rsid w:val="004C309A"/>
    <w:rsid w:val="004C5BD9"/>
    <w:rsid w:val="004C7486"/>
    <w:rsid w:val="004C7EBE"/>
    <w:rsid w:val="004D00E6"/>
    <w:rsid w:val="004D3CC9"/>
    <w:rsid w:val="004D499B"/>
    <w:rsid w:val="004D4E48"/>
    <w:rsid w:val="004D5F90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67C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1772B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0A6A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3EA3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27E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D6982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92A8A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4AE6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B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76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1</Pages>
  <Words>259</Words>
  <Characters>1478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35</cp:revision>
  <cp:lastPrinted>2021-09-22T10:43:00Z</cp:lastPrinted>
  <dcterms:created xsi:type="dcterms:W3CDTF">2021-02-19T08:08:00Z</dcterms:created>
  <dcterms:modified xsi:type="dcterms:W3CDTF">2021-09-30T06:39:00Z</dcterms:modified>
</cp:coreProperties>
</file>