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34" w:rsidRDefault="00B06334" w:rsidP="002163C2">
      <w:pPr>
        <w:jc w:val="center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left:0;text-align:left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  <w:r>
        <w:br w:type="textWrapping" w:clear="all"/>
      </w:r>
    </w:p>
    <w:p w:rsidR="00B06334" w:rsidRDefault="00B06334" w:rsidP="00347B99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B06334" w:rsidRDefault="00B06334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B06334" w:rsidRDefault="00B06334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B06334" w:rsidRDefault="00B06334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B06334" w:rsidRDefault="00B06334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654</w:t>
      </w:r>
    </w:p>
    <w:p w:rsidR="00B06334" w:rsidRDefault="00B06334" w:rsidP="00347B99">
      <w:pPr>
        <w:rPr>
          <w:sz w:val="22"/>
          <w:szCs w:val="22"/>
        </w:rPr>
      </w:pPr>
    </w:p>
    <w:p w:rsidR="00B06334" w:rsidRDefault="00B06334" w:rsidP="00973FBA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>
        <w:rPr>
          <w:b/>
        </w:rPr>
        <w:t>Капітальний ремонт покрівлі трансформаторних</w:t>
      </w:r>
    </w:p>
    <w:p w:rsidR="00B06334" w:rsidRPr="00EE0119" w:rsidRDefault="00B06334" w:rsidP="00973FBA">
      <w:pPr>
        <w:ind w:right="2835"/>
        <w:rPr>
          <w:b/>
        </w:rPr>
      </w:pPr>
      <w:r>
        <w:rPr>
          <w:b/>
        </w:rPr>
        <w:t>підстанцій в м. Буча Київської області»</w:t>
      </w:r>
    </w:p>
    <w:p w:rsidR="00B06334" w:rsidRDefault="00B06334" w:rsidP="00347B99">
      <w:pPr>
        <w:ind w:right="2835"/>
        <w:rPr>
          <w:b/>
        </w:rPr>
      </w:pPr>
    </w:p>
    <w:p w:rsidR="00B06334" w:rsidRPr="00384F4E" w:rsidRDefault="00B06334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покрівель трансформаторних підстанцій в м. Буча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B06334" w:rsidRPr="00384F4E" w:rsidRDefault="00B06334" w:rsidP="00347B99">
      <w:pPr>
        <w:ind w:firstLine="709"/>
        <w:jc w:val="both"/>
      </w:pPr>
    </w:p>
    <w:p w:rsidR="00B06334" w:rsidRDefault="00B06334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B06334" w:rsidRDefault="00B06334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покрівель трансформаторних підстанцій в м. Буча Київської області» з наступними показниками:</w:t>
      </w:r>
    </w:p>
    <w:p w:rsidR="00B06334" w:rsidRDefault="00B06334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B06334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B06334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994,978</w:t>
            </w:r>
          </w:p>
        </w:tc>
      </w:tr>
      <w:tr w:rsidR="00B06334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812,278</w:t>
            </w:r>
          </w:p>
        </w:tc>
      </w:tr>
      <w:tr w:rsidR="00B06334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334" w:rsidRPr="005D5F27" w:rsidRDefault="00B06334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182,700</w:t>
            </w:r>
          </w:p>
        </w:tc>
      </w:tr>
    </w:tbl>
    <w:p w:rsidR="00B06334" w:rsidRDefault="00B06334" w:rsidP="00347B99">
      <w:pPr>
        <w:ind w:left="284" w:hanging="284"/>
        <w:jc w:val="both"/>
      </w:pPr>
      <w:r>
        <w:t>2. Виконання робіт: «Капітальний ремонт покрівель трансформаторних підстанцій в м. Буча Київської області» доручити ліцензованій організації.</w:t>
      </w:r>
    </w:p>
    <w:p w:rsidR="00B06334" w:rsidRDefault="00B06334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«Бучасервіс»</w:t>
      </w:r>
    </w:p>
    <w:p w:rsidR="00B06334" w:rsidRDefault="00B06334" w:rsidP="00347B99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B06334" w:rsidRDefault="00B06334" w:rsidP="00347B99">
      <w:pPr>
        <w:jc w:val="both"/>
      </w:pPr>
    </w:p>
    <w:p w:rsidR="00B06334" w:rsidRDefault="00B06334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B06334" w:rsidRPr="00D84D34" w:rsidRDefault="00B06334" w:rsidP="004F62CE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B06334" w:rsidRDefault="00B06334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B06334" w:rsidRDefault="00B06334" w:rsidP="004F62C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B06334" w:rsidRDefault="00B06334" w:rsidP="00D84D34">
      <w:pPr>
        <w:spacing w:line="360" w:lineRule="auto"/>
        <w:ind w:right="-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Людмила РИЖЕНКО</w:t>
      </w:r>
    </w:p>
    <w:p w:rsidR="00B06334" w:rsidRDefault="00B06334" w:rsidP="00D84D34">
      <w:pPr>
        <w:spacing w:line="360" w:lineRule="auto"/>
        <w:ind w:right="-143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B06334" w:rsidRPr="001554BF" w:rsidRDefault="00B06334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</w:t>
      </w:r>
      <w:bookmarkStart w:id="0" w:name="_GoBack"/>
      <w:bookmarkEnd w:id="0"/>
      <w:r>
        <w:rPr>
          <w:b/>
          <w:sz w:val="22"/>
          <w:szCs w:val="22"/>
          <w:lang w:val="ru-RU"/>
        </w:rPr>
        <w:t>й МОСТІПАКА</w:t>
      </w:r>
    </w:p>
    <w:p w:rsidR="00B06334" w:rsidRDefault="00B06334"/>
    <w:sectPr w:rsidR="00B06334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97F21"/>
    <w:rsid w:val="0010487C"/>
    <w:rsid w:val="00107581"/>
    <w:rsid w:val="001554BF"/>
    <w:rsid w:val="001C4C78"/>
    <w:rsid w:val="002163C2"/>
    <w:rsid w:val="002F45F9"/>
    <w:rsid w:val="00334B6B"/>
    <w:rsid w:val="00347B99"/>
    <w:rsid w:val="00384F4E"/>
    <w:rsid w:val="00400748"/>
    <w:rsid w:val="004F62CE"/>
    <w:rsid w:val="00584F7E"/>
    <w:rsid w:val="005D5F27"/>
    <w:rsid w:val="005E3F9A"/>
    <w:rsid w:val="006259F9"/>
    <w:rsid w:val="006E42AD"/>
    <w:rsid w:val="007D0532"/>
    <w:rsid w:val="007F6C47"/>
    <w:rsid w:val="008779C7"/>
    <w:rsid w:val="008B4A86"/>
    <w:rsid w:val="008C42FA"/>
    <w:rsid w:val="008D3B01"/>
    <w:rsid w:val="008D4F14"/>
    <w:rsid w:val="00911B6D"/>
    <w:rsid w:val="0091434B"/>
    <w:rsid w:val="00950692"/>
    <w:rsid w:val="00973FBA"/>
    <w:rsid w:val="009D4089"/>
    <w:rsid w:val="00A326EE"/>
    <w:rsid w:val="00A428A7"/>
    <w:rsid w:val="00A82197"/>
    <w:rsid w:val="00B06334"/>
    <w:rsid w:val="00B45372"/>
    <w:rsid w:val="00B8057D"/>
    <w:rsid w:val="00B86D5E"/>
    <w:rsid w:val="00C160E9"/>
    <w:rsid w:val="00C94435"/>
    <w:rsid w:val="00CD16A6"/>
    <w:rsid w:val="00D246EE"/>
    <w:rsid w:val="00D77BC4"/>
    <w:rsid w:val="00D84D34"/>
    <w:rsid w:val="00DA1DE2"/>
    <w:rsid w:val="00DB64DE"/>
    <w:rsid w:val="00E63667"/>
    <w:rsid w:val="00EB5E4E"/>
    <w:rsid w:val="00EC6B1D"/>
    <w:rsid w:val="00EE0119"/>
    <w:rsid w:val="00F07F47"/>
    <w:rsid w:val="00F7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4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267</Words>
  <Characters>1523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Boss</dc:creator>
  <cp:keywords/>
  <dc:description/>
  <cp:lastModifiedBy>www.PHILka.RU</cp:lastModifiedBy>
  <cp:revision>3</cp:revision>
  <cp:lastPrinted>2021-09-10T07:56:00Z</cp:lastPrinted>
  <dcterms:created xsi:type="dcterms:W3CDTF">2021-09-10T08:22:00Z</dcterms:created>
  <dcterms:modified xsi:type="dcterms:W3CDTF">2021-10-05T10:54:00Z</dcterms:modified>
</cp:coreProperties>
</file>